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85" w:rsidRDefault="00B67985" w:rsidP="007928FE">
      <w:pPr>
        <w:ind w:left="4248" w:firstLine="708"/>
      </w:pPr>
      <w:r>
        <w:t xml:space="preserve">                                                                              Приложение</w:t>
      </w:r>
    </w:p>
    <w:p w:rsidR="00B67985" w:rsidRDefault="00B67985" w:rsidP="00A97C50">
      <w:pPr>
        <w:ind w:left="4248" w:firstLine="708"/>
      </w:pPr>
      <w:r>
        <w:t xml:space="preserve">               </w:t>
      </w:r>
    </w:p>
    <w:p w:rsidR="00B67985" w:rsidRDefault="00B67985" w:rsidP="009A4267">
      <w:pPr>
        <w:ind w:left="4248" w:firstLine="708"/>
      </w:pPr>
      <w:r>
        <w:t xml:space="preserve">                                                                              УТВЕРЖДЕН</w:t>
      </w:r>
    </w:p>
    <w:p w:rsidR="00B67985" w:rsidRDefault="00B67985" w:rsidP="009A4267">
      <w:pPr>
        <w:ind w:left="4248" w:firstLine="708"/>
      </w:pPr>
    </w:p>
    <w:p w:rsidR="00B67985" w:rsidRDefault="00B67985" w:rsidP="00E36BE8">
      <w:r>
        <w:t xml:space="preserve">                                                                                                                                                     распоряжением</w:t>
      </w:r>
      <w:r w:rsidRPr="00187744">
        <w:t xml:space="preserve"> </w:t>
      </w:r>
      <w:r>
        <w:t>главы</w:t>
      </w:r>
    </w:p>
    <w:p w:rsidR="00B67985" w:rsidRDefault="00B67985" w:rsidP="00E36B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Омутнинского района</w:t>
      </w:r>
    </w:p>
    <w:p w:rsidR="00B67985" w:rsidRDefault="00B67985" w:rsidP="00E36BE8">
      <w:r>
        <w:t xml:space="preserve">                                                                                                                                                     Кировской области</w:t>
      </w:r>
      <w:r w:rsidRPr="00187744">
        <w:t xml:space="preserve"> </w:t>
      </w:r>
      <w:r>
        <w:t xml:space="preserve">          </w:t>
      </w:r>
    </w:p>
    <w:p w:rsidR="00B67985" w:rsidRDefault="00B67985" w:rsidP="006C0F11"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От 01.03.2023 № 6   </w:t>
      </w:r>
    </w:p>
    <w:p w:rsidR="00B67985" w:rsidRPr="006C0F11" w:rsidRDefault="00B67985" w:rsidP="006C0F11">
      <w:pPr>
        <w:rPr>
          <w:sz w:val="72"/>
          <w:szCs w:val="72"/>
        </w:rPr>
      </w:pPr>
    </w:p>
    <w:p w:rsidR="00B67985" w:rsidRPr="007928FE" w:rsidRDefault="00B67985" w:rsidP="00E36BE8">
      <w:pPr>
        <w:jc w:val="center"/>
        <w:rPr>
          <w:rFonts w:cs="Times New Roman"/>
          <w:b/>
        </w:rPr>
      </w:pPr>
      <w:r w:rsidRPr="007928FE">
        <w:rPr>
          <w:rFonts w:cs="Times New Roman"/>
          <w:b/>
        </w:rPr>
        <w:t>ПЛАН</w:t>
      </w:r>
    </w:p>
    <w:p w:rsidR="00B67985" w:rsidRDefault="00B67985" w:rsidP="00E36BE8">
      <w:pPr>
        <w:jc w:val="center"/>
        <w:rPr>
          <w:rFonts w:cs="Times New Roman"/>
          <w:b/>
        </w:rPr>
      </w:pPr>
      <w:r w:rsidRPr="006C0F11">
        <w:rPr>
          <w:rFonts w:cs="Times New Roman"/>
          <w:b/>
        </w:rPr>
        <w:t xml:space="preserve">мероприятий Молодежного совета </w:t>
      </w:r>
    </w:p>
    <w:p w:rsidR="00B67985" w:rsidRPr="006C0F11" w:rsidRDefault="00B67985" w:rsidP="00E36BE8">
      <w:pPr>
        <w:jc w:val="center"/>
        <w:rPr>
          <w:rFonts w:cs="Times New Roman"/>
          <w:b/>
        </w:rPr>
      </w:pPr>
      <w:r w:rsidRPr="006C0F11">
        <w:rPr>
          <w:rFonts w:cs="Times New Roman"/>
          <w:b/>
        </w:rPr>
        <w:t xml:space="preserve">при главе Омутнинского района </w:t>
      </w:r>
    </w:p>
    <w:p w:rsidR="00B67985" w:rsidRPr="006C0F11" w:rsidRDefault="00B67985" w:rsidP="00616CF9">
      <w:pPr>
        <w:jc w:val="center"/>
        <w:rPr>
          <w:rFonts w:cs="Times New Roman"/>
          <w:b/>
        </w:rPr>
      </w:pPr>
      <w:r w:rsidRPr="006C0F11">
        <w:rPr>
          <w:rFonts w:cs="Times New Roman"/>
          <w:b/>
        </w:rPr>
        <w:t>на 2023</w:t>
      </w:r>
      <w:r>
        <w:rPr>
          <w:rFonts w:cs="Times New Roman"/>
          <w:b/>
        </w:rPr>
        <w:t xml:space="preserve"> года</w:t>
      </w:r>
    </w:p>
    <w:p w:rsidR="00B67985" w:rsidRPr="006C0F11" w:rsidRDefault="00B67985" w:rsidP="001D6F30">
      <w:pPr>
        <w:jc w:val="center"/>
        <w:rPr>
          <w:rFonts w:cs="Times New Roman"/>
          <w:sz w:val="48"/>
          <w:szCs w:val="48"/>
        </w:rPr>
      </w:pPr>
    </w:p>
    <w:tbl>
      <w:tblPr>
        <w:tblW w:w="138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0"/>
        <w:gridCol w:w="1418"/>
        <w:gridCol w:w="2268"/>
        <w:gridCol w:w="2835"/>
        <w:gridCol w:w="2551"/>
      </w:tblGrid>
      <w:tr w:rsidR="00B67985" w:rsidRPr="00303D6E" w:rsidTr="00685F45">
        <w:trPr>
          <w:trHeight w:val="470"/>
          <w:tblHeader/>
        </w:trPr>
        <w:tc>
          <w:tcPr>
            <w:tcW w:w="709" w:type="dxa"/>
          </w:tcPr>
          <w:p w:rsidR="00B67985" w:rsidRPr="00685F45" w:rsidRDefault="00B67985" w:rsidP="00174DFF">
            <w:pPr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>№</w:t>
            </w:r>
          </w:p>
          <w:p w:rsidR="00B67985" w:rsidRPr="00685F45" w:rsidRDefault="00B67985" w:rsidP="00174DFF">
            <w:pPr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>п/п</w:t>
            </w:r>
          </w:p>
        </w:tc>
        <w:tc>
          <w:tcPr>
            <w:tcW w:w="4110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>Мероприятия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>Дата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 xml:space="preserve">Место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>Участники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  <w:b/>
              </w:rPr>
              <w:t>Ответственный</w:t>
            </w:r>
          </w:p>
        </w:tc>
      </w:tr>
      <w:tr w:rsidR="00B67985" w:rsidRPr="00303D6E" w:rsidTr="00685F45">
        <w:trPr>
          <w:trHeight w:val="470"/>
        </w:trPr>
        <w:tc>
          <w:tcPr>
            <w:tcW w:w="709" w:type="dxa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</w:p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</w:t>
            </w:r>
          </w:p>
        </w:tc>
        <w:tc>
          <w:tcPr>
            <w:tcW w:w="4110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  <w:color w:val="000000"/>
                <w:shd w:val="clear" w:color="auto" w:fill="FFFFFF"/>
              </w:rPr>
              <w:t>Фото-флешмоб к 8 марта «Селфи с мамой» или «Один                 в один»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8 марта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Соц. сеть ВК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734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2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Заседание Молодежного совета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31 марта</w:t>
            </w:r>
          </w:p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Администрация Омутнинского района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Члены Молодежного совета 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Секретарь Молодежного совета</w:t>
            </w:r>
          </w:p>
        </w:tc>
      </w:tr>
      <w:tr w:rsidR="00B67985" w:rsidRPr="00303D6E" w:rsidTr="00685F45">
        <w:trPr>
          <w:trHeight w:val="127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3</w:t>
            </w:r>
          </w:p>
        </w:tc>
        <w:tc>
          <w:tcPr>
            <w:tcW w:w="4110" w:type="dxa"/>
          </w:tcPr>
          <w:p w:rsidR="00B67985" w:rsidRPr="00FA7334" w:rsidRDefault="00B67985" w:rsidP="00685F45">
            <w:pPr>
              <w:tabs>
                <w:tab w:val="left" w:pos="510"/>
              </w:tabs>
              <w:jc w:val="center"/>
            </w:pPr>
            <w:r>
              <w:t xml:space="preserve">Акция </w:t>
            </w:r>
            <w:r w:rsidRPr="005E206B">
              <w:t>#</w:t>
            </w:r>
            <w:r>
              <w:t>МЫВМЕСТЕ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>
              <w:t>(помощь семьям мобилизованных в укладке дров, уборке снега с крыш)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Март,                в течение года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568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4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Экологический субботник «Зеленая весна»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апрель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421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5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Участие в акции «Бессмертный полк»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9 мая</w:t>
            </w:r>
          </w:p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6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Акция «Счастливое, здоровое детство», посвященная 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Дню защиты детей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(день игр с детьми во дворах)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 июня</w:t>
            </w:r>
          </w:p>
          <w:p w:rsidR="00B67985" w:rsidRPr="00685F45" w:rsidRDefault="00B67985" w:rsidP="00497850">
            <w:pPr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дети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7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Заседание Молодежного совета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июнь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Администрация Омутнинского района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Члены Молодежного совета 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Секретарь Молодежного совета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9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Спортивный квест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«Даешь – молодежь!»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25 июня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Все поселения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 и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8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Фестиваль Эко-фест (любая форма мероприятий: квест, эстафета, скандинавская ходьба, массовая зарядка)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8 июля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г. Омутнинск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864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10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Акция «Дарите любимым ромашки!», посвященная Дню семьи, любви и верности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8 июля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 и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11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«250 лет г. Омутнинску и АО ОМЗ» 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(видео-поздравление)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июль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 и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Коршунова Алина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12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«Бумажный Бум» 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(сбор макулатуры)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июль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 и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</w:rPr>
              <w:t>Прасолов Максим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13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«Мы выбираем спорт!»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Спортивные игры с детьми, посвященные Дню физкультурника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12 августа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 и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  <w:b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1028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14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Заседание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 Молодежного совета Омутнинского района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август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Администрация Омутнинского района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Секретарь Молодежного совета</w:t>
            </w:r>
          </w:p>
        </w:tc>
      </w:tr>
      <w:tr w:rsidR="00B67985" w:rsidRPr="00303D6E" w:rsidTr="00685F45">
        <w:trPr>
          <w:trHeight w:val="756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15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     Благотворительная акция «Портфель для первоклашки» (сбор тетрадей, канцелярских принадлежностей для детей               из малообеспеченных семей)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Август- сентябрь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1207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16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Флэшмоб «Танцуй, зажигай, праздник бега отмечай!», посвященный Дню бега (Кросс наций)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сентябрь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ФОК,</w:t>
            </w:r>
          </w:p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на территории поселений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1043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17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Благотворительная акция                   «С заботой и любовью», 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ко Дню пожилого человека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Сентябрь - октябрь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Все поселения 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1032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18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rPr>
                <w:rFonts w:cs="Times New Roman"/>
              </w:rPr>
            </w:pPr>
          </w:p>
          <w:p w:rsidR="00B67985" w:rsidRPr="00685F45" w:rsidRDefault="00B67985" w:rsidP="00685F45">
            <w:pPr>
              <w:tabs>
                <w:tab w:val="left" w:pos="510"/>
              </w:tabs>
              <w:rPr>
                <w:rFonts w:cs="Times New Roman"/>
              </w:rPr>
            </w:pPr>
            <w:r w:rsidRPr="00685F45">
              <w:rPr>
                <w:rFonts w:cs="Times New Roman"/>
              </w:rPr>
              <w:t>Фото-флэшмоб «Я, ты, он, она, мы - Единая страна»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4 ноября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Соц. сеть ВК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577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20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Новогодняя акция «Когда приходят чудеса».</w:t>
            </w: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Сбор конфет и сладостей для новогодних подарков детям               из малообеспеченных семей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декабрь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УФСТМ Омутнинского района, на территории поселений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совета,                 жители поселений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</w:p>
        </w:tc>
      </w:tr>
      <w:tr w:rsidR="00B67985" w:rsidRPr="00303D6E" w:rsidTr="00685F45">
        <w:trPr>
          <w:trHeight w:val="960"/>
        </w:trPr>
        <w:tc>
          <w:tcPr>
            <w:tcW w:w="709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21</w:t>
            </w:r>
          </w:p>
        </w:tc>
        <w:tc>
          <w:tcPr>
            <w:tcW w:w="4110" w:type="dxa"/>
          </w:tcPr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</w:p>
          <w:p w:rsidR="00B67985" w:rsidRPr="00685F45" w:rsidRDefault="00B67985" w:rsidP="00685F45">
            <w:pPr>
              <w:tabs>
                <w:tab w:val="left" w:pos="510"/>
              </w:tabs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Заседание Молодежного совета </w:t>
            </w:r>
          </w:p>
        </w:tc>
        <w:tc>
          <w:tcPr>
            <w:tcW w:w="141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декабрь</w:t>
            </w:r>
          </w:p>
        </w:tc>
        <w:tc>
          <w:tcPr>
            <w:tcW w:w="2268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Администрация Омутнинского района</w:t>
            </w:r>
          </w:p>
        </w:tc>
        <w:tc>
          <w:tcPr>
            <w:tcW w:w="2835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 xml:space="preserve">Члены Молодежного совета </w:t>
            </w:r>
          </w:p>
        </w:tc>
        <w:tc>
          <w:tcPr>
            <w:tcW w:w="2551" w:type="dxa"/>
            <w:vAlign w:val="center"/>
          </w:tcPr>
          <w:p w:rsidR="00B67985" w:rsidRPr="00685F45" w:rsidRDefault="00B67985" w:rsidP="00685F45">
            <w:pPr>
              <w:jc w:val="center"/>
              <w:rPr>
                <w:rFonts w:cs="Times New Roman"/>
              </w:rPr>
            </w:pPr>
            <w:r w:rsidRPr="00685F45">
              <w:rPr>
                <w:rFonts w:cs="Times New Roman"/>
              </w:rPr>
              <w:t>Члены Молодежного совета</w:t>
            </w:r>
            <w:bookmarkStart w:id="0" w:name="_GoBack"/>
            <w:bookmarkEnd w:id="0"/>
          </w:p>
        </w:tc>
      </w:tr>
    </w:tbl>
    <w:p w:rsidR="00B67985" w:rsidRDefault="00B67985" w:rsidP="001B7292">
      <w:pPr>
        <w:rPr>
          <w:rFonts w:cs="Times New Roman"/>
        </w:rPr>
      </w:pPr>
    </w:p>
    <w:p w:rsidR="00B67985" w:rsidRPr="00B032EB" w:rsidRDefault="00B67985" w:rsidP="001B7292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_____________</w:t>
      </w:r>
    </w:p>
    <w:sectPr w:rsidR="00B67985" w:rsidRPr="00B032EB" w:rsidSect="00594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85" w:rsidRDefault="00B67985" w:rsidP="007928FE">
      <w:r>
        <w:separator/>
      </w:r>
    </w:p>
  </w:endnote>
  <w:endnote w:type="continuationSeparator" w:id="0">
    <w:p w:rsidR="00B67985" w:rsidRDefault="00B67985" w:rsidP="00792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85" w:rsidRDefault="00B679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85" w:rsidRDefault="00B6798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85" w:rsidRDefault="00B679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85" w:rsidRDefault="00B67985" w:rsidP="007928FE">
      <w:r>
        <w:separator/>
      </w:r>
    </w:p>
  </w:footnote>
  <w:footnote w:type="continuationSeparator" w:id="0">
    <w:p w:rsidR="00B67985" w:rsidRDefault="00B67985" w:rsidP="00792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85" w:rsidRDefault="00B679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85" w:rsidRDefault="00B67985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B67985" w:rsidRDefault="00B679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85" w:rsidRDefault="00B679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923"/>
    <w:rsid w:val="00002F6A"/>
    <w:rsid w:val="000167EF"/>
    <w:rsid w:val="00027DF3"/>
    <w:rsid w:val="00041CC3"/>
    <w:rsid w:val="00057654"/>
    <w:rsid w:val="00065722"/>
    <w:rsid w:val="00074D31"/>
    <w:rsid w:val="000A3295"/>
    <w:rsid w:val="000A7E11"/>
    <w:rsid w:val="000C54F4"/>
    <w:rsid w:val="000D5B3A"/>
    <w:rsid w:val="000E0658"/>
    <w:rsid w:val="000F7056"/>
    <w:rsid w:val="00127D22"/>
    <w:rsid w:val="0015242E"/>
    <w:rsid w:val="00170BDE"/>
    <w:rsid w:val="00174DFF"/>
    <w:rsid w:val="0018600C"/>
    <w:rsid w:val="0018714B"/>
    <w:rsid w:val="00187744"/>
    <w:rsid w:val="00195DA5"/>
    <w:rsid w:val="001A699C"/>
    <w:rsid w:val="001B3A52"/>
    <w:rsid w:val="001B7292"/>
    <w:rsid w:val="001C5111"/>
    <w:rsid w:val="001C548F"/>
    <w:rsid w:val="001C7E9F"/>
    <w:rsid w:val="001D6F30"/>
    <w:rsid w:val="001E754D"/>
    <w:rsid w:val="001F1C0F"/>
    <w:rsid w:val="00215B53"/>
    <w:rsid w:val="002A082F"/>
    <w:rsid w:val="002D0304"/>
    <w:rsid w:val="00303D6E"/>
    <w:rsid w:val="00315475"/>
    <w:rsid w:val="0032166B"/>
    <w:rsid w:val="003315E5"/>
    <w:rsid w:val="00334628"/>
    <w:rsid w:val="00350675"/>
    <w:rsid w:val="00353C30"/>
    <w:rsid w:val="00357742"/>
    <w:rsid w:val="00370DEB"/>
    <w:rsid w:val="00380ECB"/>
    <w:rsid w:val="003963BE"/>
    <w:rsid w:val="00396655"/>
    <w:rsid w:val="00397716"/>
    <w:rsid w:val="003B7C06"/>
    <w:rsid w:val="003B7DD4"/>
    <w:rsid w:val="003D2E14"/>
    <w:rsid w:val="00410CB2"/>
    <w:rsid w:val="004149A6"/>
    <w:rsid w:val="00422E67"/>
    <w:rsid w:val="0043701C"/>
    <w:rsid w:val="00441009"/>
    <w:rsid w:val="0046693F"/>
    <w:rsid w:val="0049479F"/>
    <w:rsid w:val="00497850"/>
    <w:rsid w:val="004B061F"/>
    <w:rsid w:val="004B1DD4"/>
    <w:rsid w:val="004C056F"/>
    <w:rsid w:val="004C4E7A"/>
    <w:rsid w:val="004F2571"/>
    <w:rsid w:val="005004F5"/>
    <w:rsid w:val="005033D5"/>
    <w:rsid w:val="00512CB3"/>
    <w:rsid w:val="00514995"/>
    <w:rsid w:val="00535FA3"/>
    <w:rsid w:val="005454B7"/>
    <w:rsid w:val="00550332"/>
    <w:rsid w:val="0059337A"/>
    <w:rsid w:val="00594BCB"/>
    <w:rsid w:val="0059525D"/>
    <w:rsid w:val="005B21FC"/>
    <w:rsid w:val="005B66F9"/>
    <w:rsid w:val="005B6F83"/>
    <w:rsid w:val="005C46D2"/>
    <w:rsid w:val="005C653F"/>
    <w:rsid w:val="005E206B"/>
    <w:rsid w:val="006008AD"/>
    <w:rsid w:val="00607C2A"/>
    <w:rsid w:val="00616CF9"/>
    <w:rsid w:val="00620F1B"/>
    <w:rsid w:val="006413B3"/>
    <w:rsid w:val="00652CFC"/>
    <w:rsid w:val="00664779"/>
    <w:rsid w:val="00685F45"/>
    <w:rsid w:val="006A2DDB"/>
    <w:rsid w:val="006B4FA1"/>
    <w:rsid w:val="006C0F11"/>
    <w:rsid w:val="006C60B0"/>
    <w:rsid w:val="006D7057"/>
    <w:rsid w:val="006F6579"/>
    <w:rsid w:val="006F722A"/>
    <w:rsid w:val="007149BA"/>
    <w:rsid w:val="0071772A"/>
    <w:rsid w:val="00726C73"/>
    <w:rsid w:val="00734E94"/>
    <w:rsid w:val="00751DC3"/>
    <w:rsid w:val="0075240A"/>
    <w:rsid w:val="00776BF6"/>
    <w:rsid w:val="007928FE"/>
    <w:rsid w:val="00795F6E"/>
    <w:rsid w:val="00796513"/>
    <w:rsid w:val="007E336F"/>
    <w:rsid w:val="0081163F"/>
    <w:rsid w:val="008170EA"/>
    <w:rsid w:val="00817991"/>
    <w:rsid w:val="00822C1F"/>
    <w:rsid w:val="00840245"/>
    <w:rsid w:val="00843BE7"/>
    <w:rsid w:val="008569A1"/>
    <w:rsid w:val="008875AD"/>
    <w:rsid w:val="00897CC1"/>
    <w:rsid w:val="00897DAF"/>
    <w:rsid w:val="008A3C59"/>
    <w:rsid w:val="008D7649"/>
    <w:rsid w:val="008F3DB1"/>
    <w:rsid w:val="008F75E1"/>
    <w:rsid w:val="00910263"/>
    <w:rsid w:val="009118AE"/>
    <w:rsid w:val="0092353A"/>
    <w:rsid w:val="00933596"/>
    <w:rsid w:val="00941E30"/>
    <w:rsid w:val="009933AF"/>
    <w:rsid w:val="0099693A"/>
    <w:rsid w:val="009A4267"/>
    <w:rsid w:val="009B4073"/>
    <w:rsid w:val="009B5AE5"/>
    <w:rsid w:val="009D34D9"/>
    <w:rsid w:val="00A0032C"/>
    <w:rsid w:val="00A14F90"/>
    <w:rsid w:val="00A4127A"/>
    <w:rsid w:val="00A46169"/>
    <w:rsid w:val="00A56B8B"/>
    <w:rsid w:val="00A7360A"/>
    <w:rsid w:val="00A93685"/>
    <w:rsid w:val="00A97C50"/>
    <w:rsid w:val="00AA4491"/>
    <w:rsid w:val="00AA7077"/>
    <w:rsid w:val="00AA756D"/>
    <w:rsid w:val="00AB148B"/>
    <w:rsid w:val="00AB5E08"/>
    <w:rsid w:val="00AE200C"/>
    <w:rsid w:val="00B032EB"/>
    <w:rsid w:val="00B04B24"/>
    <w:rsid w:val="00B06973"/>
    <w:rsid w:val="00B339EB"/>
    <w:rsid w:val="00B34719"/>
    <w:rsid w:val="00B370A0"/>
    <w:rsid w:val="00B4657C"/>
    <w:rsid w:val="00B5417F"/>
    <w:rsid w:val="00B57A06"/>
    <w:rsid w:val="00B67985"/>
    <w:rsid w:val="00B96F85"/>
    <w:rsid w:val="00BB0214"/>
    <w:rsid w:val="00BC7B3F"/>
    <w:rsid w:val="00C06A83"/>
    <w:rsid w:val="00C174EB"/>
    <w:rsid w:val="00C37891"/>
    <w:rsid w:val="00C40127"/>
    <w:rsid w:val="00C45947"/>
    <w:rsid w:val="00C46B08"/>
    <w:rsid w:val="00C472CD"/>
    <w:rsid w:val="00C5225A"/>
    <w:rsid w:val="00C6383B"/>
    <w:rsid w:val="00C66EB0"/>
    <w:rsid w:val="00C87F5A"/>
    <w:rsid w:val="00C9709D"/>
    <w:rsid w:val="00CC5548"/>
    <w:rsid w:val="00CD4B0C"/>
    <w:rsid w:val="00CD5019"/>
    <w:rsid w:val="00CF5464"/>
    <w:rsid w:val="00CF6814"/>
    <w:rsid w:val="00D31771"/>
    <w:rsid w:val="00D43389"/>
    <w:rsid w:val="00D5291C"/>
    <w:rsid w:val="00D67936"/>
    <w:rsid w:val="00D7196E"/>
    <w:rsid w:val="00DA7B47"/>
    <w:rsid w:val="00DE6AFE"/>
    <w:rsid w:val="00E211C2"/>
    <w:rsid w:val="00E23F61"/>
    <w:rsid w:val="00E36BE8"/>
    <w:rsid w:val="00E401D3"/>
    <w:rsid w:val="00E50059"/>
    <w:rsid w:val="00E718D4"/>
    <w:rsid w:val="00E906D7"/>
    <w:rsid w:val="00EA0778"/>
    <w:rsid w:val="00EC71B2"/>
    <w:rsid w:val="00ED2737"/>
    <w:rsid w:val="00EE4DF1"/>
    <w:rsid w:val="00F055D3"/>
    <w:rsid w:val="00F107F1"/>
    <w:rsid w:val="00F1365C"/>
    <w:rsid w:val="00F265CF"/>
    <w:rsid w:val="00F50F03"/>
    <w:rsid w:val="00F56B98"/>
    <w:rsid w:val="00F63FCD"/>
    <w:rsid w:val="00F66923"/>
    <w:rsid w:val="00F70330"/>
    <w:rsid w:val="00F7242A"/>
    <w:rsid w:val="00FA585F"/>
    <w:rsid w:val="00FA7334"/>
    <w:rsid w:val="00FB0A1B"/>
    <w:rsid w:val="00FC0FCE"/>
    <w:rsid w:val="00FD039D"/>
    <w:rsid w:val="00FE1E88"/>
    <w:rsid w:val="00FE4D9E"/>
    <w:rsid w:val="00FE6C0F"/>
    <w:rsid w:val="00FE7DBB"/>
    <w:rsid w:val="00FF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61"/>
    <w:rPr>
      <w:rFonts w:cs="Courier New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70B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97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928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28FE"/>
    <w:rPr>
      <w:rFonts w:cs="Courier New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7928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28FE"/>
    <w:rPr>
      <w:rFonts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605</TotalTime>
  <Pages>4</Pages>
  <Words>664</Words>
  <Characters>3790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User</dc:creator>
  <cp:keywords/>
  <dc:description/>
  <cp:lastModifiedBy>ucom06</cp:lastModifiedBy>
  <cp:revision>33</cp:revision>
  <cp:lastPrinted>2023-03-17T08:46:00Z</cp:lastPrinted>
  <dcterms:created xsi:type="dcterms:W3CDTF">2023-03-02T11:26:00Z</dcterms:created>
  <dcterms:modified xsi:type="dcterms:W3CDTF">2023-03-28T06:59:00Z</dcterms:modified>
</cp:coreProperties>
</file>