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4F" w:rsidRPr="00683ED1" w:rsidRDefault="00F5304F" w:rsidP="00D6585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CD0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F5304F" w:rsidRDefault="00F5304F" w:rsidP="00D6585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5304F" w:rsidRDefault="00F5304F" w:rsidP="00D6585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5304F" w:rsidRDefault="00F5304F" w:rsidP="00D6585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5304F" w:rsidRDefault="00F5304F" w:rsidP="00D6585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F5304F" w:rsidRDefault="00F5304F" w:rsidP="00D6585A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5304F" w:rsidRDefault="00F5304F" w:rsidP="00D6585A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Омутнинский муниципальный </w:t>
      </w:r>
    </w:p>
    <w:p w:rsidR="00F5304F" w:rsidRDefault="00F5304F" w:rsidP="00D6585A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 Кировской области </w:t>
      </w:r>
    </w:p>
    <w:p w:rsidR="00F5304F" w:rsidRDefault="00F5304F" w:rsidP="00D6585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31.03.2023</w:t>
      </w:r>
      <w:r>
        <w:rPr>
          <w:rFonts w:ascii="Times New Roman" w:hAnsi="Times New Roman" w:cs="Times New Roman"/>
          <w:sz w:val="28"/>
          <w:szCs w:val="28"/>
        </w:rPr>
        <w:tab/>
        <w:t>№ 80</w:t>
      </w:r>
    </w:p>
    <w:p w:rsidR="00F5304F" w:rsidRDefault="00F5304F" w:rsidP="00D6585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5304F" w:rsidRPr="006375D8" w:rsidRDefault="00F5304F" w:rsidP="005606B2">
      <w:pPr>
        <w:tabs>
          <w:tab w:val="left" w:pos="394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F5304F" w:rsidRPr="00075DCE" w:rsidRDefault="00F5304F" w:rsidP="005606B2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sz w:val="18"/>
          <w:szCs w:val="1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ПОЛОЖЕНИЕ</w:t>
      </w:r>
    </w:p>
    <w:p w:rsidR="00F5304F" w:rsidRDefault="00F5304F" w:rsidP="005606B2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sz w:val="18"/>
          <w:szCs w:val="1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VIII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межрайонном смотре – конкурсе</w:t>
      </w:r>
    </w:p>
    <w:p w:rsidR="00F5304F" w:rsidRPr="00075DCE" w:rsidRDefault="00F5304F" w:rsidP="005606B2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sz w:val="18"/>
          <w:szCs w:val="1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военно-патриотической песни </w:t>
      </w:r>
      <w:r w:rsidRPr="00A45710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Во имя Победы!</w:t>
      </w:r>
      <w:r w:rsidRPr="00A45710">
        <w:rPr>
          <w:rFonts w:ascii="Times New Roman" w:hAnsi="Times New Roman"/>
          <w:b/>
          <w:bCs/>
          <w:sz w:val="28"/>
          <w:szCs w:val="28"/>
        </w:rPr>
        <w:t>»,</w:t>
      </w:r>
    </w:p>
    <w:p w:rsidR="00F5304F" w:rsidRPr="00075DCE" w:rsidRDefault="00F5304F" w:rsidP="00D65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посвященном 7</w:t>
      </w:r>
      <w:r w:rsidRPr="00B303AE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-й годовщине Победы в Великой Отечественной войне,</w:t>
      </w:r>
    </w:p>
    <w:p w:rsidR="00F5304F" w:rsidRDefault="00F5304F" w:rsidP="00AF448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D8E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  <w:lang w:val="en-US"/>
        </w:rPr>
        <w:t>6</w:t>
      </w:r>
      <w:r w:rsidRPr="00013D8E">
        <w:rPr>
          <w:rFonts w:ascii="Times New Roman" w:hAnsi="Times New Roman"/>
          <w:b/>
          <w:sz w:val="28"/>
          <w:szCs w:val="28"/>
        </w:rPr>
        <w:t xml:space="preserve"> мая 202</w:t>
      </w:r>
      <w:r>
        <w:rPr>
          <w:rFonts w:ascii="Times New Roman" w:hAnsi="Times New Roman"/>
          <w:b/>
          <w:sz w:val="28"/>
          <w:szCs w:val="28"/>
        </w:rPr>
        <w:t>3</w:t>
      </w:r>
      <w:r w:rsidRPr="00013D8E">
        <w:rPr>
          <w:rFonts w:ascii="Times New Roman" w:hAnsi="Times New Roman"/>
          <w:b/>
          <w:sz w:val="28"/>
          <w:szCs w:val="28"/>
        </w:rPr>
        <w:t>г.</w:t>
      </w:r>
    </w:p>
    <w:p w:rsidR="00F5304F" w:rsidRPr="00AF4489" w:rsidRDefault="00F5304F" w:rsidP="00AF448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18"/>
        </w:rPr>
      </w:pPr>
    </w:p>
    <w:p w:rsidR="00F5304F" w:rsidRPr="00D6585A" w:rsidRDefault="00F5304F" w:rsidP="00AF448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center"/>
        <w:rPr>
          <w:rFonts w:ascii="Segoe UI" w:hAnsi="Segoe UI" w:cs="Segoe UI"/>
          <w:sz w:val="18"/>
          <w:szCs w:val="18"/>
        </w:rPr>
      </w:pPr>
      <w:r w:rsidRPr="00EA3CF4"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F5304F" w:rsidRPr="00D6585A" w:rsidRDefault="00F5304F" w:rsidP="00AF4489">
      <w:pPr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 xml:space="preserve">Настоящее Положение определяет цели, задачи, регламент и порядок проведения </w:t>
      </w:r>
      <w:r w:rsidRPr="00D6585A">
        <w:rPr>
          <w:rFonts w:ascii="Times New Roman" w:hAnsi="Times New Roman"/>
          <w:sz w:val="28"/>
          <w:szCs w:val="28"/>
          <w:lang w:val="en-US"/>
        </w:rPr>
        <w:t>VIII</w:t>
      </w:r>
      <w:r w:rsidRPr="00D6585A">
        <w:rPr>
          <w:rFonts w:ascii="Times New Roman" w:hAnsi="Times New Roman"/>
          <w:sz w:val="28"/>
          <w:szCs w:val="28"/>
        </w:rPr>
        <w:t xml:space="preserve"> межрайонн</w:t>
      </w:r>
      <w:r>
        <w:rPr>
          <w:rFonts w:ascii="Times New Roman" w:hAnsi="Times New Roman"/>
          <w:sz w:val="28"/>
          <w:szCs w:val="28"/>
        </w:rPr>
        <w:t>ого</w:t>
      </w:r>
      <w:r w:rsidRPr="00D6585A">
        <w:rPr>
          <w:rFonts w:ascii="Times New Roman" w:hAnsi="Times New Roman"/>
          <w:sz w:val="28"/>
          <w:szCs w:val="28"/>
        </w:rPr>
        <w:t xml:space="preserve"> смотр</w:t>
      </w:r>
      <w:r>
        <w:rPr>
          <w:rFonts w:ascii="Times New Roman" w:hAnsi="Times New Roman"/>
          <w:sz w:val="28"/>
          <w:szCs w:val="28"/>
        </w:rPr>
        <w:t>а</w:t>
      </w:r>
      <w:r w:rsidRPr="00D6585A">
        <w:rPr>
          <w:rFonts w:ascii="Times New Roman" w:hAnsi="Times New Roman"/>
          <w:sz w:val="28"/>
          <w:szCs w:val="28"/>
        </w:rPr>
        <w:t>-конкурс</w:t>
      </w:r>
      <w:r>
        <w:rPr>
          <w:rFonts w:ascii="Times New Roman" w:hAnsi="Times New Roman"/>
          <w:sz w:val="28"/>
          <w:szCs w:val="28"/>
        </w:rPr>
        <w:t>а</w:t>
      </w:r>
      <w:r w:rsidRPr="00D6585A">
        <w:rPr>
          <w:rFonts w:ascii="Times New Roman" w:hAnsi="Times New Roman"/>
          <w:sz w:val="28"/>
          <w:szCs w:val="28"/>
        </w:rPr>
        <w:t xml:space="preserve"> военно-патриотической песни «Во имя победы!», </w:t>
      </w:r>
      <w:r>
        <w:rPr>
          <w:rFonts w:ascii="Times New Roman" w:hAnsi="Times New Roman"/>
          <w:sz w:val="28"/>
          <w:szCs w:val="28"/>
        </w:rPr>
        <w:t>посвященном</w:t>
      </w:r>
      <w:r w:rsidRPr="00D6585A">
        <w:rPr>
          <w:rFonts w:ascii="Times New Roman" w:hAnsi="Times New Roman"/>
          <w:sz w:val="28"/>
          <w:szCs w:val="28"/>
        </w:rPr>
        <w:t xml:space="preserve"> 78-й годовщине Победы в Великой Отечественной войне (далее – смотр-конкурс).</w:t>
      </w:r>
    </w:p>
    <w:p w:rsidR="00F5304F" w:rsidRPr="00D6585A" w:rsidRDefault="00F5304F" w:rsidP="00D6585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Смотр – конкурс проводится по инициативе 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Омутнинского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района.</w:t>
      </w:r>
    </w:p>
    <w:p w:rsidR="00F5304F" w:rsidRPr="00D6585A" w:rsidRDefault="00F5304F" w:rsidP="00D6585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Организаторами мероприятия являются: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администрация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Омутнинский муниципальный район;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администрация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>утнинского городского поселения;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Управление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Омутнинского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;</w:t>
      </w:r>
    </w:p>
    <w:p w:rsidR="00F5304F" w:rsidRPr="00D6585A" w:rsidRDefault="00F5304F" w:rsidP="00AF44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МБУК «Централизованная клубная система» Омутнинского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F5304F" w:rsidRPr="00D6585A" w:rsidRDefault="00F5304F" w:rsidP="00AF448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6585A">
        <w:rPr>
          <w:rFonts w:ascii="Times New Roman" w:hAnsi="Times New Roman"/>
          <w:b/>
          <w:bCs/>
          <w:sz w:val="28"/>
          <w:szCs w:val="28"/>
        </w:rPr>
        <w:t>Цели и задачи смотра – конкурса</w:t>
      </w:r>
    </w:p>
    <w:p w:rsidR="00F5304F" w:rsidRDefault="00F5304F" w:rsidP="00AF44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Целями и задачами в смотре-конкурсе являются: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сохранение памяти о воинском и трудовом подвиге защитников Отечества, славных воинских традиций;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 xml:space="preserve">- </w:t>
      </w:r>
      <w:r w:rsidRPr="00D6585A">
        <w:rPr>
          <w:rFonts w:ascii="Times New Roman" w:hAnsi="Times New Roman"/>
          <w:sz w:val="28"/>
          <w:szCs w:val="28"/>
          <w:shd w:val="clear" w:color="auto" w:fill="FBFBFB"/>
        </w:rPr>
        <w:t>формирование гражданско-патриотических качеств у подрастающего поколения и приобщение молодых исполнителей к лучшим образцам отечественной культуры и искусства;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пропаганда музыкальных произведений патриотической тематики и укрепление духовно – нравственного, культурно – эстетического воспитания современного общества;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раскрытие, стимулирование ярких самодеятельных исполнителей;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развитие хорового и ансамблевого исполнительства, повышение творческого уровня;</w:t>
      </w:r>
    </w:p>
    <w:p w:rsidR="00F5304F" w:rsidRPr="00D6585A" w:rsidRDefault="00F5304F" w:rsidP="00D658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создание дружеского, коллективного соревновательного духа.</w:t>
      </w:r>
    </w:p>
    <w:p w:rsidR="00F5304F" w:rsidRPr="00D6585A" w:rsidRDefault="00F5304F" w:rsidP="00AF448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6585A">
        <w:rPr>
          <w:rFonts w:ascii="Times New Roman" w:hAnsi="Times New Roman"/>
          <w:b/>
          <w:bCs/>
          <w:sz w:val="28"/>
          <w:szCs w:val="28"/>
        </w:rPr>
        <w:t>Участники смотра – конкурса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D6585A">
        <w:rPr>
          <w:rFonts w:ascii="Times New Roman" w:hAnsi="Times New Roman"/>
          <w:sz w:val="28"/>
          <w:szCs w:val="28"/>
        </w:rPr>
        <w:t>К участию в смотре – конкурсе приглашаются команды и отдельные исполнители действующих сотрудников и</w:t>
      </w:r>
      <w:r>
        <w:rPr>
          <w:rFonts w:ascii="Times New Roman" w:hAnsi="Times New Roman"/>
          <w:sz w:val="28"/>
          <w:szCs w:val="28"/>
        </w:rPr>
        <w:t xml:space="preserve"> их ветеранов: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ФКУ ИК-1, ФКУ ИК-6, ФКУ ИК-17, ФКУ ИК-18 УФСИН России по Кировской области; МО МВД России «Омутнинский»;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прокуратуры Омутнинского района, Омутнинского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 xml:space="preserve">МРО УФССП России по Кировской области; 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межрайонной инспекци</w:t>
      </w:r>
      <w:r>
        <w:rPr>
          <w:rFonts w:ascii="Times New Roman" w:hAnsi="Times New Roman"/>
          <w:sz w:val="28"/>
          <w:szCs w:val="28"/>
        </w:rPr>
        <w:t>и ФНС № 3 по Кировской области;</w:t>
      </w:r>
    </w:p>
    <w:p w:rsidR="00F5304F" w:rsidRPr="002B2AEF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075DCE">
        <w:rPr>
          <w:rFonts w:ascii="Times New Roman" w:hAnsi="Times New Roman"/>
          <w:sz w:val="28"/>
          <w:szCs w:val="28"/>
          <w:shd w:val="clear" w:color="auto" w:fill="FFFFFF"/>
        </w:rPr>
        <w:t>ожарн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о-спасательной части № 42 ФГКУ «</w:t>
      </w:r>
      <w:r w:rsidRPr="00075DCE">
        <w:rPr>
          <w:rFonts w:ascii="Times New Roman" w:hAnsi="Times New Roman"/>
          <w:sz w:val="28"/>
          <w:szCs w:val="28"/>
          <w:shd w:val="clear" w:color="auto" w:fill="FFFFFF"/>
        </w:rPr>
        <w:t>11 ОФПС по Кировской области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</w:rPr>
        <w:t xml:space="preserve">, пожарной части №68 </w:t>
      </w:r>
      <w:r w:rsidRPr="00D6585A">
        <w:rPr>
          <w:rFonts w:ascii="Times New Roman" w:hAnsi="Times New Roman"/>
          <w:sz w:val="28"/>
          <w:szCs w:val="28"/>
        </w:rPr>
        <w:t>пгт. Песковка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Омутнинского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района КОГКУ «Кировская областная пожарно-спасательная служба»;</w:t>
      </w:r>
    </w:p>
    <w:p w:rsidR="00F5304F" w:rsidRPr="00D6585A" w:rsidRDefault="00F5304F" w:rsidP="00D658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команды 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УФСИН, МЧС, инспекций ФНМ и МВД России по Кировской области в Верхнекамском, Афанасьевском, Белохолуницком, Нагорском районах.</w:t>
      </w:r>
    </w:p>
    <w:p w:rsidR="00F5304F" w:rsidRPr="00AF4489" w:rsidRDefault="00F5304F" w:rsidP="00D6585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b/>
          <w:bCs/>
          <w:sz w:val="28"/>
          <w:szCs w:val="28"/>
        </w:rPr>
        <w:t xml:space="preserve">Порядок, условия и сроки проведения </w:t>
      </w:r>
    </w:p>
    <w:p w:rsidR="00F5304F" w:rsidRPr="00D6585A" w:rsidRDefault="00F5304F" w:rsidP="00AF4489">
      <w:pPr>
        <w:pStyle w:val="ListParagraph"/>
        <w:autoSpaceDE w:val="0"/>
        <w:autoSpaceDN w:val="0"/>
        <w:adjustRightInd w:val="0"/>
        <w:spacing w:after="0" w:line="240" w:lineRule="auto"/>
        <w:ind w:left="1494"/>
        <w:jc w:val="center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b/>
          <w:bCs/>
          <w:sz w:val="28"/>
          <w:szCs w:val="28"/>
        </w:rPr>
        <w:t>смотра – конкурса</w:t>
      </w:r>
    </w:p>
    <w:p w:rsidR="00F5304F" w:rsidRPr="00D6585A" w:rsidRDefault="00F5304F" w:rsidP="00D6585A">
      <w:pPr>
        <w:pStyle w:val="ListParagraph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sz w:val="28"/>
          <w:szCs w:val="28"/>
        </w:rPr>
      </w:pP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.</w:t>
      </w:r>
      <w:r w:rsidRPr="00D6585A">
        <w:rPr>
          <w:rFonts w:ascii="Times New Roman" w:hAnsi="Times New Roman"/>
          <w:sz w:val="28"/>
          <w:szCs w:val="28"/>
        </w:rPr>
        <w:t xml:space="preserve"> Смотр – конкурс состоится </w:t>
      </w:r>
      <w:r w:rsidRPr="00D6585A">
        <w:rPr>
          <w:rFonts w:ascii="Times New Roman" w:hAnsi="Times New Roman"/>
          <w:b/>
          <w:bCs/>
          <w:sz w:val="28"/>
          <w:szCs w:val="28"/>
          <w:u w:val="single"/>
        </w:rPr>
        <w:t xml:space="preserve">06 мая </w:t>
      </w:r>
      <w:smartTag w:uri="urn:schemas-microsoft-com:office:smarttags" w:element="metricconverter">
        <w:smartTagPr>
          <w:attr w:name="ProductID" w:val="2023 г"/>
        </w:smartTagPr>
        <w:r w:rsidRPr="00D6585A">
          <w:rPr>
            <w:rFonts w:ascii="Times New Roman" w:hAnsi="Times New Roman"/>
            <w:b/>
            <w:bCs/>
            <w:sz w:val="28"/>
            <w:szCs w:val="28"/>
            <w:u w:val="single"/>
          </w:rPr>
          <w:t>2023</w:t>
        </w:r>
        <w:r>
          <w:rPr>
            <w:rFonts w:ascii="Times New Roman" w:hAnsi="Times New Roman"/>
            <w:b/>
            <w:bCs/>
            <w:sz w:val="28"/>
            <w:szCs w:val="28"/>
            <w:u w:val="single"/>
          </w:rPr>
          <w:t xml:space="preserve"> г</w:t>
        </w:r>
      </w:smartTag>
      <w:r>
        <w:rPr>
          <w:rFonts w:ascii="Times New Roman" w:hAnsi="Times New Roman"/>
          <w:b/>
          <w:bCs/>
          <w:sz w:val="28"/>
          <w:szCs w:val="28"/>
          <w:u w:val="single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6585A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6585A">
        <w:rPr>
          <w:rFonts w:ascii="Times New Roman" w:hAnsi="Times New Roman"/>
          <w:bCs/>
          <w:sz w:val="28"/>
          <w:szCs w:val="28"/>
        </w:rPr>
        <w:t>11.00. во Дворце культуры «Металлург»</w:t>
      </w:r>
      <w:r>
        <w:rPr>
          <w:rFonts w:ascii="Times New Roman" w:hAnsi="Times New Roman"/>
          <w:bCs/>
          <w:sz w:val="28"/>
          <w:szCs w:val="28"/>
        </w:rPr>
        <w:t>, по адресу: г. Омутнинск, ул. 30-летия Победы, д. 16.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4.2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6585A">
        <w:rPr>
          <w:rFonts w:ascii="Times New Roman" w:hAnsi="Times New Roman"/>
          <w:sz w:val="28"/>
          <w:szCs w:val="28"/>
        </w:rPr>
        <w:t>Тема смотра-конкурса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«Нам всем завещана Россия».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r w:rsidRPr="00D6585A">
        <w:rPr>
          <w:rFonts w:ascii="Times New Roman" w:hAnsi="Times New Roman"/>
          <w:sz w:val="28"/>
          <w:szCs w:val="28"/>
        </w:rPr>
        <w:t>Участники должны представить литературно-музыкальную композицию, 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должна содержать:</w:t>
      </w:r>
    </w:p>
    <w:p w:rsidR="00F5304F" w:rsidRPr="00D6585A" w:rsidRDefault="00F5304F" w:rsidP="00D658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песню о героизме, стойкости и мужестве солдат в годы Великой Отечественной войны;</w:t>
      </w:r>
    </w:p>
    <w:p w:rsidR="00F5304F" w:rsidRPr="00AF4489" w:rsidRDefault="00F5304F" w:rsidP="00D658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патриотическую песню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чести и достоинстве русского воина,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 xml:space="preserve">преданности воинскому долгу, любви к Родине, готовности встать на защиту своего </w:t>
      </w:r>
      <w:r w:rsidRPr="00AF4489">
        <w:rPr>
          <w:rFonts w:ascii="Times New Roman" w:hAnsi="Times New Roman"/>
          <w:sz w:val="28"/>
          <w:szCs w:val="28"/>
        </w:rPr>
        <w:t>Отечества;</w:t>
      </w:r>
    </w:p>
    <w:p w:rsidR="00F5304F" w:rsidRPr="00AF4489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4489">
        <w:rPr>
          <w:rFonts w:ascii="Times New Roman" w:hAnsi="Times New Roman"/>
          <w:bCs/>
          <w:sz w:val="28"/>
          <w:szCs w:val="28"/>
        </w:rPr>
        <w:t>В репертуаре участников могут быть песни современных авторов, обработки народных песен, авторские сочинения.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4.3. Номинации смотра-конкурса: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«Вокальный ансамбль»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(не более 10 человек, дуэты, трио, квартеты);</w:t>
      </w:r>
      <w:r w:rsidRPr="00D6585A">
        <w:rPr>
          <w:rFonts w:ascii="Times New Roman" w:hAnsi="Times New Roman"/>
          <w:sz w:val="28"/>
          <w:szCs w:val="28"/>
          <w:lang w:val="en-US"/>
        </w:rPr>
        <w:t> 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«Солист – вокалист»;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«Хор»</w:t>
      </w:r>
      <w:r w:rsidRPr="00D6585A">
        <w:rPr>
          <w:rFonts w:ascii="Times New Roman" w:hAnsi="Times New Roman"/>
          <w:sz w:val="28"/>
          <w:szCs w:val="28"/>
          <w:lang w:val="en-US"/>
        </w:rPr>
        <w:t> </w:t>
      </w:r>
      <w:r w:rsidRPr="00D6585A">
        <w:rPr>
          <w:rFonts w:ascii="Times New Roman" w:hAnsi="Times New Roman"/>
          <w:sz w:val="28"/>
          <w:szCs w:val="28"/>
        </w:rPr>
        <w:t>(не более 20 человек);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- «Авторская песня».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4.4</w:t>
      </w:r>
      <w:r>
        <w:rPr>
          <w:rFonts w:ascii="Times New Roman" w:hAnsi="Times New Roman"/>
          <w:sz w:val="28"/>
          <w:szCs w:val="28"/>
        </w:rPr>
        <w:t>.</w:t>
      </w:r>
      <w:r w:rsidRPr="00D6585A">
        <w:rPr>
          <w:rFonts w:ascii="Times New Roman" w:hAnsi="Times New Roman"/>
          <w:sz w:val="28"/>
          <w:szCs w:val="28"/>
        </w:rPr>
        <w:t xml:space="preserve"> Общее выступление каждой команды </w:t>
      </w:r>
      <w:r w:rsidRPr="00D6585A">
        <w:rPr>
          <w:rFonts w:ascii="Times New Roman" w:hAnsi="Times New Roman"/>
          <w:bCs/>
          <w:sz w:val="28"/>
          <w:szCs w:val="28"/>
        </w:rPr>
        <w:t>не более 13 минут</w:t>
      </w:r>
      <w:r w:rsidRPr="00D6585A">
        <w:rPr>
          <w:rFonts w:ascii="Times New Roman" w:hAnsi="Times New Roman"/>
          <w:sz w:val="28"/>
          <w:szCs w:val="28"/>
        </w:rPr>
        <w:t>.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4.5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6585A">
        <w:rPr>
          <w:rFonts w:ascii="Times New Roman" w:hAnsi="Times New Roman"/>
          <w:color w:val="00000A"/>
          <w:sz w:val="28"/>
          <w:szCs w:val="28"/>
        </w:rPr>
        <w:t>Произведения исполняются под «живой» аккомпанемент или фонограмму «минус».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D6585A">
        <w:rPr>
          <w:rFonts w:ascii="Times New Roman" w:hAnsi="Times New Roman"/>
          <w:color w:val="00000A"/>
          <w:sz w:val="28"/>
          <w:szCs w:val="28"/>
        </w:rPr>
        <w:t>Исполнение под «плюсовую» фонограмму, фонограмму «караоке» и с бэк – вокалом, дублирующим основную партию – не допускаются.</w:t>
      </w:r>
    </w:p>
    <w:p w:rsidR="00F5304F" w:rsidRPr="00D6585A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4.6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6585A">
        <w:rPr>
          <w:rFonts w:ascii="Times New Roman" w:hAnsi="Times New Roman"/>
          <w:sz w:val="28"/>
          <w:szCs w:val="28"/>
        </w:rPr>
        <w:t xml:space="preserve">Очередность выступления определяется путем </w:t>
      </w:r>
      <w:r w:rsidRPr="00D6585A">
        <w:rPr>
          <w:rFonts w:ascii="Times New Roman" w:hAnsi="Times New Roman"/>
          <w:bCs/>
          <w:sz w:val="28"/>
          <w:szCs w:val="28"/>
        </w:rPr>
        <w:t xml:space="preserve">открытой жеребьевки </w:t>
      </w:r>
      <w:r w:rsidRPr="00D6585A">
        <w:rPr>
          <w:rFonts w:ascii="Times New Roman" w:hAnsi="Times New Roman"/>
          <w:sz w:val="28"/>
          <w:szCs w:val="28"/>
        </w:rPr>
        <w:t xml:space="preserve">на церемонии открытия смотра – конкурса. </w:t>
      </w:r>
    </w:p>
    <w:p w:rsidR="00F5304F" w:rsidRPr="00AF4489" w:rsidRDefault="00F5304F" w:rsidP="00D65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 xml:space="preserve">4.7. Приветствуются дополнительные </w:t>
      </w:r>
      <w:r w:rsidRPr="00D6585A">
        <w:rPr>
          <w:rFonts w:ascii="Times New Roman" w:hAnsi="Times New Roman"/>
          <w:bCs/>
          <w:sz w:val="28"/>
          <w:szCs w:val="28"/>
        </w:rPr>
        <w:t>внеконкурсные концертные номера</w:t>
      </w:r>
      <w:r w:rsidRPr="00D6585A">
        <w:rPr>
          <w:rFonts w:ascii="Times New Roman" w:hAnsi="Times New Roman"/>
          <w:sz w:val="28"/>
          <w:szCs w:val="28"/>
        </w:rPr>
        <w:t xml:space="preserve">, которые будут исполняться во время </w:t>
      </w:r>
      <w:r w:rsidRPr="00AF4489">
        <w:rPr>
          <w:rFonts w:ascii="Times New Roman" w:hAnsi="Times New Roman"/>
          <w:sz w:val="28"/>
          <w:szCs w:val="28"/>
        </w:rPr>
        <w:t xml:space="preserve">подведения итогов смотра – конкурса. Об участии сообщить в заявке с </w:t>
      </w:r>
      <w:r>
        <w:rPr>
          <w:rFonts w:ascii="Times New Roman" w:hAnsi="Times New Roman"/>
          <w:sz w:val="28"/>
          <w:szCs w:val="28"/>
        </w:rPr>
        <w:t>пометкой: внеконкурсный номер.</w:t>
      </w:r>
    </w:p>
    <w:p w:rsidR="00F5304F" w:rsidRPr="002B2AEF" w:rsidRDefault="00F5304F" w:rsidP="00D658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4.8 Заявки на участие</w:t>
      </w:r>
      <w:r>
        <w:rPr>
          <w:rFonts w:ascii="Times New Roman" w:hAnsi="Times New Roman"/>
          <w:sz w:val="28"/>
          <w:szCs w:val="28"/>
        </w:rPr>
        <w:t xml:space="preserve"> в конкурсе (Приложение №2</w:t>
      </w:r>
      <w:r w:rsidRPr="00D6585A">
        <w:rPr>
          <w:rFonts w:ascii="Times New Roman" w:hAnsi="Times New Roman"/>
          <w:sz w:val="28"/>
          <w:szCs w:val="28"/>
        </w:rPr>
        <w:t>) принимаются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bCs/>
          <w:sz w:val="28"/>
          <w:szCs w:val="28"/>
        </w:rPr>
        <w:t>до 29.04.2023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по электронному адресу</w:t>
      </w:r>
      <w:r>
        <w:rPr>
          <w:rFonts w:ascii="Times New Roman" w:hAnsi="Times New Roman"/>
          <w:sz w:val="28"/>
          <w:szCs w:val="28"/>
        </w:rPr>
        <w:t xml:space="preserve">: </w:t>
      </w:r>
      <w:r w:rsidRPr="00D6585A">
        <w:rPr>
          <w:rFonts w:ascii="Times New Roman" w:hAnsi="Times New Roman"/>
          <w:sz w:val="28"/>
          <w:szCs w:val="28"/>
          <w:lang w:val="en-US"/>
        </w:rPr>
        <w:t>mu</w:t>
      </w:r>
      <w:r w:rsidRPr="00D6585A">
        <w:rPr>
          <w:rFonts w:ascii="Times New Roman" w:hAnsi="Times New Roman"/>
          <w:sz w:val="28"/>
          <w:szCs w:val="28"/>
        </w:rPr>
        <w:t>-</w:t>
      </w:r>
      <w:r w:rsidRPr="00D6585A">
        <w:rPr>
          <w:rFonts w:ascii="Times New Roman" w:hAnsi="Times New Roman"/>
          <w:sz w:val="28"/>
          <w:szCs w:val="28"/>
          <w:lang w:val="en-US"/>
        </w:rPr>
        <w:t>cks</w:t>
      </w:r>
      <w:r w:rsidRPr="00D6585A">
        <w:rPr>
          <w:rFonts w:ascii="Times New Roman" w:hAnsi="Times New Roman"/>
          <w:sz w:val="28"/>
          <w:szCs w:val="28"/>
        </w:rPr>
        <w:t>@</w:t>
      </w:r>
      <w:r w:rsidRPr="00D6585A">
        <w:rPr>
          <w:rFonts w:ascii="Times New Roman" w:hAnsi="Times New Roman"/>
          <w:sz w:val="28"/>
          <w:szCs w:val="28"/>
          <w:lang w:val="en-US"/>
        </w:rPr>
        <w:t>yandex</w:t>
      </w:r>
      <w:r w:rsidRPr="00D6585A">
        <w:rPr>
          <w:rFonts w:ascii="Times New Roman" w:hAnsi="Times New Roman"/>
          <w:sz w:val="28"/>
          <w:szCs w:val="28"/>
        </w:rPr>
        <w:t>.</w:t>
      </w:r>
      <w:r w:rsidRPr="00D6585A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F5304F" w:rsidRPr="006013D9" w:rsidRDefault="00F5304F" w:rsidP="006013D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66"/>
        <w:jc w:val="center"/>
        <w:rPr>
          <w:rFonts w:ascii="Times New Roman" w:hAnsi="Times New Roman"/>
          <w:b/>
          <w:bCs/>
          <w:sz w:val="28"/>
          <w:szCs w:val="28"/>
        </w:rPr>
      </w:pPr>
      <w:r w:rsidRPr="00D6585A">
        <w:rPr>
          <w:rFonts w:ascii="Times New Roman" w:hAnsi="Times New Roman"/>
          <w:b/>
          <w:bCs/>
          <w:sz w:val="28"/>
          <w:szCs w:val="28"/>
        </w:rPr>
        <w:t>Награждение</w:t>
      </w:r>
    </w:p>
    <w:p w:rsidR="00F5304F" w:rsidRPr="00D6585A" w:rsidRDefault="00F5304F" w:rsidP="006013D9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>По результатам конкурсных выступлений коллективам, получившим наибольшее количество баллов, присваивается звание Лауреата (I,</w:t>
      </w:r>
      <w:r w:rsidRPr="00D6585A">
        <w:rPr>
          <w:rFonts w:ascii="Times New Roman" w:hAnsi="Times New Roman"/>
          <w:sz w:val="28"/>
          <w:szCs w:val="28"/>
          <w:lang w:val="en-US"/>
        </w:rPr>
        <w:t> II</w:t>
      </w:r>
      <w:r w:rsidRPr="00D6585A">
        <w:rPr>
          <w:rFonts w:ascii="Times New Roman" w:hAnsi="Times New Roman"/>
          <w:sz w:val="28"/>
          <w:szCs w:val="28"/>
        </w:rPr>
        <w:t>,</w:t>
      </w:r>
      <w:r w:rsidRPr="00D6585A">
        <w:rPr>
          <w:rFonts w:ascii="Times New Roman" w:hAnsi="Times New Roman"/>
          <w:sz w:val="28"/>
          <w:szCs w:val="28"/>
          <w:lang w:val="en-US"/>
        </w:rPr>
        <w:t> III </w:t>
      </w:r>
      <w:r w:rsidRPr="00D6585A">
        <w:rPr>
          <w:rFonts w:ascii="Times New Roman" w:hAnsi="Times New Roman"/>
          <w:sz w:val="28"/>
          <w:szCs w:val="28"/>
        </w:rPr>
        <w:t xml:space="preserve">степени) конкурса, определяется обладатель Приза главы Омутнинского района. </w:t>
      </w:r>
    </w:p>
    <w:p w:rsidR="00F5304F" w:rsidRPr="00D6585A" w:rsidRDefault="00F5304F" w:rsidP="006013D9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 xml:space="preserve">В каждой номинации определяется один победитель. </w:t>
      </w:r>
    </w:p>
    <w:p w:rsidR="00F5304F" w:rsidRPr="00D6585A" w:rsidRDefault="00F5304F" w:rsidP="006013D9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 xml:space="preserve">Жюри имеет право присудить Гран-При смотра-конкурса и вводить дополнительные номинации. </w:t>
      </w:r>
    </w:p>
    <w:p w:rsidR="00F5304F" w:rsidRPr="00AF4489" w:rsidRDefault="00F5304F" w:rsidP="00AF4489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585A">
        <w:rPr>
          <w:rFonts w:ascii="Times New Roman" w:hAnsi="Times New Roman"/>
          <w:sz w:val="28"/>
          <w:szCs w:val="28"/>
        </w:rPr>
        <w:t xml:space="preserve"> Выступления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военно-патриотических клубов и объединений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оцениваются отдельно, в юношеской возрастной категории.</w:t>
      </w:r>
    </w:p>
    <w:p w:rsidR="00F5304F" w:rsidRDefault="00F5304F" w:rsidP="00AF4489">
      <w:pPr>
        <w:pStyle w:val="ListParagraph"/>
        <w:autoSpaceDE w:val="0"/>
        <w:autoSpaceDN w:val="0"/>
        <w:adjustRightInd w:val="0"/>
        <w:spacing w:before="240" w:line="276" w:lineRule="auto"/>
        <w:ind w:left="785"/>
        <w:rPr>
          <w:rFonts w:ascii="Times New Roman" w:hAnsi="Times New Roman"/>
          <w:b/>
          <w:bCs/>
          <w:sz w:val="28"/>
          <w:szCs w:val="28"/>
        </w:rPr>
      </w:pPr>
    </w:p>
    <w:p w:rsidR="00F5304F" w:rsidRPr="00AF4489" w:rsidRDefault="00F5304F" w:rsidP="00AF448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4489">
        <w:rPr>
          <w:rFonts w:ascii="Times New Roman" w:hAnsi="Times New Roman"/>
          <w:b/>
          <w:bCs/>
          <w:sz w:val="28"/>
          <w:szCs w:val="28"/>
        </w:rPr>
        <w:t>Критерии оценки</w:t>
      </w:r>
    </w:p>
    <w:p w:rsidR="00F5304F" w:rsidRDefault="00F5304F" w:rsidP="00AF4489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С</w:t>
      </w:r>
      <w:r w:rsidRPr="00D6585A">
        <w:rPr>
          <w:rFonts w:ascii="Times New Roman" w:hAnsi="Times New Roman"/>
          <w:sz w:val="28"/>
          <w:szCs w:val="28"/>
        </w:rPr>
        <w:t>оответствие репертуара т</w:t>
      </w:r>
      <w:r>
        <w:rPr>
          <w:rFonts w:ascii="Times New Roman" w:hAnsi="Times New Roman"/>
          <w:sz w:val="28"/>
          <w:szCs w:val="28"/>
        </w:rPr>
        <w:t>ребованиям настоящего Положения.</w:t>
      </w:r>
    </w:p>
    <w:p w:rsidR="00F5304F" w:rsidRPr="006013D9" w:rsidRDefault="00F5304F" w:rsidP="006013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И</w:t>
      </w:r>
      <w:r w:rsidRPr="00D6585A">
        <w:rPr>
          <w:rFonts w:ascii="Times New Roman" w:hAnsi="Times New Roman"/>
          <w:sz w:val="28"/>
          <w:szCs w:val="28"/>
        </w:rPr>
        <w:t>сполнительское мастерство, эмоциональность и артистичность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585A">
        <w:rPr>
          <w:rFonts w:ascii="Times New Roman" w:hAnsi="Times New Roman"/>
          <w:sz w:val="28"/>
          <w:szCs w:val="28"/>
        </w:rPr>
        <w:t>исполнения, сценическая культура</w:t>
      </w:r>
      <w:r>
        <w:rPr>
          <w:rFonts w:ascii="Times New Roman" w:hAnsi="Times New Roman"/>
          <w:sz w:val="28"/>
          <w:szCs w:val="28"/>
        </w:rPr>
        <w:t>.</w:t>
      </w:r>
    </w:p>
    <w:p w:rsidR="00F5304F" w:rsidRDefault="00F5304F" w:rsidP="00FE07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Х</w:t>
      </w:r>
      <w:r w:rsidRPr="00D6585A">
        <w:rPr>
          <w:rFonts w:ascii="Times New Roman" w:hAnsi="Times New Roman"/>
          <w:sz w:val="28"/>
          <w:szCs w:val="28"/>
        </w:rPr>
        <w:t>удожественная ценность репертуара, авторская оригинальность представленных выступлений.</w:t>
      </w:r>
    </w:p>
    <w:p w:rsidR="00F5304F" w:rsidRDefault="00F5304F" w:rsidP="00AF4489">
      <w:pPr>
        <w:spacing w:after="200" w:line="276" w:lineRule="auto"/>
        <w:jc w:val="center"/>
        <w:rPr>
          <w:rFonts w:ascii="Times New Roman CYR" w:hAnsi="Times New Roman CYR" w:cs="Times New Roman CYR"/>
          <w:sz w:val="28"/>
          <w:szCs w:val="28"/>
        </w:rPr>
        <w:sectPr w:rsidR="00F5304F" w:rsidSect="008D7EF6">
          <w:headerReference w:type="default" r:id="rId7"/>
          <w:headerReference w:type="first" r:id="rId8"/>
          <w:pgSz w:w="11906" w:h="16838"/>
          <w:pgMar w:top="1276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 CYR" w:hAnsi="Times New Roman CYR" w:cs="Times New Roman CYR"/>
          <w:sz w:val="28"/>
          <w:szCs w:val="28"/>
        </w:rPr>
        <w:t>__________________</w:t>
      </w:r>
    </w:p>
    <w:p w:rsidR="00F5304F" w:rsidRPr="006013D9" w:rsidRDefault="00F5304F" w:rsidP="006013D9">
      <w:pPr>
        <w:spacing w:after="0"/>
        <w:ind w:firstLine="5387"/>
        <w:rPr>
          <w:rFonts w:ascii="Times New Roman" w:hAnsi="Times New Roman"/>
          <w:sz w:val="28"/>
          <w:szCs w:val="28"/>
        </w:rPr>
      </w:pPr>
      <w:r w:rsidRPr="006013D9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3D9">
        <w:rPr>
          <w:rFonts w:ascii="Times New Roman" w:hAnsi="Times New Roman"/>
          <w:sz w:val="28"/>
          <w:szCs w:val="28"/>
        </w:rPr>
        <w:t>2</w:t>
      </w:r>
    </w:p>
    <w:p w:rsidR="00F5304F" w:rsidRPr="006013D9" w:rsidRDefault="00F5304F" w:rsidP="006013D9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5304F" w:rsidRPr="006013D9" w:rsidRDefault="00F5304F" w:rsidP="006013D9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>УТВЕРЖДЕНА</w:t>
      </w:r>
    </w:p>
    <w:p w:rsidR="00F5304F" w:rsidRPr="006013D9" w:rsidRDefault="00F5304F" w:rsidP="006013D9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5304F" w:rsidRPr="006013D9" w:rsidRDefault="00F5304F" w:rsidP="006013D9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F5304F" w:rsidRPr="006013D9" w:rsidRDefault="00F5304F" w:rsidP="006013D9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5304F" w:rsidRPr="006013D9" w:rsidRDefault="00F5304F" w:rsidP="006013D9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 xml:space="preserve">Омутнинский муниципальный </w:t>
      </w:r>
    </w:p>
    <w:p w:rsidR="00F5304F" w:rsidRPr="006013D9" w:rsidRDefault="00F5304F" w:rsidP="006013D9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 xml:space="preserve">район Кировской области </w:t>
      </w:r>
    </w:p>
    <w:p w:rsidR="00F5304F" w:rsidRPr="006013D9" w:rsidRDefault="00F5304F" w:rsidP="006013D9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31.03.2023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013D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F5304F" w:rsidRDefault="00F5304F" w:rsidP="006375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04F" w:rsidRPr="00A45710" w:rsidRDefault="00F5304F" w:rsidP="006375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5304F" w:rsidRPr="00263E00" w:rsidRDefault="00F5304F" w:rsidP="006375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3E00">
        <w:rPr>
          <w:rFonts w:ascii="Times New Roman" w:hAnsi="Times New Roman"/>
          <w:b/>
          <w:bCs/>
          <w:sz w:val="28"/>
          <w:szCs w:val="28"/>
        </w:rPr>
        <w:t>ЗАЯВКА</w:t>
      </w:r>
    </w:p>
    <w:p w:rsidR="00F5304F" w:rsidRPr="00263E00" w:rsidRDefault="00F5304F" w:rsidP="006013D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18"/>
          <w:szCs w:val="18"/>
        </w:rPr>
      </w:pPr>
      <w:r w:rsidRPr="00263E00">
        <w:rPr>
          <w:rFonts w:ascii="Times New Roman" w:hAnsi="Times New Roman"/>
          <w:b/>
          <w:bCs/>
          <w:sz w:val="28"/>
          <w:szCs w:val="28"/>
        </w:rPr>
        <w:t xml:space="preserve">на участие в </w:t>
      </w:r>
      <w:r w:rsidRPr="00263E00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VIII</w:t>
      </w:r>
      <w:r w:rsidRPr="00263E00">
        <w:rPr>
          <w:rFonts w:ascii="Times New Roman CYR" w:hAnsi="Times New Roman CYR" w:cs="Times New Roman CYR"/>
          <w:b/>
          <w:bCs/>
          <w:sz w:val="28"/>
          <w:szCs w:val="28"/>
        </w:rPr>
        <w:t xml:space="preserve"> межрайонном смотре – конкурсе</w:t>
      </w:r>
    </w:p>
    <w:p w:rsidR="00F5304F" w:rsidRPr="00263E00" w:rsidRDefault="00F5304F" w:rsidP="006013D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18"/>
          <w:szCs w:val="18"/>
        </w:rPr>
      </w:pPr>
      <w:r w:rsidRPr="00263E00">
        <w:rPr>
          <w:rFonts w:ascii="Times New Roman CYR" w:hAnsi="Times New Roman CYR" w:cs="Times New Roman CYR"/>
          <w:b/>
          <w:bCs/>
          <w:sz w:val="28"/>
          <w:szCs w:val="28"/>
        </w:rPr>
        <w:t xml:space="preserve">военно-патриотической песни </w:t>
      </w:r>
      <w:r w:rsidRPr="00263E00">
        <w:rPr>
          <w:rFonts w:ascii="Times New Roman" w:hAnsi="Times New Roman"/>
          <w:b/>
          <w:bCs/>
          <w:sz w:val="28"/>
          <w:szCs w:val="28"/>
        </w:rPr>
        <w:t>«</w:t>
      </w:r>
      <w:r w:rsidRPr="00263E00">
        <w:rPr>
          <w:rFonts w:ascii="Times New Roman CYR" w:hAnsi="Times New Roman CYR" w:cs="Times New Roman CYR"/>
          <w:b/>
          <w:bCs/>
          <w:sz w:val="28"/>
          <w:szCs w:val="28"/>
        </w:rPr>
        <w:t>Во имя Победы!</w:t>
      </w:r>
      <w:r w:rsidRPr="00263E00">
        <w:rPr>
          <w:rFonts w:ascii="Times New Roman" w:hAnsi="Times New Roman"/>
          <w:b/>
          <w:bCs/>
          <w:sz w:val="28"/>
          <w:szCs w:val="28"/>
        </w:rPr>
        <w:t>»,</w:t>
      </w:r>
    </w:p>
    <w:p w:rsidR="00F5304F" w:rsidRPr="00263E00" w:rsidRDefault="00F5304F" w:rsidP="006013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63E00">
        <w:rPr>
          <w:rFonts w:ascii="Times New Roman CYR" w:hAnsi="Times New Roman CYR" w:cs="Times New Roman CYR"/>
          <w:b/>
          <w:bCs/>
          <w:sz w:val="28"/>
          <w:szCs w:val="28"/>
        </w:rPr>
        <w:t>посвященном 78-й годовщине Победы в Великой Отечественной войне</w:t>
      </w:r>
    </w:p>
    <w:p w:rsidR="00F5304F" w:rsidRPr="006013D9" w:rsidRDefault="00F5304F" w:rsidP="006013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5304F" w:rsidRPr="006013D9" w:rsidRDefault="00F5304F" w:rsidP="006375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tbl>
      <w:tblPr>
        <w:tblW w:w="0" w:type="auto"/>
        <w:tblInd w:w="-4" w:type="dxa"/>
        <w:tblLayout w:type="fixed"/>
        <w:tblLook w:val="0000"/>
      </w:tblPr>
      <w:tblGrid>
        <w:gridCol w:w="4106"/>
        <w:gridCol w:w="5239"/>
      </w:tblGrid>
      <w:tr w:rsidR="00F5304F" w:rsidRPr="005C383C" w:rsidTr="006D322A">
        <w:trPr>
          <w:trHeight w:val="1"/>
        </w:trPr>
        <w:tc>
          <w:tcPr>
            <w:tcW w:w="4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t>Полное название организации -   заявителя</w:t>
            </w:r>
          </w:p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D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</w:p>
          <w:p w:rsidR="00F5304F" w:rsidRPr="005C383C" w:rsidRDefault="00F5304F" w:rsidP="006D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</w:p>
          <w:p w:rsidR="00F5304F" w:rsidRPr="005C383C" w:rsidRDefault="00F5304F" w:rsidP="006D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F5304F" w:rsidRPr="005C383C" w:rsidTr="006D322A">
        <w:trPr>
          <w:trHeight w:val="1"/>
        </w:trPr>
        <w:tc>
          <w:tcPr>
            <w:tcW w:w="4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t xml:space="preserve">Фамилия, имя, отчество    </w:t>
            </w:r>
          </w:p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t>руководителя организации</w:t>
            </w:r>
          </w:p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D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5304F" w:rsidRPr="005C383C" w:rsidTr="006D322A">
        <w:trPr>
          <w:trHeight w:val="255"/>
        </w:trPr>
        <w:tc>
          <w:tcPr>
            <w:tcW w:w="4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t>Количество участников в номерах</w:t>
            </w:r>
            <w:r w:rsidRPr="005C383C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D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F5304F" w:rsidRPr="005C383C" w:rsidTr="006D322A">
        <w:trPr>
          <w:trHeight w:val="375"/>
        </w:trPr>
        <w:tc>
          <w:tcPr>
            <w:tcW w:w="4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t>Общее количество приезжающих</w:t>
            </w: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br/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D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5304F" w:rsidRPr="005C383C" w:rsidTr="006D322A">
        <w:trPr>
          <w:trHeight w:val="300"/>
        </w:trPr>
        <w:tc>
          <w:tcPr>
            <w:tcW w:w="4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t xml:space="preserve">Фамилия, имя, отчество,    </w:t>
            </w:r>
          </w:p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t>сотовый и рабочий телефон контактного лица</w:t>
            </w:r>
          </w:p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D3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5304F" w:rsidRPr="005C383C" w:rsidTr="006D322A">
        <w:trPr>
          <w:trHeight w:val="1"/>
        </w:trPr>
        <w:tc>
          <w:tcPr>
            <w:tcW w:w="4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t>Направляющая организация:</w:t>
            </w:r>
          </w:p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</w:rPr>
              <w:t>Индекс, адрес, телефон</w:t>
            </w:r>
            <w:r w:rsidRPr="005C383C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5C383C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e-mail</w:t>
            </w:r>
          </w:p>
          <w:p w:rsidR="00F5304F" w:rsidRPr="005C383C" w:rsidRDefault="00F5304F" w:rsidP="00601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304F" w:rsidRPr="005C383C" w:rsidRDefault="00F5304F" w:rsidP="006D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</w:tbl>
    <w:p w:rsidR="00F5304F" w:rsidRDefault="00F5304F" w:rsidP="00637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</w:p>
    <w:p w:rsidR="00F5304F" w:rsidRPr="006013D9" w:rsidRDefault="00F5304F" w:rsidP="006013D9">
      <w:pPr>
        <w:spacing w:line="276" w:lineRule="auto"/>
        <w:ind w:right="-2"/>
        <w:rPr>
          <w:rFonts w:ascii="Times New Roman" w:hAnsi="Times New Roman"/>
          <w:sz w:val="28"/>
          <w:szCs w:val="28"/>
        </w:rPr>
      </w:pPr>
      <w:r w:rsidRPr="006013D9">
        <w:rPr>
          <w:rFonts w:ascii="Times New Roman" w:hAnsi="Times New Roman"/>
          <w:sz w:val="28"/>
          <w:szCs w:val="28"/>
        </w:rPr>
        <w:t>___________________________/________________/«___»___________20___г.</w:t>
      </w:r>
    </w:p>
    <w:p w:rsidR="00F5304F" w:rsidRPr="006013D9" w:rsidRDefault="00F5304F" w:rsidP="006013D9">
      <w:pPr>
        <w:ind w:right="-2"/>
        <w:jc w:val="center"/>
        <w:rPr>
          <w:rFonts w:ascii="Times New Roman" w:hAnsi="Times New Roman"/>
          <w:sz w:val="28"/>
          <w:szCs w:val="28"/>
        </w:rPr>
      </w:pPr>
      <w:r w:rsidRPr="006013D9">
        <w:rPr>
          <w:rFonts w:ascii="Times New Roman" w:hAnsi="Times New Roman"/>
          <w:sz w:val="28"/>
          <w:szCs w:val="28"/>
        </w:rPr>
        <w:t>_______________________</w:t>
      </w:r>
    </w:p>
    <w:p w:rsidR="00F5304F" w:rsidRDefault="00F5304F" w:rsidP="00637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  <w:sectPr w:rsidR="00F5304F" w:rsidSect="00D6585A">
          <w:headerReference w:type="default" r:id="rId9"/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p w:rsidR="00F5304F" w:rsidRPr="006013D9" w:rsidRDefault="00F5304F" w:rsidP="006013D9">
      <w:pPr>
        <w:spacing w:after="0"/>
        <w:ind w:firstLine="5387"/>
        <w:rPr>
          <w:rFonts w:ascii="Times New Roman" w:hAnsi="Times New Roman"/>
          <w:sz w:val="28"/>
          <w:szCs w:val="28"/>
        </w:rPr>
      </w:pPr>
      <w:r w:rsidRPr="006013D9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3D9">
        <w:rPr>
          <w:rFonts w:ascii="Times New Roman" w:hAnsi="Times New Roman"/>
          <w:sz w:val="28"/>
          <w:szCs w:val="28"/>
        </w:rPr>
        <w:t>3</w:t>
      </w:r>
    </w:p>
    <w:p w:rsidR="00F5304F" w:rsidRPr="006013D9" w:rsidRDefault="00F5304F" w:rsidP="006013D9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5304F" w:rsidRPr="006013D9" w:rsidRDefault="00F5304F" w:rsidP="006013D9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5304F" w:rsidRPr="006013D9" w:rsidRDefault="00F5304F" w:rsidP="006013D9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F5304F" w:rsidRPr="006013D9" w:rsidRDefault="00F5304F" w:rsidP="006013D9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F5304F" w:rsidRPr="006013D9" w:rsidRDefault="00F5304F" w:rsidP="006013D9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5304F" w:rsidRPr="006013D9" w:rsidRDefault="00F5304F" w:rsidP="006013D9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 xml:space="preserve">Омутнинский муниципальный </w:t>
      </w:r>
    </w:p>
    <w:p w:rsidR="00F5304F" w:rsidRPr="006013D9" w:rsidRDefault="00F5304F" w:rsidP="006013D9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 xml:space="preserve">район Кировской области </w:t>
      </w:r>
    </w:p>
    <w:p w:rsidR="00F5304F" w:rsidRDefault="00F5304F" w:rsidP="00FD5113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013D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31.03.2023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013D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F5304F" w:rsidRDefault="00F5304F" w:rsidP="00091156">
      <w:pPr>
        <w:tabs>
          <w:tab w:val="left" w:pos="1848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04F" w:rsidRDefault="00F5304F" w:rsidP="00091156">
      <w:pPr>
        <w:tabs>
          <w:tab w:val="left" w:pos="1848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04F" w:rsidRPr="00263E00" w:rsidRDefault="00F5304F" w:rsidP="00091156">
      <w:pPr>
        <w:tabs>
          <w:tab w:val="left" w:pos="184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63E00">
        <w:rPr>
          <w:rFonts w:ascii="Times New Roman" w:hAnsi="Times New Roman"/>
          <w:b/>
          <w:sz w:val="28"/>
          <w:szCs w:val="28"/>
        </w:rPr>
        <w:t>СОСТАВ ЖЮРИ</w:t>
      </w:r>
    </w:p>
    <w:p w:rsidR="00F5304F" w:rsidRPr="00263E00" w:rsidRDefault="00F5304F" w:rsidP="00091156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18"/>
          <w:szCs w:val="18"/>
        </w:rPr>
      </w:pPr>
      <w:r w:rsidRPr="00263E00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VIII</w:t>
      </w:r>
      <w:r w:rsidRPr="00263E00">
        <w:rPr>
          <w:rFonts w:ascii="Times New Roman CYR" w:hAnsi="Times New Roman CYR" w:cs="Times New Roman CYR"/>
          <w:b/>
          <w:bCs/>
          <w:sz w:val="28"/>
          <w:szCs w:val="28"/>
        </w:rPr>
        <w:t xml:space="preserve"> межрайонного смотра – конкурса</w:t>
      </w:r>
    </w:p>
    <w:p w:rsidR="00F5304F" w:rsidRPr="00263E00" w:rsidRDefault="00F5304F" w:rsidP="008E3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63E00">
        <w:rPr>
          <w:rFonts w:ascii="Times New Roman CYR" w:hAnsi="Times New Roman CYR" w:cs="Times New Roman CYR"/>
          <w:b/>
          <w:bCs/>
          <w:sz w:val="28"/>
          <w:szCs w:val="28"/>
        </w:rPr>
        <w:t xml:space="preserve">военно-патриотической песни </w:t>
      </w:r>
      <w:r w:rsidRPr="00263E00">
        <w:rPr>
          <w:rFonts w:ascii="Times New Roman" w:hAnsi="Times New Roman"/>
          <w:b/>
          <w:bCs/>
          <w:sz w:val="28"/>
          <w:szCs w:val="28"/>
        </w:rPr>
        <w:t>«</w:t>
      </w:r>
      <w:r w:rsidRPr="00263E00">
        <w:rPr>
          <w:rFonts w:ascii="Times New Roman CYR" w:hAnsi="Times New Roman CYR" w:cs="Times New Roman CYR"/>
          <w:b/>
          <w:bCs/>
          <w:sz w:val="28"/>
          <w:szCs w:val="28"/>
        </w:rPr>
        <w:t>Во имя Победы!</w:t>
      </w:r>
      <w:r w:rsidRPr="00263E00">
        <w:rPr>
          <w:rFonts w:ascii="Times New Roman" w:hAnsi="Times New Roman"/>
          <w:b/>
          <w:bCs/>
          <w:sz w:val="28"/>
          <w:szCs w:val="28"/>
        </w:rPr>
        <w:t>»,</w:t>
      </w:r>
      <w:r w:rsidRPr="00263E00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посвященного 78-й годовщине Победы в Великой Отечественной войне</w:t>
      </w:r>
    </w:p>
    <w:p w:rsidR="00F5304F" w:rsidRPr="00FE07F3" w:rsidRDefault="00F5304F" w:rsidP="008E3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18"/>
        </w:rPr>
      </w:pPr>
    </w:p>
    <w:p w:rsidR="00F5304F" w:rsidRPr="00091156" w:rsidRDefault="00F5304F" w:rsidP="00091156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</w:t>
      </w:r>
    </w:p>
    <w:tbl>
      <w:tblPr>
        <w:tblpPr w:leftFromText="180" w:rightFromText="180" w:vertAnchor="text" w:horzAnchor="margin" w:tblpY="-13"/>
        <w:tblW w:w="0" w:type="auto"/>
        <w:tblLook w:val="00A0"/>
      </w:tblPr>
      <w:tblGrid>
        <w:gridCol w:w="3510"/>
        <w:gridCol w:w="567"/>
        <w:gridCol w:w="5493"/>
      </w:tblGrid>
      <w:tr w:rsidR="00F5304F" w:rsidRPr="005C383C" w:rsidTr="004602D2">
        <w:tc>
          <w:tcPr>
            <w:tcW w:w="3510" w:type="dxa"/>
          </w:tcPr>
          <w:p w:rsidR="00F5304F" w:rsidRPr="005C383C" w:rsidRDefault="00F5304F" w:rsidP="00460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ЧЕРЕМНОВА</w:t>
            </w:r>
          </w:p>
          <w:p w:rsidR="00F5304F" w:rsidRPr="005C383C" w:rsidRDefault="00F5304F" w:rsidP="00460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Людмила Васильевна</w:t>
            </w:r>
          </w:p>
          <w:p w:rsidR="00F5304F" w:rsidRPr="008E369E" w:rsidRDefault="00F5304F" w:rsidP="004602D2">
            <w:pPr>
              <w:tabs>
                <w:tab w:val="left" w:pos="1848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5304F" w:rsidRPr="004602D2" w:rsidRDefault="00F5304F" w:rsidP="004602D2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602D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F5304F" w:rsidRPr="004602D2" w:rsidRDefault="00F5304F" w:rsidP="004602D2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304F" w:rsidRPr="004602D2" w:rsidRDefault="00F5304F" w:rsidP="004602D2">
            <w:pPr>
              <w:tabs>
                <w:tab w:val="left" w:pos="1848"/>
              </w:tabs>
              <w:spacing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3" w:type="dxa"/>
          </w:tcPr>
          <w:p w:rsidR="00F5304F" w:rsidRPr="005C383C" w:rsidRDefault="00F5304F" w:rsidP="00460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заслуженный работник культуры РФ, Почетный житель г. Омутнинска и Омутнинского района Кировской области, председатель жюри</w:t>
            </w:r>
          </w:p>
          <w:p w:rsidR="00F5304F" w:rsidRPr="008E369E" w:rsidRDefault="00F5304F" w:rsidP="004602D2">
            <w:pPr>
              <w:tabs>
                <w:tab w:val="left" w:pos="1848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304F" w:rsidRPr="005C383C" w:rsidTr="004602D2">
        <w:tc>
          <w:tcPr>
            <w:tcW w:w="3510" w:type="dxa"/>
          </w:tcPr>
          <w:p w:rsidR="00F5304F" w:rsidRPr="005C383C" w:rsidRDefault="00F5304F" w:rsidP="00460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 xml:space="preserve">ЛЕКОМЦЕВА </w:t>
            </w:r>
          </w:p>
          <w:p w:rsidR="00F5304F" w:rsidRPr="005C383C" w:rsidRDefault="00F5304F" w:rsidP="00460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Марина Юрьевна</w:t>
            </w:r>
          </w:p>
          <w:p w:rsidR="00F5304F" w:rsidRPr="008E369E" w:rsidRDefault="00F5304F" w:rsidP="004602D2">
            <w:pPr>
              <w:tabs>
                <w:tab w:val="left" w:pos="1848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5304F" w:rsidRPr="004602D2" w:rsidRDefault="00F5304F" w:rsidP="004602D2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602D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F5304F" w:rsidRDefault="00F5304F" w:rsidP="004602D2">
            <w:pPr>
              <w:tabs>
                <w:tab w:val="left" w:pos="1848"/>
              </w:tabs>
              <w:spacing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304F" w:rsidRPr="004602D2" w:rsidRDefault="00F5304F" w:rsidP="007325FC">
            <w:pPr>
              <w:tabs>
                <w:tab w:val="left" w:pos="1848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3" w:type="dxa"/>
          </w:tcPr>
          <w:p w:rsidR="00F5304F" w:rsidRPr="005C383C" w:rsidRDefault="00F5304F" w:rsidP="004602D2">
            <w:pPr>
              <w:tabs>
                <w:tab w:val="left" w:pos="184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начальник Управления культуры Омутнинского</w:t>
            </w:r>
            <w:r w:rsidRPr="005C383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5C383C">
              <w:rPr>
                <w:rFonts w:ascii="Times New Roman" w:hAnsi="Times New Roman"/>
                <w:sz w:val="28"/>
                <w:szCs w:val="28"/>
              </w:rPr>
              <w:t>района, член жюри</w:t>
            </w:r>
          </w:p>
        </w:tc>
      </w:tr>
      <w:tr w:rsidR="00F5304F" w:rsidRPr="005C383C" w:rsidTr="004602D2">
        <w:tc>
          <w:tcPr>
            <w:tcW w:w="3510" w:type="dxa"/>
          </w:tcPr>
          <w:p w:rsidR="00F5304F" w:rsidRPr="005C383C" w:rsidRDefault="00F5304F" w:rsidP="004602D2">
            <w:pPr>
              <w:tabs>
                <w:tab w:val="left" w:pos="18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 xml:space="preserve">ШУЛЯТЬЕВА </w:t>
            </w:r>
          </w:p>
          <w:p w:rsidR="00F5304F" w:rsidRPr="008E369E" w:rsidRDefault="00F5304F" w:rsidP="004602D2">
            <w:pPr>
              <w:tabs>
                <w:tab w:val="left" w:pos="18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Светлана Трифоновна</w:t>
            </w:r>
          </w:p>
        </w:tc>
        <w:tc>
          <w:tcPr>
            <w:tcW w:w="567" w:type="dxa"/>
          </w:tcPr>
          <w:p w:rsidR="00F5304F" w:rsidRPr="004602D2" w:rsidRDefault="00F5304F" w:rsidP="004602D2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602D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F5304F" w:rsidRPr="004602D2" w:rsidRDefault="00F5304F" w:rsidP="004602D2">
            <w:pPr>
              <w:tabs>
                <w:tab w:val="left" w:pos="1848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3" w:type="dxa"/>
          </w:tcPr>
          <w:p w:rsidR="00F5304F" w:rsidRPr="005C383C" w:rsidRDefault="00F5304F" w:rsidP="00460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хормейстер, руководитель вокальных объединений РЦ «Досуг» г. Кирс, член жюри</w:t>
            </w:r>
          </w:p>
          <w:p w:rsidR="00F5304F" w:rsidRPr="008E369E" w:rsidRDefault="00F5304F" w:rsidP="004602D2">
            <w:pPr>
              <w:tabs>
                <w:tab w:val="left" w:pos="1848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304F" w:rsidRPr="005C383C" w:rsidTr="004602D2">
        <w:tc>
          <w:tcPr>
            <w:tcW w:w="3510" w:type="dxa"/>
          </w:tcPr>
          <w:p w:rsidR="00F5304F" w:rsidRPr="005C383C" w:rsidRDefault="00F5304F" w:rsidP="004602D2">
            <w:pPr>
              <w:tabs>
                <w:tab w:val="left" w:pos="18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 xml:space="preserve">БУЗМАКОВ </w:t>
            </w:r>
          </w:p>
          <w:p w:rsidR="00F5304F" w:rsidRPr="008E369E" w:rsidRDefault="00F5304F" w:rsidP="004602D2">
            <w:pPr>
              <w:tabs>
                <w:tab w:val="left" w:pos="18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567" w:type="dxa"/>
          </w:tcPr>
          <w:p w:rsidR="00F5304F" w:rsidRPr="004602D2" w:rsidRDefault="00F5304F" w:rsidP="004602D2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602D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F5304F" w:rsidRPr="004602D2" w:rsidRDefault="00F5304F" w:rsidP="004602D2">
            <w:pPr>
              <w:tabs>
                <w:tab w:val="left" w:pos="1848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3" w:type="dxa"/>
          </w:tcPr>
          <w:p w:rsidR="00F5304F" w:rsidRPr="005C383C" w:rsidRDefault="00F5304F" w:rsidP="00460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военный комиссар по Омутнинскому и Афанасьевскому районов Кировской области, подполковник запаса, член жюри</w:t>
            </w:r>
          </w:p>
          <w:p w:rsidR="00F5304F" w:rsidRPr="008E369E" w:rsidRDefault="00F5304F" w:rsidP="004602D2">
            <w:pPr>
              <w:tabs>
                <w:tab w:val="left" w:pos="1848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304F" w:rsidRPr="005C383C" w:rsidTr="004602D2">
        <w:tc>
          <w:tcPr>
            <w:tcW w:w="3510" w:type="dxa"/>
          </w:tcPr>
          <w:p w:rsidR="00F5304F" w:rsidRPr="005C383C" w:rsidRDefault="00F5304F" w:rsidP="004602D2">
            <w:pPr>
              <w:tabs>
                <w:tab w:val="left" w:pos="18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 xml:space="preserve">ЛЫСКОВ </w:t>
            </w:r>
          </w:p>
          <w:p w:rsidR="00F5304F" w:rsidRPr="008E369E" w:rsidRDefault="00F5304F" w:rsidP="004602D2">
            <w:pPr>
              <w:tabs>
                <w:tab w:val="left" w:pos="18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Александр Аркадьевич</w:t>
            </w:r>
          </w:p>
        </w:tc>
        <w:tc>
          <w:tcPr>
            <w:tcW w:w="567" w:type="dxa"/>
          </w:tcPr>
          <w:p w:rsidR="00F5304F" w:rsidRPr="004602D2" w:rsidRDefault="00F5304F" w:rsidP="004602D2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602D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F5304F" w:rsidRPr="004602D2" w:rsidRDefault="00F5304F" w:rsidP="004602D2">
            <w:pPr>
              <w:tabs>
                <w:tab w:val="left" w:pos="1848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3" w:type="dxa"/>
          </w:tcPr>
          <w:p w:rsidR="00F5304F" w:rsidRPr="005C383C" w:rsidRDefault="00F5304F" w:rsidP="004602D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83C">
              <w:rPr>
                <w:rFonts w:ascii="Times New Roman" w:hAnsi="Times New Roman"/>
                <w:sz w:val="28"/>
                <w:szCs w:val="28"/>
              </w:rPr>
              <w:t>подполковник полиции в отставке, инициатор и участник смотра-конкурса с 2015 года, член жюри</w:t>
            </w:r>
          </w:p>
        </w:tc>
      </w:tr>
    </w:tbl>
    <w:p w:rsidR="00F5304F" w:rsidRDefault="00F5304F" w:rsidP="005606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F5304F" w:rsidSect="00996CA1">
      <w:pgSz w:w="11906" w:h="16838"/>
      <w:pgMar w:top="127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04F" w:rsidRDefault="00F5304F" w:rsidP="00996CA1">
      <w:pPr>
        <w:spacing w:after="0" w:line="240" w:lineRule="auto"/>
      </w:pPr>
      <w:r>
        <w:separator/>
      </w:r>
    </w:p>
  </w:endnote>
  <w:endnote w:type="continuationSeparator" w:id="0">
    <w:p w:rsidR="00F5304F" w:rsidRDefault="00F5304F" w:rsidP="00996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04F" w:rsidRDefault="00F5304F" w:rsidP="00996CA1">
      <w:pPr>
        <w:spacing w:after="0" w:line="240" w:lineRule="auto"/>
      </w:pPr>
      <w:r>
        <w:separator/>
      </w:r>
    </w:p>
  </w:footnote>
  <w:footnote w:type="continuationSeparator" w:id="0">
    <w:p w:rsidR="00F5304F" w:rsidRDefault="00F5304F" w:rsidP="00996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4F" w:rsidRPr="008D7EF6" w:rsidRDefault="00F5304F">
    <w:pPr>
      <w:pStyle w:val="Header"/>
      <w:jc w:val="center"/>
      <w:rPr>
        <w:rFonts w:ascii="Times New Roman" w:hAnsi="Times New Roman"/>
        <w:sz w:val="24"/>
      </w:rPr>
    </w:pPr>
    <w:r w:rsidRPr="008D7EF6">
      <w:rPr>
        <w:rFonts w:ascii="Times New Roman" w:hAnsi="Times New Roman"/>
        <w:sz w:val="24"/>
      </w:rPr>
      <w:fldChar w:fldCharType="begin"/>
    </w:r>
    <w:r w:rsidRPr="008D7EF6">
      <w:rPr>
        <w:rFonts w:ascii="Times New Roman" w:hAnsi="Times New Roman"/>
        <w:sz w:val="24"/>
      </w:rPr>
      <w:instrText xml:space="preserve"> PAGE   \* MERGEFORMAT </w:instrText>
    </w:r>
    <w:r w:rsidRPr="008D7EF6"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noProof/>
        <w:sz w:val="24"/>
      </w:rPr>
      <w:t>2</w:t>
    </w:r>
    <w:r w:rsidRPr="008D7EF6">
      <w:rPr>
        <w:rFonts w:ascii="Times New Roman" w:hAnsi="Times New Roman"/>
        <w:sz w:val="24"/>
      </w:rPr>
      <w:fldChar w:fldCharType="end"/>
    </w:r>
  </w:p>
  <w:p w:rsidR="00F5304F" w:rsidRDefault="00F530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4F" w:rsidRDefault="00F5304F">
    <w:pPr>
      <w:pStyle w:val="Header"/>
      <w:jc w:val="center"/>
    </w:pPr>
  </w:p>
  <w:p w:rsidR="00F5304F" w:rsidRDefault="00F530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4F" w:rsidRDefault="00F53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2F46"/>
    <w:multiLevelType w:val="multilevel"/>
    <w:tmpl w:val="80CC97E0"/>
    <w:lvl w:ilvl="0">
      <w:start w:val="1"/>
      <w:numFmt w:val="decimal"/>
      <w:lvlText w:val="%1."/>
      <w:lvlJc w:val="left"/>
      <w:pPr>
        <w:ind w:left="785" w:hanging="360"/>
      </w:pPr>
      <w:rPr>
        <w:rFonts w:ascii="Times New Roman CYR" w:hAnsi="Times New Roman CYR" w:cs="Times New Roman CYR" w:hint="default"/>
        <w:b/>
        <w:sz w:val="28"/>
      </w:rPr>
    </w:lvl>
    <w:lvl w:ilvl="1">
      <w:start w:val="7"/>
      <w:numFmt w:val="decimal"/>
      <w:isLgl/>
      <w:lvlText w:val="%1.%2"/>
      <w:lvlJc w:val="left"/>
      <w:pPr>
        <w:ind w:left="900" w:hanging="54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1">
    <w:nsid w:val="474F5FAC"/>
    <w:multiLevelType w:val="multilevel"/>
    <w:tmpl w:val="2CDA27B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62B62C8A"/>
    <w:multiLevelType w:val="multilevel"/>
    <w:tmpl w:val="734479D6"/>
    <w:lvl w:ilvl="0">
      <w:start w:val="5"/>
      <w:numFmt w:val="decimal"/>
      <w:lvlText w:val="%1"/>
      <w:lvlJc w:val="left"/>
      <w:pPr>
        <w:ind w:left="4188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3">
    <w:nsid w:val="652807B0"/>
    <w:multiLevelType w:val="hybridMultilevel"/>
    <w:tmpl w:val="241EDF7A"/>
    <w:lvl w:ilvl="0" w:tplc="2A56A7CE">
      <w:start w:val="1"/>
      <w:numFmt w:val="decimal"/>
      <w:lvlText w:val="%1)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6B2"/>
    <w:rsid w:val="000008E8"/>
    <w:rsid w:val="00003F38"/>
    <w:rsid w:val="00007B7A"/>
    <w:rsid w:val="00013D8E"/>
    <w:rsid w:val="00016BFF"/>
    <w:rsid w:val="00075DCE"/>
    <w:rsid w:val="00091156"/>
    <w:rsid w:val="000D67B5"/>
    <w:rsid w:val="000F1432"/>
    <w:rsid w:val="0019321D"/>
    <w:rsid w:val="001B2068"/>
    <w:rsid w:val="00214A86"/>
    <w:rsid w:val="00253907"/>
    <w:rsid w:val="00263E00"/>
    <w:rsid w:val="00290F88"/>
    <w:rsid w:val="002B2AEF"/>
    <w:rsid w:val="002D3C27"/>
    <w:rsid w:val="00352B8F"/>
    <w:rsid w:val="00354B39"/>
    <w:rsid w:val="0039658E"/>
    <w:rsid w:val="003C1A57"/>
    <w:rsid w:val="003D3112"/>
    <w:rsid w:val="004602D2"/>
    <w:rsid w:val="004837E9"/>
    <w:rsid w:val="004936C5"/>
    <w:rsid w:val="004A0A2B"/>
    <w:rsid w:val="004D68F3"/>
    <w:rsid w:val="00513F4A"/>
    <w:rsid w:val="00552230"/>
    <w:rsid w:val="0055603F"/>
    <w:rsid w:val="005606B2"/>
    <w:rsid w:val="005C383C"/>
    <w:rsid w:val="005D1ED1"/>
    <w:rsid w:val="006013D9"/>
    <w:rsid w:val="0061541D"/>
    <w:rsid w:val="006375D8"/>
    <w:rsid w:val="0064100A"/>
    <w:rsid w:val="006426FC"/>
    <w:rsid w:val="00654E7D"/>
    <w:rsid w:val="00683ED1"/>
    <w:rsid w:val="006D322A"/>
    <w:rsid w:val="007325FC"/>
    <w:rsid w:val="007E7ADD"/>
    <w:rsid w:val="008171E5"/>
    <w:rsid w:val="00883A9C"/>
    <w:rsid w:val="008B6CA6"/>
    <w:rsid w:val="008D7EF6"/>
    <w:rsid w:val="008E369E"/>
    <w:rsid w:val="00952B88"/>
    <w:rsid w:val="0096067E"/>
    <w:rsid w:val="0097726A"/>
    <w:rsid w:val="00986E1C"/>
    <w:rsid w:val="00996CA1"/>
    <w:rsid w:val="009E18FE"/>
    <w:rsid w:val="009F0EF4"/>
    <w:rsid w:val="00A234B0"/>
    <w:rsid w:val="00A45710"/>
    <w:rsid w:val="00A87B63"/>
    <w:rsid w:val="00AF4489"/>
    <w:rsid w:val="00B303AE"/>
    <w:rsid w:val="00C01F5C"/>
    <w:rsid w:val="00C159BB"/>
    <w:rsid w:val="00C22F86"/>
    <w:rsid w:val="00CD09E9"/>
    <w:rsid w:val="00CD2E83"/>
    <w:rsid w:val="00CF64A9"/>
    <w:rsid w:val="00D50F3F"/>
    <w:rsid w:val="00D6585A"/>
    <w:rsid w:val="00D94F22"/>
    <w:rsid w:val="00D97863"/>
    <w:rsid w:val="00DD549F"/>
    <w:rsid w:val="00E352D0"/>
    <w:rsid w:val="00E940D0"/>
    <w:rsid w:val="00EA3CF4"/>
    <w:rsid w:val="00EF226A"/>
    <w:rsid w:val="00F02E8E"/>
    <w:rsid w:val="00F044E4"/>
    <w:rsid w:val="00F52685"/>
    <w:rsid w:val="00F5304F"/>
    <w:rsid w:val="00F749D3"/>
    <w:rsid w:val="00FD5113"/>
    <w:rsid w:val="00FE0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6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06B2"/>
    <w:pPr>
      <w:ind w:left="720"/>
      <w:contextualSpacing/>
    </w:pPr>
  </w:style>
  <w:style w:type="paragraph" w:customStyle="1" w:styleId="ConsPlusNormal">
    <w:name w:val="ConsPlusNormal"/>
    <w:uiPriority w:val="99"/>
    <w:rsid w:val="00D658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996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6CA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6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6CA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D7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7E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6</Pages>
  <Words>953</Words>
  <Characters>5438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ucom06</cp:lastModifiedBy>
  <cp:revision>10</cp:revision>
  <cp:lastPrinted>2023-03-31T06:39:00Z</cp:lastPrinted>
  <dcterms:created xsi:type="dcterms:W3CDTF">2023-03-15T07:50:00Z</dcterms:created>
  <dcterms:modified xsi:type="dcterms:W3CDTF">2023-04-11T06:36:00Z</dcterms:modified>
</cp:coreProperties>
</file>