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74" w:rsidRPr="00BE36BC" w:rsidRDefault="000E2A74" w:rsidP="00AA2F64">
      <w:pPr>
        <w:pStyle w:val="BodyTextIndent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0E2A74" w:rsidRDefault="000E2A74" w:rsidP="00DC10BE">
      <w:pPr>
        <w:pStyle w:val="BodyTextIndent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8F7F78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 xml:space="preserve">распоряжения Омутнинской районной Думы </w:t>
      </w:r>
    </w:p>
    <w:p w:rsidR="000E2A74" w:rsidRPr="00D9224F" w:rsidRDefault="000E2A74" w:rsidP="00D9224F">
      <w:pPr>
        <w:tabs>
          <w:tab w:val="left" w:pos="9072"/>
        </w:tabs>
        <w:suppressAutoHyphens/>
        <w:ind w:left="709" w:right="1077"/>
        <w:jc w:val="center"/>
        <w:rPr>
          <w:b/>
          <w:sz w:val="28"/>
        </w:rPr>
      </w:pPr>
      <w:r>
        <w:rPr>
          <w:b/>
          <w:sz w:val="28"/>
        </w:rPr>
        <w:t xml:space="preserve"> «</w:t>
      </w:r>
      <w:r w:rsidRPr="00D9224F">
        <w:rPr>
          <w:b/>
          <w:sz w:val="28"/>
        </w:rPr>
        <w:t xml:space="preserve">Об утверждении нормативных затрат на обеспечение функций </w:t>
      </w:r>
      <w:r>
        <w:rPr>
          <w:b/>
          <w:sz w:val="28"/>
        </w:rPr>
        <w:t>Омутнинской районной Думы»</w:t>
      </w:r>
    </w:p>
    <w:p w:rsidR="000E2A74" w:rsidRPr="00EF546B" w:rsidRDefault="000E2A74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</w:p>
    <w:p w:rsidR="000E2A74" w:rsidRDefault="000E2A74" w:rsidP="008019E0">
      <w:pPr>
        <w:pStyle w:val="ConsPlusNormal"/>
        <w:spacing w:line="360" w:lineRule="auto"/>
        <w:ind w:firstLine="709"/>
        <w:jc w:val="both"/>
        <w:rPr>
          <w:lang w:eastAsia="ru-RU"/>
        </w:rPr>
      </w:pPr>
      <w:r w:rsidRPr="00FB4E40">
        <w:t xml:space="preserve">Настоящим проектом </w:t>
      </w:r>
      <w:r>
        <w:t>распоряжения</w:t>
      </w:r>
      <w:r w:rsidRPr="00FB4E40">
        <w:t xml:space="preserve"> </w:t>
      </w:r>
      <w:r>
        <w:rPr>
          <w:lang w:eastAsia="ru-RU"/>
        </w:rPr>
        <w:t>в</w:t>
      </w:r>
      <w:r w:rsidRPr="008265D3">
        <w:rPr>
          <w:lang w:eastAsia="ru-RU"/>
        </w:rPr>
        <w:t xml:space="preserve">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</w:t>
      </w:r>
      <w:r>
        <w:rPr>
          <w:lang w:eastAsia="ru-RU"/>
        </w:rPr>
        <w:t>администрации муниципального образования Омутнинский муниципальный район Кировской области от 10.12.2015 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Омутнинский муниципальный район Кировской области, содержанию указанных актов и обеспечению их исполнения»,</w:t>
      </w:r>
      <w:r w:rsidRPr="008265D3">
        <w:rPr>
          <w:lang w:eastAsia="ru-RU"/>
        </w:rPr>
        <w:t xml:space="preserve"> от </w:t>
      </w:r>
      <w:r>
        <w:rPr>
          <w:lang w:eastAsia="ru-RU"/>
        </w:rPr>
        <w:t>30.12.2015 № 1620</w:t>
      </w:r>
      <w:r w:rsidRPr="008265D3">
        <w:rPr>
          <w:lang w:eastAsia="ru-RU"/>
        </w:rPr>
        <w:t xml:space="preserve"> </w:t>
      </w:r>
      <w:r w:rsidRPr="0080602B">
        <w:t>«Об утверждении Правил определения нормативных з</w:t>
      </w:r>
      <w:r>
        <w:t>атрат на обеспечение функций  муниципальных органов муниципального</w:t>
      </w:r>
      <w:r w:rsidRPr="0080602B">
        <w:t xml:space="preserve"> образования Омутнинский муницип</w:t>
      </w:r>
      <w:r>
        <w:t xml:space="preserve">альный район Кировской области, (включая </w:t>
      </w:r>
      <w:r w:rsidRPr="0080602B">
        <w:t>подведомственные казенные учреждения</w:t>
      </w:r>
      <w:r>
        <w:t>)</w:t>
      </w:r>
      <w:r w:rsidRPr="0080602B">
        <w:t xml:space="preserve">» </w:t>
      </w:r>
      <w:r w:rsidRPr="00FB4E40">
        <w:t xml:space="preserve">предлагается </w:t>
      </w:r>
      <w:r>
        <w:t xml:space="preserve">утвердить </w:t>
      </w:r>
      <w:r>
        <w:rPr>
          <w:lang w:eastAsia="ru-RU"/>
        </w:rPr>
        <w:t xml:space="preserve">нормативные затраты на обеспечение функций Омутнинской районной Думы </w:t>
      </w:r>
      <w:r w:rsidRPr="00CE5DB8">
        <w:rPr>
          <w:lang w:eastAsia="ru-RU"/>
        </w:rPr>
        <w:t>(</w:t>
      </w:r>
      <w:r w:rsidRPr="00CE5DB8">
        <w:t>далее – районная Дума</w:t>
      </w:r>
      <w:r w:rsidRPr="00CE5DB8">
        <w:rPr>
          <w:lang w:eastAsia="ru-RU"/>
        </w:rPr>
        <w:t>).</w:t>
      </w:r>
      <w:r>
        <w:rPr>
          <w:lang w:eastAsia="ru-RU"/>
        </w:rPr>
        <w:t xml:space="preserve"> </w:t>
      </w:r>
      <w:r>
        <w:t xml:space="preserve">Утвержденные </w:t>
      </w:r>
      <w:r>
        <w:rPr>
          <w:lang w:eastAsia="ru-RU"/>
        </w:rPr>
        <w:t>нормативные затраты на обеспечение функций районной Думы будут применяться при планировании закупок для обеспечения нужд Омутнинской районной Думы.</w:t>
      </w:r>
    </w:p>
    <w:p w:rsidR="000E2A74" w:rsidRDefault="000E2A74" w:rsidP="000B11D1">
      <w:pPr>
        <w:pStyle w:val="ConsPlusNormal"/>
        <w:spacing w:line="360" w:lineRule="auto"/>
        <w:ind w:firstLine="540"/>
        <w:jc w:val="both"/>
      </w:pPr>
      <w:r>
        <w:rPr>
          <w:lang w:eastAsia="ru-RU"/>
        </w:rPr>
        <w:t>Нормативные затраты определены согласно Правилам определения нормативных затрат на обеспечение функций муниципальных органов муниципального образования Омутнинский муниципальный район Кировской области (включая подведомственные казенные учреждения</w:t>
      </w:r>
      <w:r w:rsidRPr="00AD0F37">
        <w:rPr>
          <w:lang w:eastAsia="ru-RU"/>
        </w:rPr>
        <w:t xml:space="preserve"> (далее </w:t>
      </w:r>
      <w:r>
        <w:rPr>
          <w:lang w:eastAsia="ru-RU"/>
        </w:rPr>
        <w:t>–</w:t>
      </w:r>
      <w:r w:rsidRPr="00AD0F37">
        <w:rPr>
          <w:lang w:eastAsia="ru-RU"/>
        </w:rPr>
        <w:t xml:space="preserve"> Правила), утвержденны</w:t>
      </w:r>
      <w:r>
        <w:rPr>
          <w:lang w:eastAsia="ru-RU"/>
        </w:rPr>
        <w:t>м</w:t>
      </w:r>
      <w:r w:rsidRPr="00AD0F37">
        <w:rPr>
          <w:lang w:eastAsia="ru-RU"/>
        </w:rPr>
        <w:t xml:space="preserve"> постановлением </w:t>
      </w:r>
      <w:r>
        <w:rPr>
          <w:lang w:eastAsia="ru-RU"/>
        </w:rPr>
        <w:t>администрации Омутнинского района от 30.12.2015 № 1620</w:t>
      </w:r>
      <w:r w:rsidRPr="00AD0F37">
        <w:rPr>
          <w:lang w:eastAsia="ru-RU"/>
        </w:rPr>
        <w:t>.</w:t>
      </w:r>
      <w:r>
        <w:rPr>
          <w:lang w:eastAsia="ru-RU"/>
        </w:rPr>
        <w:t xml:space="preserve"> Расчет нормативных затрат осуществлен с учетом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товаров, работ, услуг (в том числе предельных цен товаров, работ, услуг,</w:t>
      </w:r>
      <w:r>
        <w:t xml:space="preserve"> утвержденных постановлением администрации Омутнинского района  </w:t>
      </w:r>
      <w:r w:rsidRPr="008265D3">
        <w:rPr>
          <w:lang w:eastAsia="ru-RU"/>
        </w:rPr>
        <w:t xml:space="preserve">от </w:t>
      </w:r>
      <w:r>
        <w:rPr>
          <w:lang w:eastAsia="ru-RU"/>
        </w:rPr>
        <w:t>10.10.2017 № 1033.</w:t>
      </w:r>
    </w:p>
    <w:p w:rsidR="000E2A74" w:rsidRPr="000C5920" w:rsidRDefault="000E2A74" w:rsidP="000B11D1">
      <w:pPr>
        <w:pStyle w:val="ConsPlusNormal"/>
        <w:spacing w:line="360" w:lineRule="auto"/>
        <w:ind w:firstLine="540"/>
        <w:jc w:val="both"/>
      </w:pPr>
      <w:r w:rsidRPr="000C5920">
        <w:t>Для проведения обсуждения в целях общественного контроля проект</w:t>
      </w:r>
      <w:r>
        <w:t xml:space="preserve"> </w:t>
      </w:r>
      <w:r w:rsidRPr="000C5920">
        <w:t>и пояснительн</w:t>
      </w:r>
      <w:r>
        <w:t>ая</w:t>
      </w:r>
      <w:r w:rsidRPr="000C5920">
        <w:t xml:space="preserve"> записк</w:t>
      </w:r>
      <w:r>
        <w:t>а к не</w:t>
      </w:r>
      <w:r w:rsidRPr="000C5920">
        <w:t>м</w:t>
      </w:r>
      <w:r>
        <w:t>у</w:t>
      </w:r>
      <w:r w:rsidRPr="000C5920">
        <w:t xml:space="preserve"> </w:t>
      </w:r>
      <w:r>
        <w:t>подлежат размещению</w:t>
      </w:r>
      <w:r w:rsidRPr="000C5920">
        <w:t xml:space="preserve"> </w:t>
      </w:r>
      <w:r>
        <w:t>на сайте</w:t>
      </w:r>
      <w:r w:rsidRPr="00F87BA5">
        <w:t xml:space="preserve"> </w:t>
      </w:r>
      <w:r>
        <w:t xml:space="preserve">муниципального образования Омутнинский муниципальный район Кировской области (далее-сайт) </w:t>
      </w:r>
      <w:r w:rsidRPr="000C5920">
        <w:t>.</w:t>
      </w:r>
    </w:p>
    <w:p w:rsidR="000E2A74" w:rsidRPr="00EB7C69" w:rsidRDefault="000E2A74" w:rsidP="003801B5">
      <w:pPr>
        <w:pStyle w:val="ConsPlusNormal"/>
        <w:spacing w:line="360" w:lineRule="auto"/>
        <w:ind w:firstLine="540"/>
        <w:jc w:val="both"/>
      </w:pPr>
      <w:r w:rsidRPr="00B012B3">
        <w:t xml:space="preserve">Срок обсуждения </w:t>
      </w:r>
      <w:r>
        <w:t xml:space="preserve">проекта </w:t>
      </w:r>
      <w:r w:rsidRPr="00B012B3">
        <w:t xml:space="preserve">в целях общественного контроля </w:t>
      </w:r>
      <w:r>
        <w:t>-</w:t>
      </w:r>
      <w:r w:rsidRPr="00B012B3">
        <w:t xml:space="preserve"> </w:t>
      </w:r>
      <w:r>
        <w:t>5 (пять) рабочих</w:t>
      </w:r>
      <w:r w:rsidRPr="00B012B3">
        <w:t xml:space="preserve"> дней со дня размещения проект</w:t>
      </w:r>
      <w:r>
        <w:t>а</w:t>
      </w:r>
      <w:r w:rsidRPr="00B012B3">
        <w:t xml:space="preserve"> </w:t>
      </w:r>
      <w:r>
        <w:t>на сайте</w:t>
      </w:r>
      <w:bookmarkStart w:id="0" w:name="_GoBack"/>
      <w:bookmarkEnd w:id="0"/>
      <w:r>
        <w:t>. П</w:t>
      </w:r>
      <w:r w:rsidRPr="000C5920">
        <w:t>редложения общественных объединений, юридических и физических лиц</w:t>
      </w:r>
      <w:r>
        <w:t xml:space="preserve"> могут быть представлены</w:t>
      </w:r>
      <w:r w:rsidRPr="000C5920">
        <w:t xml:space="preserve"> </w:t>
      </w:r>
      <w:r>
        <w:t>в администрацию Омутнинского района</w:t>
      </w:r>
      <w:r w:rsidRPr="000C5920">
        <w:t xml:space="preserve"> в электронной или письменной форме</w:t>
      </w:r>
      <w:r>
        <w:t>.</w:t>
      </w:r>
    </w:p>
    <w:p w:rsidR="000E2A74" w:rsidRDefault="000E2A74" w:rsidP="003801B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Адрес для направления предложений</w:t>
      </w:r>
      <w:r w:rsidRPr="00451C94">
        <w:rPr>
          <w:sz w:val="28"/>
          <w:szCs w:val="28"/>
        </w:rPr>
        <w:t>:</w:t>
      </w:r>
      <w:r w:rsidRPr="00451C9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612740</w:t>
      </w:r>
      <w:r w:rsidRPr="00451C94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Кировская область,</w:t>
      </w:r>
      <w:r w:rsidRPr="00451C9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город Омутнинск</w:t>
      </w:r>
      <w:r w:rsidRPr="00451C94">
        <w:rPr>
          <w:sz w:val="28"/>
          <w:szCs w:val="28"/>
          <w:shd w:val="clear" w:color="auto" w:fill="FFFFFF"/>
        </w:rPr>
        <w:t xml:space="preserve">, ул. </w:t>
      </w:r>
      <w:r>
        <w:rPr>
          <w:sz w:val="28"/>
          <w:szCs w:val="28"/>
          <w:shd w:val="clear" w:color="auto" w:fill="FFFFFF"/>
        </w:rPr>
        <w:t>Комсомольская, 9</w:t>
      </w:r>
    </w:p>
    <w:p w:rsidR="000E2A74" w:rsidRPr="00186542" w:rsidRDefault="000E2A74" w:rsidP="003801B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>Адрес электронной почты:</w:t>
      </w:r>
      <w:r w:rsidRPr="00451C94">
        <w:t xml:space="preserve"> </w:t>
      </w:r>
      <w:r w:rsidRPr="00186542">
        <w:rPr>
          <w:sz w:val="28"/>
          <w:szCs w:val="28"/>
          <w:u w:val="single"/>
          <w:lang w:val="en-US"/>
        </w:rPr>
        <w:t>omutuprava@yandex.ru</w:t>
      </w:r>
    </w:p>
    <w:p w:rsidR="000E2A74" w:rsidRDefault="000E2A74" w:rsidP="003801B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телефон:</w:t>
      </w:r>
      <w:r w:rsidRPr="00451C94">
        <w:rPr>
          <w:rFonts w:ascii="Segoe UI" w:hAnsi="Segoe UI" w:cs="Segoe UI"/>
          <w:color w:val="1C2D4A"/>
          <w:sz w:val="21"/>
          <w:szCs w:val="21"/>
          <w:shd w:val="clear" w:color="auto" w:fill="FFFFFF"/>
        </w:rPr>
        <w:t xml:space="preserve"> </w:t>
      </w:r>
      <w:r w:rsidRPr="00451C94">
        <w:rPr>
          <w:sz w:val="28"/>
          <w:szCs w:val="28"/>
          <w:shd w:val="clear" w:color="auto" w:fill="FFFFFF"/>
        </w:rPr>
        <w:t>8 (</w:t>
      </w:r>
      <w:r>
        <w:rPr>
          <w:sz w:val="28"/>
          <w:szCs w:val="28"/>
          <w:shd w:val="clear" w:color="auto" w:fill="FFFFFF"/>
        </w:rPr>
        <w:t>83352</w:t>
      </w:r>
      <w:r w:rsidRPr="00451C94">
        <w:rPr>
          <w:sz w:val="28"/>
          <w:szCs w:val="28"/>
          <w:shd w:val="clear" w:color="auto" w:fill="FFFFFF"/>
        </w:rPr>
        <w:t xml:space="preserve">) </w:t>
      </w:r>
      <w:r>
        <w:rPr>
          <w:sz w:val="28"/>
          <w:szCs w:val="28"/>
          <w:shd w:val="clear" w:color="auto" w:fill="FFFFFF"/>
        </w:rPr>
        <w:t>2-04-01</w:t>
      </w:r>
    </w:p>
    <w:p w:rsidR="000E2A74" w:rsidRDefault="000E2A74" w:rsidP="007D4CFE">
      <w:pPr>
        <w:pStyle w:val="ConsNormal"/>
        <w:widowControl/>
        <w:tabs>
          <w:tab w:val="left" w:pos="7230"/>
        </w:tabs>
        <w:ind w:right="0" w:firstLine="0"/>
        <w:jc w:val="both"/>
      </w:pPr>
      <w:r>
        <w:rPr>
          <w:rFonts w:ascii="Times New Roman" w:hAnsi="Times New Roman" w:cs="Times New Roman"/>
          <w:sz w:val="28"/>
        </w:rPr>
        <w:tab/>
        <w:t xml:space="preserve">      </w:t>
      </w:r>
    </w:p>
    <w:sectPr w:rsidR="000E2A74" w:rsidSect="00DC10BE">
      <w:headerReference w:type="even" r:id="rId6"/>
      <w:headerReference w:type="default" r:id="rId7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A74" w:rsidRDefault="000E2A74" w:rsidP="00DF2269">
      <w:r>
        <w:separator/>
      </w:r>
    </w:p>
  </w:endnote>
  <w:endnote w:type="continuationSeparator" w:id="0">
    <w:p w:rsidR="000E2A74" w:rsidRDefault="000E2A74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A74" w:rsidRDefault="000E2A74" w:rsidP="00DF2269">
      <w:r>
        <w:separator/>
      </w:r>
    </w:p>
  </w:footnote>
  <w:footnote w:type="continuationSeparator" w:id="0">
    <w:p w:rsidR="000E2A74" w:rsidRDefault="000E2A74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A74" w:rsidRDefault="000E2A7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E2A74" w:rsidRDefault="000E2A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A74" w:rsidRDefault="000E2A7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E2A74" w:rsidRDefault="000E2A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F64"/>
    <w:rsid w:val="00001268"/>
    <w:rsid w:val="000030B7"/>
    <w:rsid w:val="00003EE1"/>
    <w:rsid w:val="00005ECC"/>
    <w:rsid w:val="00006CF0"/>
    <w:rsid w:val="00012172"/>
    <w:rsid w:val="0001223E"/>
    <w:rsid w:val="0001274B"/>
    <w:rsid w:val="000174E5"/>
    <w:rsid w:val="00021EDB"/>
    <w:rsid w:val="00023B4E"/>
    <w:rsid w:val="000304BF"/>
    <w:rsid w:val="000333F2"/>
    <w:rsid w:val="00034952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11D1"/>
    <w:rsid w:val="000B361F"/>
    <w:rsid w:val="000B6858"/>
    <w:rsid w:val="000C5920"/>
    <w:rsid w:val="000C7CB7"/>
    <w:rsid w:val="000D1036"/>
    <w:rsid w:val="000E2A74"/>
    <w:rsid w:val="000E2DCE"/>
    <w:rsid w:val="000F02FB"/>
    <w:rsid w:val="00100205"/>
    <w:rsid w:val="00115056"/>
    <w:rsid w:val="0012537D"/>
    <w:rsid w:val="00133565"/>
    <w:rsid w:val="00133601"/>
    <w:rsid w:val="00136924"/>
    <w:rsid w:val="00141E23"/>
    <w:rsid w:val="00143686"/>
    <w:rsid w:val="00151B09"/>
    <w:rsid w:val="0015465E"/>
    <w:rsid w:val="00157FB9"/>
    <w:rsid w:val="0016052B"/>
    <w:rsid w:val="00165888"/>
    <w:rsid w:val="001715EC"/>
    <w:rsid w:val="001745EB"/>
    <w:rsid w:val="00185D28"/>
    <w:rsid w:val="00186542"/>
    <w:rsid w:val="001A1652"/>
    <w:rsid w:val="001A410B"/>
    <w:rsid w:val="001A5030"/>
    <w:rsid w:val="001A716F"/>
    <w:rsid w:val="001B1369"/>
    <w:rsid w:val="001C070E"/>
    <w:rsid w:val="001C11C6"/>
    <w:rsid w:val="001C19C2"/>
    <w:rsid w:val="001C244C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0E7E"/>
    <w:rsid w:val="00244AF9"/>
    <w:rsid w:val="00256A66"/>
    <w:rsid w:val="00263BC4"/>
    <w:rsid w:val="00281D38"/>
    <w:rsid w:val="00282259"/>
    <w:rsid w:val="0028401C"/>
    <w:rsid w:val="00285E46"/>
    <w:rsid w:val="00295B04"/>
    <w:rsid w:val="002963CE"/>
    <w:rsid w:val="002B3A22"/>
    <w:rsid w:val="002C04F9"/>
    <w:rsid w:val="002D55E0"/>
    <w:rsid w:val="002F6372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01B5"/>
    <w:rsid w:val="003817C3"/>
    <w:rsid w:val="00385007"/>
    <w:rsid w:val="003A2C87"/>
    <w:rsid w:val="003A481A"/>
    <w:rsid w:val="003A5949"/>
    <w:rsid w:val="003B29C4"/>
    <w:rsid w:val="003C4B84"/>
    <w:rsid w:val="003E0825"/>
    <w:rsid w:val="003E5F89"/>
    <w:rsid w:val="00401957"/>
    <w:rsid w:val="00414B9D"/>
    <w:rsid w:val="00415F25"/>
    <w:rsid w:val="004236E9"/>
    <w:rsid w:val="00423E38"/>
    <w:rsid w:val="00424D3D"/>
    <w:rsid w:val="00435EBA"/>
    <w:rsid w:val="00451C94"/>
    <w:rsid w:val="004627F4"/>
    <w:rsid w:val="00463B0F"/>
    <w:rsid w:val="00464D04"/>
    <w:rsid w:val="0047042F"/>
    <w:rsid w:val="00471C1C"/>
    <w:rsid w:val="00474C7F"/>
    <w:rsid w:val="004805E3"/>
    <w:rsid w:val="00483977"/>
    <w:rsid w:val="00490274"/>
    <w:rsid w:val="004904E5"/>
    <w:rsid w:val="004916E9"/>
    <w:rsid w:val="0049672E"/>
    <w:rsid w:val="004B0870"/>
    <w:rsid w:val="004B13C8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1994"/>
    <w:rsid w:val="004F6F13"/>
    <w:rsid w:val="005054C6"/>
    <w:rsid w:val="00522B29"/>
    <w:rsid w:val="00524393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A34A6"/>
    <w:rsid w:val="005B02B9"/>
    <w:rsid w:val="005B149A"/>
    <w:rsid w:val="005C58DF"/>
    <w:rsid w:val="005D68E1"/>
    <w:rsid w:val="005F4C3A"/>
    <w:rsid w:val="005F694D"/>
    <w:rsid w:val="00601A67"/>
    <w:rsid w:val="00602D9B"/>
    <w:rsid w:val="00605D21"/>
    <w:rsid w:val="0061106C"/>
    <w:rsid w:val="00611DB4"/>
    <w:rsid w:val="00614D96"/>
    <w:rsid w:val="00624BC0"/>
    <w:rsid w:val="00640F85"/>
    <w:rsid w:val="00645B5A"/>
    <w:rsid w:val="006460B1"/>
    <w:rsid w:val="00683E3A"/>
    <w:rsid w:val="006A1E0A"/>
    <w:rsid w:val="006B0258"/>
    <w:rsid w:val="006B1E1D"/>
    <w:rsid w:val="006B4568"/>
    <w:rsid w:val="006C1DD3"/>
    <w:rsid w:val="006C4BBF"/>
    <w:rsid w:val="006D20B5"/>
    <w:rsid w:val="006D33D1"/>
    <w:rsid w:val="006D3406"/>
    <w:rsid w:val="006D6266"/>
    <w:rsid w:val="00714995"/>
    <w:rsid w:val="007211D2"/>
    <w:rsid w:val="007253BF"/>
    <w:rsid w:val="00726568"/>
    <w:rsid w:val="00734743"/>
    <w:rsid w:val="007347C8"/>
    <w:rsid w:val="00743449"/>
    <w:rsid w:val="0075375C"/>
    <w:rsid w:val="007577DF"/>
    <w:rsid w:val="00757E3F"/>
    <w:rsid w:val="00777C31"/>
    <w:rsid w:val="00781B24"/>
    <w:rsid w:val="00791ED0"/>
    <w:rsid w:val="007A0CE5"/>
    <w:rsid w:val="007A175C"/>
    <w:rsid w:val="007B1E80"/>
    <w:rsid w:val="007B3C18"/>
    <w:rsid w:val="007B511F"/>
    <w:rsid w:val="007C049B"/>
    <w:rsid w:val="007D4CFE"/>
    <w:rsid w:val="007E6CEE"/>
    <w:rsid w:val="007F19DF"/>
    <w:rsid w:val="007F370C"/>
    <w:rsid w:val="007F50E0"/>
    <w:rsid w:val="00800A99"/>
    <w:rsid w:val="008019E0"/>
    <w:rsid w:val="00801C3B"/>
    <w:rsid w:val="0080602B"/>
    <w:rsid w:val="008258EA"/>
    <w:rsid w:val="008265D3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1BA4"/>
    <w:rsid w:val="00874F2D"/>
    <w:rsid w:val="00876EAB"/>
    <w:rsid w:val="0089262E"/>
    <w:rsid w:val="008A2B50"/>
    <w:rsid w:val="008A3E8A"/>
    <w:rsid w:val="008B2B49"/>
    <w:rsid w:val="008B3538"/>
    <w:rsid w:val="008C0C32"/>
    <w:rsid w:val="008E1269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5336"/>
    <w:rsid w:val="009643DB"/>
    <w:rsid w:val="00964C44"/>
    <w:rsid w:val="00984BD8"/>
    <w:rsid w:val="009856D3"/>
    <w:rsid w:val="00987A96"/>
    <w:rsid w:val="009952EF"/>
    <w:rsid w:val="009962CB"/>
    <w:rsid w:val="00997942"/>
    <w:rsid w:val="009B59B4"/>
    <w:rsid w:val="009C52D0"/>
    <w:rsid w:val="009D003E"/>
    <w:rsid w:val="009D12B1"/>
    <w:rsid w:val="009D3FF1"/>
    <w:rsid w:val="009D77B0"/>
    <w:rsid w:val="009E12BF"/>
    <w:rsid w:val="009E32CD"/>
    <w:rsid w:val="009E6680"/>
    <w:rsid w:val="009E671C"/>
    <w:rsid w:val="009F158F"/>
    <w:rsid w:val="00A04E2A"/>
    <w:rsid w:val="00A07A29"/>
    <w:rsid w:val="00A07C92"/>
    <w:rsid w:val="00A120CC"/>
    <w:rsid w:val="00A12C08"/>
    <w:rsid w:val="00A14A99"/>
    <w:rsid w:val="00A23E64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72C97"/>
    <w:rsid w:val="00A761AD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F37"/>
    <w:rsid w:val="00AD27D3"/>
    <w:rsid w:val="00AD7D47"/>
    <w:rsid w:val="00AE0F72"/>
    <w:rsid w:val="00AE2A4A"/>
    <w:rsid w:val="00AE67E3"/>
    <w:rsid w:val="00AF548B"/>
    <w:rsid w:val="00B012B3"/>
    <w:rsid w:val="00B17F48"/>
    <w:rsid w:val="00B24078"/>
    <w:rsid w:val="00B27038"/>
    <w:rsid w:val="00B31098"/>
    <w:rsid w:val="00B34C24"/>
    <w:rsid w:val="00B4629C"/>
    <w:rsid w:val="00B53324"/>
    <w:rsid w:val="00B600DE"/>
    <w:rsid w:val="00B631C4"/>
    <w:rsid w:val="00B658C0"/>
    <w:rsid w:val="00B66B7B"/>
    <w:rsid w:val="00B678DC"/>
    <w:rsid w:val="00B748F0"/>
    <w:rsid w:val="00B84AF7"/>
    <w:rsid w:val="00B94B40"/>
    <w:rsid w:val="00BA304F"/>
    <w:rsid w:val="00BA3C42"/>
    <w:rsid w:val="00BA4F83"/>
    <w:rsid w:val="00BC1310"/>
    <w:rsid w:val="00BC164E"/>
    <w:rsid w:val="00BD25D6"/>
    <w:rsid w:val="00BE1999"/>
    <w:rsid w:val="00BE36BC"/>
    <w:rsid w:val="00BF0659"/>
    <w:rsid w:val="00BF3070"/>
    <w:rsid w:val="00BF78B5"/>
    <w:rsid w:val="00C006EA"/>
    <w:rsid w:val="00C02B6F"/>
    <w:rsid w:val="00C356DB"/>
    <w:rsid w:val="00C437A2"/>
    <w:rsid w:val="00C453BF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4C59"/>
    <w:rsid w:val="00CD6811"/>
    <w:rsid w:val="00CE3C5A"/>
    <w:rsid w:val="00CE5DB8"/>
    <w:rsid w:val="00CF2D5B"/>
    <w:rsid w:val="00CF459D"/>
    <w:rsid w:val="00CF5D83"/>
    <w:rsid w:val="00D07FD2"/>
    <w:rsid w:val="00D1539E"/>
    <w:rsid w:val="00D47694"/>
    <w:rsid w:val="00D50337"/>
    <w:rsid w:val="00D558EE"/>
    <w:rsid w:val="00D6743F"/>
    <w:rsid w:val="00D73A96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3951"/>
    <w:rsid w:val="00DE3B6C"/>
    <w:rsid w:val="00DE6FC7"/>
    <w:rsid w:val="00DE794E"/>
    <w:rsid w:val="00DF2269"/>
    <w:rsid w:val="00DF50CE"/>
    <w:rsid w:val="00E04FCE"/>
    <w:rsid w:val="00E10DA7"/>
    <w:rsid w:val="00E120D5"/>
    <w:rsid w:val="00E129D0"/>
    <w:rsid w:val="00E13500"/>
    <w:rsid w:val="00E20EC0"/>
    <w:rsid w:val="00E21BDA"/>
    <w:rsid w:val="00E232D8"/>
    <w:rsid w:val="00E30277"/>
    <w:rsid w:val="00E31253"/>
    <w:rsid w:val="00E32B6E"/>
    <w:rsid w:val="00E37D6F"/>
    <w:rsid w:val="00E56B66"/>
    <w:rsid w:val="00E706E0"/>
    <w:rsid w:val="00E7070D"/>
    <w:rsid w:val="00E76785"/>
    <w:rsid w:val="00E76822"/>
    <w:rsid w:val="00E831E2"/>
    <w:rsid w:val="00E90F47"/>
    <w:rsid w:val="00EA04D3"/>
    <w:rsid w:val="00EA502E"/>
    <w:rsid w:val="00EA593B"/>
    <w:rsid w:val="00EB4534"/>
    <w:rsid w:val="00EB45A7"/>
    <w:rsid w:val="00EB7C69"/>
    <w:rsid w:val="00EC5000"/>
    <w:rsid w:val="00ED3C58"/>
    <w:rsid w:val="00EF5406"/>
    <w:rsid w:val="00EF546B"/>
    <w:rsid w:val="00F0662B"/>
    <w:rsid w:val="00F13701"/>
    <w:rsid w:val="00F24EEF"/>
    <w:rsid w:val="00F275E6"/>
    <w:rsid w:val="00F423E9"/>
    <w:rsid w:val="00F45E52"/>
    <w:rsid w:val="00F46045"/>
    <w:rsid w:val="00F46DBC"/>
    <w:rsid w:val="00F50754"/>
    <w:rsid w:val="00F516D3"/>
    <w:rsid w:val="00F675E2"/>
    <w:rsid w:val="00F77421"/>
    <w:rsid w:val="00F81AF5"/>
    <w:rsid w:val="00F87BA5"/>
    <w:rsid w:val="00FA2EC5"/>
    <w:rsid w:val="00FB0D0F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AA2F64"/>
    <w:rPr>
      <w:rFonts w:cs="Times New Roman"/>
    </w:rPr>
  </w:style>
  <w:style w:type="paragraph" w:customStyle="1" w:styleId="1">
    <w:name w:val="Абзац1"/>
    <w:basedOn w:val="Normal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BodyText">
    <w:name w:val="Body Text"/>
    <w:basedOn w:val="Normal"/>
    <w:link w:val="BodyTextChar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AA2F6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краткое содержание"/>
    <w:basedOn w:val="Normal"/>
    <w:next w:val="Normal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BodyText2">
    <w:name w:val="Body Text 2"/>
    <w:basedOn w:val="Normal"/>
    <w:link w:val="BodyText2Char"/>
    <w:uiPriority w:val="99"/>
    <w:rsid w:val="00683E3A"/>
    <w:pPr>
      <w:spacing w:after="120" w:line="480" w:lineRule="auto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2</Pages>
  <Words>402</Words>
  <Characters>2298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dep3-4</dc:creator>
  <cp:keywords/>
  <dc:description/>
  <cp:lastModifiedBy>uecon02</cp:lastModifiedBy>
  <cp:revision>11</cp:revision>
  <cp:lastPrinted>2016-06-22T13:34:00Z</cp:lastPrinted>
  <dcterms:created xsi:type="dcterms:W3CDTF">2016-05-23T05:29:00Z</dcterms:created>
  <dcterms:modified xsi:type="dcterms:W3CDTF">2020-09-08T12:29:00Z</dcterms:modified>
</cp:coreProperties>
</file>