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D39" w:rsidRPr="002F6DED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eastAsia="Times New Roman" w:hAnsi="Times New (W1)"/>
          <w:sz w:val="28"/>
          <w:szCs w:val="28"/>
          <w:lang w:eastAsia="ru-RU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3pt" o:ole="">
            <v:imagedata r:id="rId5" o:title="" croptop="13656f" cropleft="-2675f"/>
          </v:shape>
          <o:OLEObject Type="Embed" ProgID="Paint.Picture" ShapeID="_x0000_i1025" DrawAspect="Content" ObjectID="_1741764735" r:id="rId6"/>
        </w:object>
      </w:r>
    </w:p>
    <w:p w:rsidR="008E1D39" w:rsidRPr="002F6DED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</w:p>
    <w:p w:rsidR="008E1D39" w:rsidRPr="002F6DED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 xml:space="preserve">АДМИНИСТРАЦИЯ </w:t>
      </w:r>
    </w:p>
    <w:p w:rsidR="008E1D39" w:rsidRPr="002F6DED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>МУНИЦИПАЛЬНОГО ОБРАЗОВАНИЯ</w:t>
      </w:r>
    </w:p>
    <w:p w:rsidR="008E1D39" w:rsidRPr="002F6DED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>ОМУТНИНСКИЙ МУНИЦИПАЛЬНЫЙ РАЙОН</w:t>
      </w:r>
    </w:p>
    <w:p w:rsidR="008E1D39" w:rsidRPr="002F6DED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>КИРОВСКОЙ ОБЛАСТИ</w:t>
      </w:r>
    </w:p>
    <w:p w:rsidR="008E1D39" w:rsidRPr="002F6DED" w:rsidRDefault="008E1D39" w:rsidP="00126274">
      <w:pPr>
        <w:spacing w:after="0" w:line="240" w:lineRule="auto"/>
        <w:rPr>
          <w:rFonts w:ascii="Times New (W1)" w:hAnsi="Times New (W1)"/>
          <w:b/>
          <w:sz w:val="36"/>
          <w:szCs w:val="36"/>
          <w:lang w:eastAsia="ru-RU"/>
        </w:rPr>
      </w:pPr>
    </w:p>
    <w:p w:rsidR="008E1D39" w:rsidRPr="002F6DED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32"/>
          <w:szCs w:val="32"/>
          <w:lang w:eastAsia="ru-RU"/>
        </w:rPr>
      </w:pPr>
      <w:r w:rsidRPr="002F6DED">
        <w:rPr>
          <w:rFonts w:ascii="Times New (W1)" w:hAnsi="Times New (W1)"/>
          <w:b/>
          <w:sz w:val="32"/>
          <w:szCs w:val="32"/>
          <w:lang w:eastAsia="ru-RU"/>
        </w:rPr>
        <w:t>ПОСТАНОВЛЕНИЕ</w:t>
      </w:r>
    </w:p>
    <w:p w:rsidR="008E1D39" w:rsidRPr="002F6DED" w:rsidRDefault="008E1D39" w:rsidP="00126274">
      <w:pPr>
        <w:spacing w:after="120" w:line="240" w:lineRule="auto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8E1D39" w:rsidRPr="002F6DED" w:rsidRDefault="008E1D39" w:rsidP="00126274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 xml:space="preserve">23.03.2023    </w:t>
      </w:r>
      <w:r w:rsidRPr="002F6DED"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(W1)" w:hAnsi="Times New (W1)"/>
          <w:sz w:val="28"/>
          <w:szCs w:val="28"/>
          <w:lang w:eastAsia="ru-RU"/>
        </w:rPr>
        <w:t xml:space="preserve">                                       № 190</w:t>
      </w:r>
    </w:p>
    <w:p w:rsidR="008E1D39" w:rsidRPr="002F6DED" w:rsidRDefault="008E1D39" w:rsidP="00126274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6DED">
        <w:rPr>
          <w:rFonts w:ascii="Times New Roman" w:hAnsi="Times New Roman"/>
          <w:sz w:val="28"/>
          <w:szCs w:val="28"/>
          <w:lang w:eastAsia="ru-RU"/>
        </w:rPr>
        <w:t>г. Омутнинск</w:t>
      </w:r>
    </w:p>
    <w:p w:rsidR="008E1D39" w:rsidRPr="00AB09FB" w:rsidRDefault="008E1D39" w:rsidP="00126274">
      <w:pPr>
        <w:spacing w:after="12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8E1D39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>
        <w:rPr>
          <w:rFonts w:ascii="Times New (W1)" w:hAnsi="Times New (W1)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:rsidR="008E1D39" w:rsidRPr="002F6DED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>
        <w:rPr>
          <w:rFonts w:ascii="Times New (W1)" w:hAnsi="Times New (W1)"/>
          <w:b/>
          <w:sz w:val="28"/>
          <w:szCs w:val="28"/>
          <w:lang w:eastAsia="ru-RU"/>
        </w:rPr>
        <w:t xml:space="preserve"> муниципального образования Омутнинский муниципальный район Кировской области от 30.12.2020 № 871</w:t>
      </w:r>
    </w:p>
    <w:p w:rsidR="008E1D39" w:rsidRPr="002F6DED" w:rsidRDefault="008E1D39" w:rsidP="00126274">
      <w:pPr>
        <w:spacing w:after="0" w:line="240" w:lineRule="auto"/>
        <w:jc w:val="center"/>
        <w:rPr>
          <w:rFonts w:ascii="Times New (W1)" w:hAnsi="Times New (W1)"/>
          <w:b/>
          <w:sz w:val="48"/>
          <w:szCs w:val="48"/>
          <w:lang w:eastAsia="ru-RU"/>
        </w:rPr>
      </w:pPr>
    </w:p>
    <w:p w:rsidR="008E1D39" w:rsidRPr="002F6DED" w:rsidRDefault="008E1D39" w:rsidP="00126274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 xml:space="preserve">В связи с кадровыми изменениями, </w:t>
      </w:r>
      <w:r w:rsidRPr="00AB09FB">
        <w:rPr>
          <w:rFonts w:ascii="Times New (W1)" w:hAnsi="Times New (W1)"/>
          <w:sz w:val="28"/>
          <w:szCs w:val="28"/>
          <w:lang w:eastAsia="ru-RU"/>
        </w:rPr>
        <w:t xml:space="preserve"> </w:t>
      </w:r>
      <w:r>
        <w:rPr>
          <w:rFonts w:ascii="Times New (W1)" w:hAnsi="Times New (W1)"/>
          <w:sz w:val="28"/>
          <w:szCs w:val="28"/>
          <w:lang w:eastAsia="ru-RU"/>
        </w:rPr>
        <w:t xml:space="preserve">администрация муниципального образования Омутнинский муниципальный район Кировской области </w:t>
      </w:r>
      <w:r w:rsidRPr="002F6DED">
        <w:rPr>
          <w:rFonts w:ascii="Times New (W1)" w:hAnsi="Times New (W1)"/>
          <w:sz w:val="28"/>
          <w:szCs w:val="28"/>
          <w:lang w:eastAsia="ru-RU"/>
        </w:rPr>
        <w:t>ПОСТАНОВЛЯЕТ:</w:t>
      </w:r>
    </w:p>
    <w:p w:rsidR="008E1D39" w:rsidRDefault="008E1D39" w:rsidP="00126274">
      <w:pPr>
        <w:pStyle w:val="ListParagraph"/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 xml:space="preserve">Внести в постановление администрации муниципального образования Омутнинский муниципальный район Кировской области </w:t>
      </w:r>
      <w:r>
        <w:rPr>
          <w:rFonts w:ascii="Times New (W1)" w:hAnsi="Times New (W1)"/>
          <w:sz w:val="28"/>
          <w:szCs w:val="28"/>
          <w:lang w:eastAsia="ru-RU"/>
        </w:rPr>
        <w:br/>
        <w:t>от  30.12.2020 № 871  «Об утверждении состава районного штаба по организации деятельности Всероссийского детско-юношеского военно-патриотического общественного движения «ЮНАРМИЯ» на территории Омутнинского района» следующие изменения:</w:t>
      </w:r>
    </w:p>
    <w:p w:rsidR="008E1D39" w:rsidRPr="006D0DE4" w:rsidRDefault="008E1D39" w:rsidP="00126274">
      <w:pPr>
        <w:pStyle w:val="ListParagraph"/>
        <w:widowControl w:val="0"/>
        <w:spacing w:after="0" w:line="360" w:lineRule="exact"/>
        <w:ind w:left="0" w:firstLine="708"/>
        <w:jc w:val="both"/>
        <w:rPr>
          <w:rFonts w:ascii="Times New Roman" w:hAnsi="Times New Roman"/>
          <w:sz w:val="36"/>
          <w:szCs w:val="28"/>
          <w:lang w:eastAsia="ru-RU"/>
        </w:rPr>
      </w:pPr>
      <w:r w:rsidRPr="006D0DE4">
        <w:rPr>
          <w:rFonts w:ascii="Times New Roman" w:hAnsi="Times New Roman"/>
          <w:sz w:val="28"/>
        </w:rPr>
        <w:t>Состав районного штаба по организации деятельности детско-юношеского военно-патриотического движения «ЮНАРМИЯ» на территории Омутнинского района изложить в следующей редакции согласно приложению</w:t>
      </w:r>
      <w:r>
        <w:rPr>
          <w:rFonts w:ascii="Times New Roman" w:hAnsi="Times New Roman"/>
          <w:sz w:val="28"/>
        </w:rPr>
        <w:t>.</w:t>
      </w:r>
    </w:p>
    <w:p w:rsidR="008E1D39" w:rsidRDefault="008E1D39" w:rsidP="00126274">
      <w:pPr>
        <w:pStyle w:val="ListParagraph"/>
        <w:widowControl w:val="0"/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>Разместить настоящее постановление на официальном Интернет-сайте муниципального образования Омутнинский муниципальный район Кировской области.</w:t>
      </w:r>
    </w:p>
    <w:p w:rsidR="008E1D39" w:rsidRDefault="008E1D39" w:rsidP="00126274">
      <w:pPr>
        <w:pStyle w:val="ListParagraph"/>
        <w:widowControl w:val="0"/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>Контроль за исполнением постановления возложить на заместителя главы администрации Омутнинского района по социальным вопросам Суровцеву Е.В</w:t>
      </w:r>
    </w:p>
    <w:p w:rsidR="008E1D39" w:rsidRDefault="008E1D39" w:rsidP="00126274">
      <w:pPr>
        <w:spacing w:after="0" w:line="240" w:lineRule="auto"/>
        <w:rPr>
          <w:rFonts w:ascii="Times New (W1)" w:hAnsi="Times New (W1)"/>
          <w:sz w:val="72"/>
          <w:szCs w:val="72"/>
          <w:lang w:eastAsia="ru-RU"/>
        </w:rPr>
      </w:pPr>
    </w:p>
    <w:p w:rsidR="008E1D39" w:rsidRPr="002F6DED" w:rsidRDefault="008E1D39" w:rsidP="001262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6DED">
        <w:rPr>
          <w:rFonts w:ascii="Times New Roman" w:hAnsi="Times New Roman"/>
          <w:sz w:val="28"/>
          <w:szCs w:val="28"/>
        </w:rPr>
        <w:t xml:space="preserve">Глава </w:t>
      </w:r>
    </w:p>
    <w:p w:rsidR="008E1D39" w:rsidRPr="005205C0" w:rsidRDefault="008E1D39" w:rsidP="005205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Омутнинского района    </w:t>
      </w:r>
      <w:r w:rsidRPr="002F6DED">
        <w:rPr>
          <w:rFonts w:ascii="Times New Roman" w:hAnsi="Times New Roman"/>
          <w:sz w:val="28"/>
          <w:szCs w:val="28"/>
        </w:rPr>
        <w:t>А.В. Малков</w:t>
      </w:r>
    </w:p>
    <w:sectPr w:rsidR="008E1D39" w:rsidRPr="005205C0" w:rsidSect="00DA1EB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(W1)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747CF"/>
    <w:multiLevelType w:val="multilevel"/>
    <w:tmpl w:val="1D9C43B0"/>
    <w:lvl w:ilvl="0">
      <w:start w:val="1"/>
      <w:numFmt w:val="decimal"/>
      <w:lvlText w:val="%1."/>
      <w:lvlJc w:val="left"/>
      <w:pPr>
        <w:ind w:left="1020" w:hanging="480"/>
      </w:pPr>
      <w:rPr>
        <w:rFonts w:ascii="Times New (W1)" w:eastAsia="Times New Roman" w:hAnsi="Times New (W1)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274"/>
    <w:rsid w:val="00126274"/>
    <w:rsid w:val="00132487"/>
    <w:rsid w:val="001E121A"/>
    <w:rsid w:val="001F3669"/>
    <w:rsid w:val="002F6DED"/>
    <w:rsid w:val="003E4AEA"/>
    <w:rsid w:val="00475822"/>
    <w:rsid w:val="005205C0"/>
    <w:rsid w:val="00580C58"/>
    <w:rsid w:val="006A5BA4"/>
    <w:rsid w:val="006D0DE4"/>
    <w:rsid w:val="007E3995"/>
    <w:rsid w:val="00827427"/>
    <w:rsid w:val="008776B1"/>
    <w:rsid w:val="008E1D39"/>
    <w:rsid w:val="00923EB0"/>
    <w:rsid w:val="0096471E"/>
    <w:rsid w:val="00981940"/>
    <w:rsid w:val="00AB09FB"/>
    <w:rsid w:val="00DA1EB3"/>
    <w:rsid w:val="00E152EC"/>
    <w:rsid w:val="00E3552A"/>
    <w:rsid w:val="00EA0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27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6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212</Words>
  <Characters>1209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ucom06</cp:lastModifiedBy>
  <cp:revision>3</cp:revision>
  <cp:lastPrinted>2023-03-15T12:39:00Z</cp:lastPrinted>
  <dcterms:created xsi:type="dcterms:W3CDTF">2023-03-29T06:55:00Z</dcterms:created>
  <dcterms:modified xsi:type="dcterms:W3CDTF">2023-03-31T07:46:00Z</dcterms:modified>
</cp:coreProperties>
</file>