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5F" w:rsidRDefault="006A345F" w:rsidP="008C3FEC">
      <w:pPr>
        <w:jc w:val="center"/>
        <w:rPr>
          <w:b/>
        </w:rPr>
      </w:pPr>
      <w: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7" o:title=""/>
          </v:shape>
          <o:OLEObject Type="Embed" ProgID="Paint.Picture" ShapeID="_x0000_i1025" DrawAspect="Content" ObjectID="_1740985331" r:id="rId8"/>
        </w:object>
      </w:r>
    </w:p>
    <w:p w:rsidR="006A345F" w:rsidRPr="00F80134" w:rsidRDefault="006A345F" w:rsidP="00F80134">
      <w:pPr>
        <w:jc w:val="center"/>
        <w:rPr>
          <w:rFonts w:ascii="Times New Roman" w:hAnsi="Times New Roman"/>
          <w:b/>
          <w:sz w:val="36"/>
          <w:szCs w:val="36"/>
        </w:rPr>
      </w:pPr>
    </w:p>
    <w:p w:rsidR="006A345F" w:rsidRPr="00F80134" w:rsidRDefault="006A345F" w:rsidP="00F80134">
      <w:pPr>
        <w:jc w:val="center"/>
        <w:rPr>
          <w:rFonts w:ascii="Times New Roman" w:hAnsi="Times New Roman"/>
          <w:b/>
        </w:rPr>
      </w:pPr>
      <w:r w:rsidRPr="00F80134">
        <w:rPr>
          <w:rFonts w:ascii="Times New Roman" w:hAnsi="Times New Roman"/>
          <w:b/>
        </w:rPr>
        <w:t xml:space="preserve">АДМИНИСТРАЦИЯ </w:t>
      </w:r>
    </w:p>
    <w:p w:rsidR="006A345F" w:rsidRPr="00F80134" w:rsidRDefault="006A345F" w:rsidP="00F80134">
      <w:pPr>
        <w:jc w:val="center"/>
        <w:rPr>
          <w:rFonts w:ascii="Times New Roman" w:hAnsi="Times New Roman"/>
          <w:b/>
        </w:rPr>
      </w:pPr>
      <w:r w:rsidRPr="00F80134">
        <w:rPr>
          <w:rFonts w:ascii="Times New Roman" w:hAnsi="Times New Roman"/>
          <w:b/>
        </w:rPr>
        <w:t>МУНИЦИПАЛЬНОГО ОБРАЗОВАНИЯ</w:t>
      </w:r>
    </w:p>
    <w:p w:rsidR="006A345F" w:rsidRPr="00F80134" w:rsidRDefault="006A345F" w:rsidP="00F80134">
      <w:pPr>
        <w:jc w:val="center"/>
        <w:rPr>
          <w:rFonts w:ascii="Times New Roman" w:hAnsi="Times New Roman"/>
          <w:b/>
        </w:rPr>
      </w:pPr>
      <w:r w:rsidRPr="00F80134">
        <w:rPr>
          <w:rFonts w:ascii="Times New Roman" w:hAnsi="Times New Roman"/>
          <w:b/>
        </w:rPr>
        <w:t>ОМУТНИНСКИЙ МУНИЦИПАЛЬНЫЙ РАЙОН</w:t>
      </w:r>
    </w:p>
    <w:p w:rsidR="006A345F" w:rsidRDefault="006A345F" w:rsidP="00F80134">
      <w:pPr>
        <w:jc w:val="center"/>
        <w:rPr>
          <w:rFonts w:ascii="Times New Roman" w:hAnsi="Times New Roman"/>
          <w:b/>
        </w:rPr>
      </w:pPr>
      <w:r w:rsidRPr="00F80134">
        <w:rPr>
          <w:rFonts w:ascii="Times New Roman" w:hAnsi="Times New Roman"/>
          <w:b/>
        </w:rPr>
        <w:t>КИРОВСКОЙ ОБЛАСТИ</w:t>
      </w:r>
    </w:p>
    <w:p w:rsidR="006A345F" w:rsidRPr="00F80134" w:rsidRDefault="006A345F" w:rsidP="00F80134">
      <w:pPr>
        <w:jc w:val="center"/>
        <w:rPr>
          <w:rFonts w:ascii="Times New Roman" w:hAnsi="Times New Roman"/>
          <w:b/>
          <w:sz w:val="36"/>
          <w:szCs w:val="36"/>
        </w:rPr>
      </w:pPr>
    </w:p>
    <w:p w:rsidR="006A345F" w:rsidRDefault="006A345F" w:rsidP="00F8013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6A345F" w:rsidRPr="00F80134" w:rsidRDefault="006A345F" w:rsidP="00F80134">
      <w:pPr>
        <w:jc w:val="center"/>
        <w:rPr>
          <w:rFonts w:ascii="Times New Roman" w:hAnsi="Times New Roman"/>
          <w:b/>
          <w:sz w:val="36"/>
          <w:szCs w:val="36"/>
        </w:rPr>
      </w:pPr>
    </w:p>
    <w:p w:rsidR="006A345F" w:rsidRDefault="006A345F" w:rsidP="000C09BE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>16.03.2023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№ 163</w:t>
      </w:r>
    </w:p>
    <w:p w:rsidR="006A345F" w:rsidRPr="00F80134" w:rsidRDefault="006A345F" w:rsidP="00F80134">
      <w:pPr>
        <w:pStyle w:val="BodyText"/>
        <w:spacing w:after="0"/>
        <w:jc w:val="center"/>
        <w:rPr>
          <w:sz w:val="28"/>
          <w:szCs w:val="28"/>
        </w:rPr>
      </w:pPr>
      <w:r w:rsidRPr="00F80134">
        <w:rPr>
          <w:sz w:val="28"/>
          <w:szCs w:val="28"/>
        </w:rPr>
        <w:t>г. Омутнинск</w:t>
      </w:r>
    </w:p>
    <w:p w:rsidR="006A345F" w:rsidRPr="00F80134" w:rsidRDefault="006A345F" w:rsidP="00F80134">
      <w:pPr>
        <w:pStyle w:val="BodyText"/>
        <w:spacing w:after="0"/>
        <w:jc w:val="center"/>
        <w:rPr>
          <w:sz w:val="48"/>
          <w:szCs w:val="48"/>
        </w:rPr>
      </w:pPr>
    </w:p>
    <w:p w:rsidR="006A345F" w:rsidRDefault="006A345F" w:rsidP="00C36964">
      <w:pPr>
        <w:jc w:val="center"/>
      </w:pPr>
      <w:r>
        <w:rPr>
          <w:b/>
        </w:rPr>
        <w:t>О районном Фестивале творчества «Педагогическая весна»</w:t>
      </w:r>
      <w:r>
        <w:rPr>
          <w:b/>
          <w:bCs/>
        </w:rPr>
        <w:t xml:space="preserve"> </w:t>
      </w:r>
    </w:p>
    <w:p w:rsidR="006A345F" w:rsidRDefault="006A345F" w:rsidP="00554D50"/>
    <w:p w:rsidR="006A345F" w:rsidRPr="008A5114" w:rsidRDefault="006A345F" w:rsidP="00C36964">
      <w:pPr>
        <w:spacing w:line="360" w:lineRule="auto"/>
        <w:ind w:firstLine="708"/>
        <w:jc w:val="both"/>
      </w:pPr>
      <w:r w:rsidRPr="00045510">
        <w:rPr>
          <w:rFonts w:ascii="Times New Roman" w:hAnsi="Times New Roman"/>
        </w:rPr>
        <w:t xml:space="preserve">На основании </w:t>
      </w:r>
      <w:r>
        <w:rPr>
          <w:rFonts w:ascii="Times New Roman" w:hAnsi="Times New Roman"/>
        </w:rPr>
        <w:t>постановления</w:t>
      </w:r>
      <w:r w:rsidRPr="0046722C">
        <w:t xml:space="preserve"> </w:t>
      </w:r>
      <w:r w:rsidRPr="0046722C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46722C">
        <w:rPr>
          <w:rFonts w:ascii="Times New Roman" w:hAnsi="Times New Roman"/>
        </w:rPr>
        <w:t xml:space="preserve"> муниципального образования Омутнинский муниципальный район Кировской 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от 09.02.2023 № 91</w:t>
      </w:r>
      <w:r w:rsidRPr="009509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46722C">
        <w:rPr>
          <w:rFonts w:ascii="Times New Roman" w:hAnsi="Times New Roman"/>
        </w:rPr>
        <w:t>Об утверждении плана мероприятий по проведению Года педагога и наставника в 2023 году</w:t>
      </w:r>
      <w:r>
        <w:rPr>
          <w:rFonts w:ascii="Times New Roman" w:hAnsi="Times New Roman"/>
        </w:rPr>
        <w:t>»</w:t>
      </w:r>
      <w:r w:rsidRPr="005B55E5">
        <w:rPr>
          <w:rFonts w:ascii="Times New Roman" w:hAnsi="Times New Roman"/>
        </w:rPr>
        <w:t xml:space="preserve"> </w:t>
      </w:r>
      <w:r w:rsidRPr="00F80134">
        <w:rPr>
          <w:rFonts w:ascii="Times New Roman" w:hAnsi="Times New Roman"/>
        </w:rPr>
        <w:t xml:space="preserve">администрация муниципального образования Омутнинский муниципальный район Кировской области </w:t>
      </w:r>
      <w:r>
        <w:t>ПОСТАНОВЛЯЕТ:</w:t>
      </w:r>
      <w:r w:rsidRPr="008A5114">
        <w:t xml:space="preserve"> </w:t>
      </w:r>
    </w:p>
    <w:p w:rsidR="006A345F" w:rsidRPr="00B75F07" w:rsidRDefault="006A345F" w:rsidP="00554D50">
      <w:pPr>
        <w:spacing w:line="360" w:lineRule="auto"/>
        <w:ind w:firstLine="708"/>
        <w:jc w:val="both"/>
      </w:pPr>
      <w:r>
        <w:t>1. Провести 15 апреля 2023</w:t>
      </w:r>
      <w:r w:rsidRPr="00B75F07">
        <w:t xml:space="preserve"> года </w:t>
      </w:r>
      <w:r>
        <w:t>районный Фестиваль творчества «Педагогическая весна»</w:t>
      </w:r>
      <w:r w:rsidRPr="00B75F07">
        <w:t>.</w:t>
      </w:r>
    </w:p>
    <w:p w:rsidR="006A345F" w:rsidRDefault="006A345F" w:rsidP="00554D50">
      <w:pPr>
        <w:spacing w:line="360" w:lineRule="auto"/>
        <w:ind w:firstLine="708"/>
        <w:jc w:val="both"/>
      </w:pPr>
      <w:r>
        <w:t>2. Утвердить Положение о районном Фестивале творчества «Педагогическая весна», согласно п</w:t>
      </w:r>
      <w:r w:rsidRPr="00B75F07">
        <w:t>риложени</w:t>
      </w:r>
      <w:r>
        <w:t>ю</w:t>
      </w:r>
      <w:r w:rsidRPr="00B75F07">
        <w:t xml:space="preserve"> №</w:t>
      </w:r>
      <w:r>
        <w:t xml:space="preserve"> </w:t>
      </w:r>
      <w:r w:rsidRPr="00B75F07">
        <w:t>1.</w:t>
      </w:r>
    </w:p>
    <w:p w:rsidR="006A345F" w:rsidRPr="00B75F07" w:rsidRDefault="006A345F" w:rsidP="00554D50">
      <w:pPr>
        <w:spacing w:line="360" w:lineRule="auto"/>
        <w:ind w:firstLine="708"/>
        <w:jc w:val="both"/>
      </w:pPr>
      <w:r>
        <w:t>3. Утвердить форму заявки на участие в районном Фестивале творчества «Педагогическая весна», согласно приложению № 2.</w:t>
      </w:r>
    </w:p>
    <w:p w:rsidR="006A345F" w:rsidRDefault="006A345F" w:rsidP="00554D50">
      <w:pPr>
        <w:spacing w:line="360" w:lineRule="auto"/>
        <w:ind w:firstLine="708"/>
        <w:jc w:val="both"/>
      </w:pPr>
      <w:r>
        <w:t xml:space="preserve">4. </w:t>
      </w:r>
      <w:r w:rsidRPr="00B75F07">
        <w:t xml:space="preserve">Создать организационный комитет </w:t>
      </w:r>
      <w:r w:rsidRPr="00A13D84">
        <w:t>по подготовке</w:t>
      </w:r>
      <w:r>
        <w:t xml:space="preserve"> и </w:t>
      </w:r>
      <w:r w:rsidRPr="00B75F07">
        <w:t xml:space="preserve">проведению </w:t>
      </w:r>
      <w:r>
        <w:t>районного Фестиваля творчества «Педагогическая весна»</w:t>
      </w:r>
      <w:r w:rsidRPr="00B75F07">
        <w:t xml:space="preserve"> и утвердить его состав</w:t>
      </w:r>
      <w:r>
        <w:t>, согласно п</w:t>
      </w:r>
      <w:r w:rsidRPr="00B75F07">
        <w:t>риложени</w:t>
      </w:r>
      <w:r>
        <w:t>ю № 3</w:t>
      </w:r>
      <w:r w:rsidRPr="00B75F07">
        <w:t xml:space="preserve">. </w:t>
      </w:r>
    </w:p>
    <w:p w:rsidR="006A345F" w:rsidRDefault="006A345F" w:rsidP="00554D50">
      <w:pPr>
        <w:spacing w:line="360" w:lineRule="auto"/>
        <w:ind w:firstLine="708"/>
        <w:jc w:val="both"/>
      </w:pPr>
      <w:r>
        <w:t>5. Утвердить состав жюри районного Фестиваля творчества «Педагогическая весна», согласно приложению № 4</w:t>
      </w:r>
      <w:r w:rsidRPr="00BC62B5">
        <w:t>.</w:t>
      </w:r>
    </w:p>
    <w:p w:rsidR="006A345F" w:rsidRDefault="006A345F" w:rsidP="00554D50">
      <w:pPr>
        <w:spacing w:line="360" w:lineRule="auto"/>
        <w:ind w:firstLine="708"/>
        <w:jc w:val="both"/>
      </w:pPr>
      <w:r>
        <w:t xml:space="preserve">6. </w:t>
      </w:r>
      <w:r>
        <w:rPr>
          <w:lang w:eastAsia="en-US"/>
        </w:rPr>
        <w:t>Р</w:t>
      </w:r>
      <w:r w:rsidRPr="007E6F04">
        <w:rPr>
          <w:lang w:eastAsia="en-US"/>
        </w:rPr>
        <w:t xml:space="preserve">азместить настоящее </w:t>
      </w:r>
      <w:r>
        <w:rPr>
          <w:lang w:eastAsia="en-US"/>
        </w:rPr>
        <w:t>постановление</w:t>
      </w:r>
      <w:r w:rsidRPr="007E6F04">
        <w:rPr>
          <w:lang w:eastAsia="en-US"/>
        </w:rPr>
        <w:t xml:space="preserve"> на официальном</w:t>
      </w:r>
      <w:r>
        <w:rPr>
          <w:lang w:eastAsia="en-US"/>
        </w:rPr>
        <w:t xml:space="preserve"> Интернет-</w:t>
      </w:r>
      <w:r w:rsidRPr="007E6F04">
        <w:rPr>
          <w:lang w:eastAsia="en-US"/>
        </w:rPr>
        <w:t xml:space="preserve"> сайте</w:t>
      </w:r>
      <w:r>
        <w:rPr>
          <w:lang w:eastAsia="en-US"/>
        </w:rPr>
        <w:t xml:space="preserve"> муниципального образования  Омутнинский муниципальный район Кировской области</w:t>
      </w:r>
      <w:r w:rsidRPr="007E6F04">
        <w:rPr>
          <w:lang w:eastAsia="en-US"/>
        </w:rPr>
        <w:t>.</w:t>
      </w:r>
    </w:p>
    <w:p w:rsidR="006A345F" w:rsidRDefault="006A345F" w:rsidP="00554D50">
      <w:pPr>
        <w:spacing w:line="360" w:lineRule="auto"/>
        <w:ind w:firstLine="708"/>
        <w:jc w:val="both"/>
      </w:pPr>
      <w:r>
        <w:t>7. Контроль за исполнением настоящего постановления возложить на заместителя главы администрации Омутнинского района по социальным вопросам Суровцеву Е.В.</w:t>
      </w:r>
    </w:p>
    <w:p w:rsidR="006A345F" w:rsidRPr="007E010C" w:rsidRDefault="006A345F" w:rsidP="007E010C">
      <w:pPr>
        <w:jc w:val="both"/>
        <w:rPr>
          <w:rFonts w:ascii="Times New Roman" w:hAnsi="Times New Roman"/>
          <w:sz w:val="72"/>
          <w:szCs w:val="72"/>
        </w:rPr>
      </w:pPr>
    </w:p>
    <w:p w:rsidR="006A345F" w:rsidRPr="00F80134" w:rsidRDefault="006A345F" w:rsidP="00F57A2A">
      <w:pPr>
        <w:rPr>
          <w:rFonts w:ascii="Times New Roman" w:hAnsi="Times New Roman"/>
        </w:rPr>
      </w:pPr>
      <w:r w:rsidRPr="00F80134">
        <w:rPr>
          <w:rFonts w:ascii="Times New Roman" w:hAnsi="Times New Roman"/>
        </w:rPr>
        <w:t>Глава</w:t>
      </w:r>
    </w:p>
    <w:p w:rsidR="006A345F" w:rsidRPr="00F80134" w:rsidRDefault="006A345F" w:rsidP="00F57A2A">
      <w:pPr>
        <w:widowControl w:val="0"/>
        <w:rPr>
          <w:rFonts w:ascii="Times New Roman" w:hAnsi="Times New Roman"/>
        </w:rPr>
      </w:pPr>
      <w:r w:rsidRPr="00F80134">
        <w:rPr>
          <w:rFonts w:ascii="Times New Roman" w:hAnsi="Times New Roman"/>
        </w:rPr>
        <w:t>Омутнинского  района</w:t>
      </w:r>
      <w:r>
        <w:rPr>
          <w:rFonts w:ascii="Times New Roman" w:hAnsi="Times New Roman"/>
        </w:rPr>
        <w:t xml:space="preserve">     </w:t>
      </w:r>
      <w:r w:rsidRPr="00F80134">
        <w:rPr>
          <w:rFonts w:ascii="Times New Roman" w:hAnsi="Times New Roman"/>
        </w:rPr>
        <w:t xml:space="preserve">А.В. Малков </w:t>
      </w:r>
    </w:p>
    <w:sectPr w:rsidR="006A345F" w:rsidRPr="00F80134" w:rsidSect="000A14BD">
      <w:headerReference w:type="even" r:id="rId9"/>
      <w:headerReference w:type="default" r:id="rId10"/>
      <w:pgSz w:w="11906" w:h="16838"/>
      <w:pgMar w:top="141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45F" w:rsidRDefault="006A345F">
      <w:r>
        <w:separator/>
      </w:r>
    </w:p>
  </w:endnote>
  <w:endnote w:type="continuationSeparator" w:id="0">
    <w:p w:rsidR="006A345F" w:rsidRDefault="006A3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45F" w:rsidRDefault="006A345F">
      <w:r>
        <w:separator/>
      </w:r>
    </w:p>
  </w:footnote>
  <w:footnote w:type="continuationSeparator" w:id="0">
    <w:p w:rsidR="006A345F" w:rsidRDefault="006A3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45F" w:rsidRDefault="006A345F" w:rsidP="00424D3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345F" w:rsidRDefault="006A34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45F" w:rsidRDefault="006A345F" w:rsidP="009F74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A345F" w:rsidRDefault="006A34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4FF"/>
    <w:multiLevelType w:val="hybridMultilevel"/>
    <w:tmpl w:val="64FA22CC"/>
    <w:lvl w:ilvl="0" w:tplc="0419000F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537519F"/>
    <w:multiLevelType w:val="multilevel"/>
    <w:tmpl w:val="37541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2">
    <w:nsid w:val="0A6C07F2"/>
    <w:multiLevelType w:val="multilevel"/>
    <w:tmpl w:val="0B007FFC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16A56CD3"/>
    <w:multiLevelType w:val="multilevel"/>
    <w:tmpl w:val="8A6821E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">
    <w:nsid w:val="272747CF"/>
    <w:multiLevelType w:val="hybridMultilevel"/>
    <w:tmpl w:val="4C9ECFF0"/>
    <w:lvl w:ilvl="0" w:tplc="E222EC54">
      <w:start w:val="1"/>
      <w:numFmt w:val="decimal"/>
      <w:lvlText w:val="%1."/>
      <w:lvlJc w:val="left"/>
      <w:pPr>
        <w:ind w:left="1188" w:hanging="480"/>
      </w:pPr>
      <w:rPr>
        <w:rFonts w:ascii="Times New (W1)" w:eastAsia="Times New Roman" w:hAnsi="Times New (W1)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C927EBF"/>
    <w:multiLevelType w:val="multilevel"/>
    <w:tmpl w:val="54386A20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7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cs="Times New Roman" w:hint="default"/>
      </w:rPr>
    </w:lvl>
  </w:abstractNum>
  <w:abstractNum w:abstractNumId="6">
    <w:nsid w:val="476E1321"/>
    <w:multiLevelType w:val="multilevel"/>
    <w:tmpl w:val="4280AD68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4C7D2D56"/>
    <w:multiLevelType w:val="multilevel"/>
    <w:tmpl w:val="D59C6D6A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cs="Times New Roman" w:hint="default"/>
      </w:rPr>
    </w:lvl>
  </w:abstractNum>
  <w:abstractNum w:abstractNumId="8">
    <w:nsid w:val="677A7107"/>
    <w:multiLevelType w:val="multilevel"/>
    <w:tmpl w:val="621C36D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9">
    <w:nsid w:val="6A882658"/>
    <w:multiLevelType w:val="multilevel"/>
    <w:tmpl w:val="32DC6DA4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71645744"/>
    <w:multiLevelType w:val="multilevel"/>
    <w:tmpl w:val="8A6821E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1">
    <w:nsid w:val="7DAE44EB"/>
    <w:multiLevelType w:val="multilevel"/>
    <w:tmpl w:val="37541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2">
    <w:nsid w:val="7E7B1799"/>
    <w:multiLevelType w:val="hybridMultilevel"/>
    <w:tmpl w:val="EA90140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0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FEC"/>
    <w:rsid w:val="00007439"/>
    <w:rsid w:val="00007917"/>
    <w:rsid w:val="0003051B"/>
    <w:rsid w:val="00030ABA"/>
    <w:rsid w:val="0003184D"/>
    <w:rsid w:val="00045510"/>
    <w:rsid w:val="000551F6"/>
    <w:rsid w:val="00056805"/>
    <w:rsid w:val="00057922"/>
    <w:rsid w:val="00067839"/>
    <w:rsid w:val="00070936"/>
    <w:rsid w:val="00077AEB"/>
    <w:rsid w:val="00086686"/>
    <w:rsid w:val="000918EF"/>
    <w:rsid w:val="000949E1"/>
    <w:rsid w:val="000A14BD"/>
    <w:rsid w:val="000A1E5C"/>
    <w:rsid w:val="000C09BE"/>
    <w:rsid w:val="000C12CF"/>
    <w:rsid w:val="000C2024"/>
    <w:rsid w:val="000C34E2"/>
    <w:rsid w:val="000D621C"/>
    <w:rsid w:val="000D658E"/>
    <w:rsid w:val="000E6EFA"/>
    <w:rsid w:val="000F3249"/>
    <w:rsid w:val="000F4D19"/>
    <w:rsid w:val="000F761C"/>
    <w:rsid w:val="000F7CE2"/>
    <w:rsid w:val="00100019"/>
    <w:rsid w:val="00101698"/>
    <w:rsid w:val="001030F4"/>
    <w:rsid w:val="00103FE1"/>
    <w:rsid w:val="00105BB8"/>
    <w:rsid w:val="001068BF"/>
    <w:rsid w:val="0012779C"/>
    <w:rsid w:val="001442CE"/>
    <w:rsid w:val="00144EF2"/>
    <w:rsid w:val="00155B17"/>
    <w:rsid w:val="00156E9F"/>
    <w:rsid w:val="00157932"/>
    <w:rsid w:val="001800DD"/>
    <w:rsid w:val="001819C8"/>
    <w:rsid w:val="00185C84"/>
    <w:rsid w:val="0019319E"/>
    <w:rsid w:val="001B5B1A"/>
    <w:rsid w:val="001C5CEE"/>
    <w:rsid w:val="001D2CC3"/>
    <w:rsid w:val="001D77A5"/>
    <w:rsid w:val="001E59C8"/>
    <w:rsid w:val="001E6BD4"/>
    <w:rsid w:val="001E74B4"/>
    <w:rsid w:val="001F0E04"/>
    <w:rsid w:val="0020653F"/>
    <w:rsid w:val="00207051"/>
    <w:rsid w:val="002116D1"/>
    <w:rsid w:val="002227DA"/>
    <w:rsid w:val="002271F2"/>
    <w:rsid w:val="00233606"/>
    <w:rsid w:val="00242145"/>
    <w:rsid w:val="00250D6E"/>
    <w:rsid w:val="00255D5B"/>
    <w:rsid w:val="00281E1F"/>
    <w:rsid w:val="002826BC"/>
    <w:rsid w:val="00290619"/>
    <w:rsid w:val="002954F5"/>
    <w:rsid w:val="00297D09"/>
    <w:rsid w:val="002A2E93"/>
    <w:rsid w:val="002C4927"/>
    <w:rsid w:val="002C5763"/>
    <w:rsid w:val="002D675C"/>
    <w:rsid w:val="00304CBE"/>
    <w:rsid w:val="00306346"/>
    <w:rsid w:val="003103E1"/>
    <w:rsid w:val="00335FAF"/>
    <w:rsid w:val="003502E5"/>
    <w:rsid w:val="00371CBD"/>
    <w:rsid w:val="003739FD"/>
    <w:rsid w:val="003751CF"/>
    <w:rsid w:val="0038335C"/>
    <w:rsid w:val="003861D4"/>
    <w:rsid w:val="003B190D"/>
    <w:rsid w:val="003B4A28"/>
    <w:rsid w:val="003B70F2"/>
    <w:rsid w:val="003C208E"/>
    <w:rsid w:val="003C3AF9"/>
    <w:rsid w:val="003D3BDE"/>
    <w:rsid w:val="003E6FB7"/>
    <w:rsid w:val="003F4386"/>
    <w:rsid w:val="00410CC0"/>
    <w:rsid w:val="00412253"/>
    <w:rsid w:val="00422A6A"/>
    <w:rsid w:val="00424D39"/>
    <w:rsid w:val="0046722C"/>
    <w:rsid w:val="004720BB"/>
    <w:rsid w:val="0047387F"/>
    <w:rsid w:val="00492B50"/>
    <w:rsid w:val="004A054D"/>
    <w:rsid w:val="004A6CD0"/>
    <w:rsid w:val="004C093A"/>
    <w:rsid w:val="004C5487"/>
    <w:rsid w:val="004D4FC9"/>
    <w:rsid w:val="004E5D89"/>
    <w:rsid w:val="004F6886"/>
    <w:rsid w:val="0050046A"/>
    <w:rsid w:val="0050214B"/>
    <w:rsid w:val="005134BB"/>
    <w:rsid w:val="00520A76"/>
    <w:rsid w:val="00523055"/>
    <w:rsid w:val="00524D8A"/>
    <w:rsid w:val="005329D1"/>
    <w:rsid w:val="00534FD3"/>
    <w:rsid w:val="005467B6"/>
    <w:rsid w:val="00554D50"/>
    <w:rsid w:val="0057067A"/>
    <w:rsid w:val="005832AF"/>
    <w:rsid w:val="00590F62"/>
    <w:rsid w:val="0059229C"/>
    <w:rsid w:val="005976D5"/>
    <w:rsid w:val="005A1D16"/>
    <w:rsid w:val="005A2783"/>
    <w:rsid w:val="005A46DB"/>
    <w:rsid w:val="005B08DC"/>
    <w:rsid w:val="005B55E5"/>
    <w:rsid w:val="005D6678"/>
    <w:rsid w:val="005E0D92"/>
    <w:rsid w:val="005E10D2"/>
    <w:rsid w:val="005E29B5"/>
    <w:rsid w:val="005F4869"/>
    <w:rsid w:val="005F5510"/>
    <w:rsid w:val="00615A7F"/>
    <w:rsid w:val="0062396D"/>
    <w:rsid w:val="00630F08"/>
    <w:rsid w:val="00643B73"/>
    <w:rsid w:val="006659B7"/>
    <w:rsid w:val="00670E5E"/>
    <w:rsid w:val="00677464"/>
    <w:rsid w:val="00681A74"/>
    <w:rsid w:val="00681DAC"/>
    <w:rsid w:val="00687469"/>
    <w:rsid w:val="0069137F"/>
    <w:rsid w:val="006A345F"/>
    <w:rsid w:val="006A5875"/>
    <w:rsid w:val="006B6F30"/>
    <w:rsid w:val="006C071B"/>
    <w:rsid w:val="006C7DC8"/>
    <w:rsid w:val="006F20DB"/>
    <w:rsid w:val="0071069B"/>
    <w:rsid w:val="007121EE"/>
    <w:rsid w:val="00723B64"/>
    <w:rsid w:val="00737AE7"/>
    <w:rsid w:val="0075350D"/>
    <w:rsid w:val="00760F4F"/>
    <w:rsid w:val="00761C41"/>
    <w:rsid w:val="00787618"/>
    <w:rsid w:val="00787979"/>
    <w:rsid w:val="00791742"/>
    <w:rsid w:val="007A636F"/>
    <w:rsid w:val="007D4C6A"/>
    <w:rsid w:val="007D6827"/>
    <w:rsid w:val="007E010C"/>
    <w:rsid w:val="007E6F04"/>
    <w:rsid w:val="007F44D4"/>
    <w:rsid w:val="00801F27"/>
    <w:rsid w:val="008175B4"/>
    <w:rsid w:val="00826BBC"/>
    <w:rsid w:val="00833AAF"/>
    <w:rsid w:val="00837491"/>
    <w:rsid w:val="00840A22"/>
    <w:rsid w:val="008419E4"/>
    <w:rsid w:val="008559DB"/>
    <w:rsid w:val="00856F43"/>
    <w:rsid w:val="0086128E"/>
    <w:rsid w:val="00862CE6"/>
    <w:rsid w:val="00862E73"/>
    <w:rsid w:val="008767C0"/>
    <w:rsid w:val="008855DF"/>
    <w:rsid w:val="008A2029"/>
    <w:rsid w:val="008A5114"/>
    <w:rsid w:val="008A6E9C"/>
    <w:rsid w:val="008B0DC5"/>
    <w:rsid w:val="008B3EFD"/>
    <w:rsid w:val="008C277F"/>
    <w:rsid w:val="008C3FEC"/>
    <w:rsid w:val="008E2F78"/>
    <w:rsid w:val="008F4B4F"/>
    <w:rsid w:val="00907891"/>
    <w:rsid w:val="00907D89"/>
    <w:rsid w:val="0091307B"/>
    <w:rsid w:val="00917E25"/>
    <w:rsid w:val="00922B01"/>
    <w:rsid w:val="00940495"/>
    <w:rsid w:val="00941C14"/>
    <w:rsid w:val="0095090A"/>
    <w:rsid w:val="00967E9C"/>
    <w:rsid w:val="00971776"/>
    <w:rsid w:val="00972D01"/>
    <w:rsid w:val="00973EB5"/>
    <w:rsid w:val="00990EAB"/>
    <w:rsid w:val="009A432C"/>
    <w:rsid w:val="009B44D7"/>
    <w:rsid w:val="009C4C73"/>
    <w:rsid w:val="009D1D01"/>
    <w:rsid w:val="009D4FF5"/>
    <w:rsid w:val="009F74D6"/>
    <w:rsid w:val="00A019C9"/>
    <w:rsid w:val="00A13D84"/>
    <w:rsid w:val="00A14795"/>
    <w:rsid w:val="00A16BF5"/>
    <w:rsid w:val="00A2608C"/>
    <w:rsid w:val="00A264F9"/>
    <w:rsid w:val="00A374D3"/>
    <w:rsid w:val="00A41800"/>
    <w:rsid w:val="00A6355B"/>
    <w:rsid w:val="00A654F1"/>
    <w:rsid w:val="00A6764A"/>
    <w:rsid w:val="00A76728"/>
    <w:rsid w:val="00A903A6"/>
    <w:rsid w:val="00AB04A3"/>
    <w:rsid w:val="00AB6948"/>
    <w:rsid w:val="00AD2FCA"/>
    <w:rsid w:val="00AE68D6"/>
    <w:rsid w:val="00AF03B8"/>
    <w:rsid w:val="00B00B0C"/>
    <w:rsid w:val="00B022AE"/>
    <w:rsid w:val="00B05929"/>
    <w:rsid w:val="00B07E7D"/>
    <w:rsid w:val="00B12F34"/>
    <w:rsid w:val="00B14132"/>
    <w:rsid w:val="00B31F89"/>
    <w:rsid w:val="00B368CB"/>
    <w:rsid w:val="00B57F1A"/>
    <w:rsid w:val="00B75F07"/>
    <w:rsid w:val="00B767CE"/>
    <w:rsid w:val="00B76FD5"/>
    <w:rsid w:val="00B820E0"/>
    <w:rsid w:val="00B90FB0"/>
    <w:rsid w:val="00BA0863"/>
    <w:rsid w:val="00BC46F8"/>
    <w:rsid w:val="00BC62B5"/>
    <w:rsid w:val="00BC6AE7"/>
    <w:rsid w:val="00BD5A42"/>
    <w:rsid w:val="00BE4C60"/>
    <w:rsid w:val="00BE69E3"/>
    <w:rsid w:val="00BF0780"/>
    <w:rsid w:val="00BF6700"/>
    <w:rsid w:val="00C05A6F"/>
    <w:rsid w:val="00C06D08"/>
    <w:rsid w:val="00C10DCA"/>
    <w:rsid w:val="00C15581"/>
    <w:rsid w:val="00C16AB8"/>
    <w:rsid w:val="00C2064B"/>
    <w:rsid w:val="00C259A7"/>
    <w:rsid w:val="00C2627D"/>
    <w:rsid w:val="00C321B9"/>
    <w:rsid w:val="00C36964"/>
    <w:rsid w:val="00C4190E"/>
    <w:rsid w:val="00C42439"/>
    <w:rsid w:val="00C45528"/>
    <w:rsid w:val="00C6451F"/>
    <w:rsid w:val="00C7585F"/>
    <w:rsid w:val="00C822E1"/>
    <w:rsid w:val="00C86D88"/>
    <w:rsid w:val="00C93903"/>
    <w:rsid w:val="00CA294B"/>
    <w:rsid w:val="00CB434C"/>
    <w:rsid w:val="00CB6634"/>
    <w:rsid w:val="00CB757B"/>
    <w:rsid w:val="00CC4029"/>
    <w:rsid w:val="00CC7C85"/>
    <w:rsid w:val="00CD3DAD"/>
    <w:rsid w:val="00CD5082"/>
    <w:rsid w:val="00D10DDE"/>
    <w:rsid w:val="00D11D05"/>
    <w:rsid w:val="00D22440"/>
    <w:rsid w:val="00D22CE8"/>
    <w:rsid w:val="00D25978"/>
    <w:rsid w:val="00D44C42"/>
    <w:rsid w:val="00D458CB"/>
    <w:rsid w:val="00D64739"/>
    <w:rsid w:val="00D64EA7"/>
    <w:rsid w:val="00D674EC"/>
    <w:rsid w:val="00D72215"/>
    <w:rsid w:val="00D762DA"/>
    <w:rsid w:val="00D76EB5"/>
    <w:rsid w:val="00D778EF"/>
    <w:rsid w:val="00D94A97"/>
    <w:rsid w:val="00D95279"/>
    <w:rsid w:val="00DC41B9"/>
    <w:rsid w:val="00DE2CD0"/>
    <w:rsid w:val="00DE77A1"/>
    <w:rsid w:val="00E26127"/>
    <w:rsid w:val="00E341AE"/>
    <w:rsid w:val="00E734FC"/>
    <w:rsid w:val="00E749E0"/>
    <w:rsid w:val="00E97FF8"/>
    <w:rsid w:val="00EB0152"/>
    <w:rsid w:val="00EB30E2"/>
    <w:rsid w:val="00ED788D"/>
    <w:rsid w:val="00EF5927"/>
    <w:rsid w:val="00F03F94"/>
    <w:rsid w:val="00F31515"/>
    <w:rsid w:val="00F42C59"/>
    <w:rsid w:val="00F46B7A"/>
    <w:rsid w:val="00F54CCC"/>
    <w:rsid w:val="00F57A2A"/>
    <w:rsid w:val="00F724C5"/>
    <w:rsid w:val="00F80134"/>
    <w:rsid w:val="00F82AE6"/>
    <w:rsid w:val="00F8302E"/>
    <w:rsid w:val="00F87BA6"/>
    <w:rsid w:val="00F93922"/>
    <w:rsid w:val="00FC2D6B"/>
    <w:rsid w:val="00FC4846"/>
    <w:rsid w:val="00FC52CE"/>
    <w:rsid w:val="00FE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EC"/>
    <w:rPr>
      <w:rFonts w:ascii="Times New (W1)" w:hAnsi="Times New (W1)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C3FEC"/>
    <w:pPr>
      <w:spacing w:after="120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90110"/>
    <w:rPr>
      <w:rFonts w:ascii="Times New (W1)" w:hAnsi="Times New (W1)"/>
      <w:sz w:val="28"/>
      <w:szCs w:val="28"/>
    </w:rPr>
  </w:style>
  <w:style w:type="table" w:styleId="TableGrid">
    <w:name w:val="Table Grid"/>
    <w:basedOn w:val="TableNormal"/>
    <w:uiPriority w:val="99"/>
    <w:rsid w:val="008C3F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BD5A42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uiPriority w:val="99"/>
    <w:qFormat/>
    <w:rsid w:val="00801F27"/>
    <w:rPr>
      <w:rFonts w:cs="Times New Roman"/>
      <w:b/>
    </w:rPr>
  </w:style>
  <w:style w:type="character" w:customStyle="1" w:styleId="s1">
    <w:name w:val="s1"/>
    <w:basedOn w:val="DefaultParagraphFont"/>
    <w:uiPriority w:val="99"/>
    <w:rsid w:val="00801F27"/>
    <w:rPr>
      <w:rFonts w:cs="Times New Roman"/>
    </w:rPr>
  </w:style>
  <w:style w:type="paragraph" w:customStyle="1" w:styleId="p5">
    <w:name w:val="p5"/>
    <w:basedOn w:val="Normal"/>
    <w:uiPriority w:val="99"/>
    <w:rsid w:val="00801F2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767CE"/>
    <w:pPr>
      <w:ind w:left="708"/>
    </w:pPr>
  </w:style>
  <w:style w:type="paragraph" w:styleId="Header">
    <w:name w:val="header"/>
    <w:basedOn w:val="Normal"/>
    <w:link w:val="HeaderChar"/>
    <w:uiPriority w:val="99"/>
    <w:rsid w:val="007106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0110"/>
    <w:rPr>
      <w:rFonts w:ascii="Times New (W1)" w:hAnsi="Times New (W1)"/>
      <w:sz w:val="28"/>
      <w:szCs w:val="28"/>
    </w:rPr>
  </w:style>
  <w:style w:type="character" w:styleId="PageNumber">
    <w:name w:val="page number"/>
    <w:basedOn w:val="DefaultParagraphFont"/>
    <w:uiPriority w:val="99"/>
    <w:rsid w:val="00710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5B1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0110"/>
    <w:rPr>
      <w:rFonts w:ascii="Times New (W1)" w:hAnsi="Times New (W1)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75350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350D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rsid w:val="00AF03B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222</Words>
  <Characters>1272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УМИПЦ</dc:creator>
  <cp:keywords/>
  <dc:description/>
  <cp:lastModifiedBy>ucom06</cp:lastModifiedBy>
  <cp:revision>4</cp:revision>
  <cp:lastPrinted>2023-03-15T13:22:00Z</cp:lastPrinted>
  <dcterms:created xsi:type="dcterms:W3CDTF">2023-03-17T10:39:00Z</dcterms:created>
  <dcterms:modified xsi:type="dcterms:W3CDTF">2023-03-22T07:16:00Z</dcterms:modified>
</cp:coreProperties>
</file>