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69" w:rsidRDefault="007C5869" w:rsidP="0060538A">
      <w:pPr>
        <w:pStyle w:val="ConsPlusNonformat"/>
        <w:widowControl/>
        <w:tabs>
          <w:tab w:val="left" w:pos="5200"/>
          <w:tab w:val="left" w:pos="5300"/>
        </w:tabs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C5869" w:rsidRDefault="007C5869" w:rsidP="0060538A">
      <w:pPr>
        <w:pStyle w:val="ConsPlusNonformat"/>
        <w:widowControl/>
        <w:tabs>
          <w:tab w:val="left" w:pos="5200"/>
          <w:tab w:val="left" w:pos="5300"/>
        </w:tabs>
        <w:ind w:left="5245"/>
        <w:rPr>
          <w:rFonts w:ascii="Times New Roman" w:hAnsi="Times New Roman" w:cs="Times New Roman"/>
          <w:sz w:val="28"/>
          <w:szCs w:val="28"/>
        </w:rPr>
      </w:pPr>
    </w:p>
    <w:p w:rsidR="007C5869" w:rsidRPr="00BE27AD" w:rsidRDefault="007C5869" w:rsidP="0060538A">
      <w:pPr>
        <w:pStyle w:val="ConsPlusNonformat"/>
        <w:widowControl/>
        <w:tabs>
          <w:tab w:val="left" w:pos="5200"/>
        </w:tabs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7C5869" w:rsidRDefault="007C5869" w:rsidP="009D4DCD">
      <w:pPr>
        <w:pStyle w:val="ConsPlusNonformat"/>
        <w:widowControl/>
        <w:ind w:left="5199"/>
        <w:rPr>
          <w:rFonts w:ascii="Times New Roman" w:hAnsi="Times New Roman" w:cs="Times New Roman"/>
          <w:sz w:val="28"/>
          <w:szCs w:val="28"/>
        </w:rPr>
      </w:pPr>
    </w:p>
    <w:p w:rsidR="007C5869" w:rsidRDefault="007C5869" w:rsidP="009D4DCD">
      <w:pPr>
        <w:pStyle w:val="ConsPlusNonformat"/>
        <w:widowControl/>
        <w:ind w:left="5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7C5869" w:rsidRDefault="007C5869" w:rsidP="009D4DCD">
      <w:pPr>
        <w:pStyle w:val="ConsPlusNonformat"/>
        <w:widowControl/>
        <w:ind w:left="5199"/>
        <w:rPr>
          <w:rFonts w:ascii="Times New Roman" w:hAnsi="Times New Roman" w:cs="Times New Roman"/>
          <w:sz w:val="28"/>
          <w:szCs w:val="28"/>
        </w:rPr>
      </w:pPr>
    </w:p>
    <w:p w:rsidR="007C5869" w:rsidRDefault="007C5869" w:rsidP="009D4DCD">
      <w:pPr>
        <w:widowControl w:val="0"/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7C5869" w:rsidRDefault="007C5869" w:rsidP="009D4DCD">
      <w:pPr>
        <w:widowControl w:val="0"/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Омутнинский муниципальный район Кировской области</w:t>
      </w:r>
    </w:p>
    <w:p w:rsidR="007C5869" w:rsidRDefault="007C5869" w:rsidP="009D4DCD">
      <w:pPr>
        <w:widowControl w:val="0"/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от 23.12.2020 № 834</w:t>
      </w:r>
    </w:p>
    <w:p w:rsidR="007C5869" w:rsidRDefault="007C5869" w:rsidP="009D4DCD">
      <w:pPr>
        <w:widowControl w:val="0"/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(в редакции от 22.02.2023 № 120)</w:t>
      </w:r>
    </w:p>
    <w:p w:rsidR="007C5869" w:rsidRPr="0060538A" w:rsidRDefault="007C5869" w:rsidP="009D4DCD">
      <w:pPr>
        <w:rPr>
          <w:sz w:val="72"/>
          <w:szCs w:val="72"/>
        </w:rPr>
      </w:pPr>
    </w:p>
    <w:p w:rsidR="007C5869" w:rsidRDefault="007C5869" w:rsidP="009D4DCD">
      <w:pPr>
        <w:pStyle w:val="ConsPlusTitle"/>
        <w:widowControl/>
        <w:tabs>
          <w:tab w:val="left" w:pos="10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</w:p>
    <w:p w:rsidR="007C5869" w:rsidRDefault="007C5869" w:rsidP="009D4DCD">
      <w:pPr>
        <w:pStyle w:val="ConsPlusTitle"/>
        <w:widowControl/>
        <w:tabs>
          <w:tab w:val="left" w:pos="10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обеспечения образовательной деятельности в дошкольных образовательных организациях</w:t>
      </w:r>
    </w:p>
    <w:p w:rsidR="007C5869" w:rsidRDefault="007C5869" w:rsidP="009D4DCD">
      <w:pPr>
        <w:pStyle w:val="ConsPlusTitle"/>
        <w:widowControl/>
        <w:tabs>
          <w:tab w:val="left" w:pos="10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Омутнинского района </w:t>
      </w:r>
      <w:r w:rsidRPr="00721430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7C5869" w:rsidRPr="0060538A" w:rsidRDefault="007C5869" w:rsidP="009D4DCD">
      <w:pPr>
        <w:pStyle w:val="ConsPlusTitle"/>
        <w:widowControl/>
        <w:tabs>
          <w:tab w:val="left" w:pos="1000"/>
        </w:tabs>
        <w:jc w:val="center"/>
        <w:rPr>
          <w:rFonts w:ascii="Times New Roman" w:hAnsi="Times New Roman" w:cs="Times New Roman"/>
          <w:sz w:val="48"/>
          <w:szCs w:val="48"/>
        </w:rPr>
      </w:pPr>
    </w:p>
    <w:p w:rsidR="007C5869" w:rsidRPr="007C585F" w:rsidRDefault="007C5869" w:rsidP="007C585F">
      <w:pPr>
        <w:pStyle w:val="ConsPlusTitle"/>
        <w:widowControl/>
        <w:numPr>
          <w:ilvl w:val="0"/>
          <w:numId w:val="1"/>
        </w:numPr>
        <w:tabs>
          <w:tab w:val="left" w:pos="1000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309B">
        <w:rPr>
          <w:rFonts w:ascii="Times New Roman" w:hAnsi="Times New Roman" w:cs="Times New Roman"/>
          <w:b w:val="0"/>
          <w:sz w:val="28"/>
          <w:szCs w:val="28"/>
        </w:rPr>
        <w:t xml:space="preserve">Норматив финансового обеспечения образовательной деятельности </w:t>
      </w:r>
      <w:r w:rsidRPr="0043309B">
        <w:rPr>
          <w:rFonts w:ascii="Times New Roman" w:hAnsi="Times New Roman" w:cs="Times New Roman"/>
          <w:b w:val="0"/>
          <w:color w:val="000000"/>
          <w:sz w:val="28"/>
          <w:szCs w:val="28"/>
        </w:rPr>
        <w:t>дошкольной образовательной организации в части расходов на оплату тру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да в расчете на одну ставку педагогических работников – 410358 рублей.</w:t>
      </w:r>
      <w:bookmarkStart w:id="0" w:name="_GoBack"/>
      <w:bookmarkEnd w:id="0"/>
    </w:p>
    <w:p w:rsidR="007C5869" w:rsidRPr="00A06E2B" w:rsidRDefault="007C5869" w:rsidP="0060538A">
      <w:pPr>
        <w:pStyle w:val="ConsPlusTitle"/>
        <w:widowControl/>
        <w:tabs>
          <w:tab w:val="left" w:pos="1000"/>
        </w:tabs>
        <w:spacing w:line="360" w:lineRule="auto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C5869" w:rsidRDefault="007C5869" w:rsidP="0060538A">
      <w:pPr>
        <w:spacing w:line="360" w:lineRule="auto"/>
        <w:jc w:val="center"/>
      </w:pPr>
      <w:r>
        <w:rPr>
          <w:sz w:val="24"/>
          <w:szCs w:val="24"/>
        </w:rPr>
        <w:t>___________</w:t>
      </w:r>
    </w:p>
    <w:sectPr w:rsidR="007C5869" w:rsidSect="002A5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2055"/>
    <w:multiLevelType w:val="hybridMultilevel"/>
    <w:tmpl w:val="813C65E0"/>
    <w:lvl w:ilvl="0" w:tplc="B7E690CC">
      <w:start w:val="1"/>
      <w:numFmt w:val="decimal"/>
      <w:lvlText w:val="%1."/>
      <w:lvlJc w:val="left"/>
      <w:pPr>
        <w:ind w:left="1826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3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5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4DCD"/>
    <w:rsid w:val="000B4442"/>
    <w:rsid w:val="00112333"/>
    <w:rsid w:val="001143E9"/>
    <w:rsid w:val="00193601"/>
    <w:rsid w:val="002A2C6C"/>
    <w:rsid w:val="002A5B2B"/>
    <w:rsid w:val="004148BD"/>
    <w:rsid w:val="0043309B"/>
    <w:rsid w:val="0060538A"/>
    <w:rsid w:val="00721430"/>
    <w:rsid w:val="00754E1F"/>
    <w:rsid w:val="007C585F"/>
    <w:rsid w:val="007C5869"/>
    <w:rsid w:val="009D4DCD"/>
    <w:rsid w:val="00A06E2B"/>
    <w:rsid w:val="00BE27AD"/>
    <w:rsid w:val="00D2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DCD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D4DC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9D4DC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84</Words>
  <Characters>479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Гл. Экономист</dc:creator>
  <cp:keywords/>
  <dc:description/>
  <cp:lastModifiedBy>ucom06</cp:lastModifiedBy>
  <cp:revision>9</cp:revision>
  <dcterms:created xsi:type="dcterms:W3CDTF">2020-12-25T07:03:00Z</dcterms:created>
  <dcterms:modified xsi:type="dcterms:W3CDTF">2023-02-28T08:20:00Z</dcterms:modified>
</cp:coreProperties>
</file>