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0A7" w:rsidRPr="005D5D87" w:rsidRDefault="007960A7" w:rsidP="004676E2">
      <w:pPr>
        <w:pStyle w:val="Aacao1"/>
        <w:widowControl w:val="0"/>
        <w:tabs>
          <w:tab w:val="left" w:pos="5529"/>
        </w:tabs>
        <w:spacing w:after="0" w:line="240" w:lineRule="auto"/>
        <w:ind w:firstLine="5103"/>
      </w:pPr>
      <w:r>
        <w:t xml:space="preserve">Приложение </w:t>
      </w:r>
    </w:p>
    <w:p w:rsidR="007960A7" w:rsidRPr="005D5D87" w:rsidRDefault="007960A7" w:rsidP="004676E2">
      <w:pPr>
        <w:pStyle w:val="Aacao1"/>
        <w:widowControl w:val="0"/>
        <w:spacing w:after="0" w:line="240" w:lineRule="auto"/>
        <w:ind w:firstLine="5103"/>
      </w:pPr>
    </w:p>
    <w:p w:rsidR="007960A7" w:rsidRPr="005D5D87" w:rsidRDefault="007960A7" w:rsidP="004676E2">
      <w:pPr>
        <w:pStyle w:val="Aacao1"/>
        <w:widowControl w:val="0"/>
        <w:tabs>
          <w:tab w:val="left" w:pos="5387"/>
        </w:tabs>
        <w:spacing w:after="0" w:line="240" w:lineRule="auto"/>
        <w:ind w:firstLine="5103"/>
      </w:pPr>
      <w:r w:rsidRPr="005D5D87">
        <w:t>УТВЕРЖДЕН</w:t>
      </w:r>
    </w:p>
    <w:p w:rsidR="007960A7" w:rsidRPr="005D5D87" w:rsidRDefault="007960A7" w:rsidP="004676E2">
      <w:pPr>
        <w:pStyle w:val="Aacao1"/>
        <w:widowControl w:val="0"/>
        <w:spacing w:after="0" w:line="240" w:lineRule="auto"/>
        <w:ind w:firstLine="5103"/>
      </w:pPr>
    </w:p>
    <w:p w:rsidR="007960A7" w:rsidRPr="004676E2" w:rsidRDefault="007960A7" w:rsidP="004676E2">
      <w:pPr>
        <w:spacing w:line="240" w:lineRule="auto"/>
        <w:ind w:firstLine="510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</w:t>
      </w:r>
      <w:r w:rsidRPr="004676E2">
        <w:rPr>
          <w:rFonts w:ascii="Times New Roman" w:hAnsi="Times New Roman"/>
          <w:sz w:val="28"/>
          <w:szCs w:val="28"/>
        </w:rPr>
        <w:t>администрации</w:t>
      </w:r>
    </w:p>
    <w:p w:rsidR="007960A7" w:rsidRPr="004676E2" w:rsidRDefault="007960A7" w:rsidP="004676E2">
      <w:pPr>
        <w:spacing w:line="240" w:lineRule="auto"/>
        <w:ind w:firstLine="5103"/>
        <w:contextualSpacing/>
        <w:jc w:val="both"/>
        <w:rPr>
          <w:rFonts w:ascii="Times New Roman" w:hAnsi="Times New Roman"/>
          <w:sz w:val="28"/>
          <w:szCs w:val="28"/>
        </w:rPr>
      </w:pPr>
      <w:r w:rsidRPr="004676E2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7960A7" w:rsidRPr="004676E2" w:rsidRDefault="007960A7" w:rsidP="004676E2">
      <w:pPr>
        <w:spacing w:line="240" w:lineRule="auto"/>
        <w:ind w:firstLine="5103"/>
        <w:contextualSpacing/>
        <w:jc w:val="both"/>
        <w:rPr>
          <w:rFonts w:ascii="Times New Roman" w:hAnsi="Times New Roman"/>
          <w:sz w:val="28"/>
          <w:szCs w:val="28"/>
        </w:rPr>
      </w:pPr>
      <w:r w:rsidRPr="004676E2">
        <w:rPr>
          <w:rFonts w:ascii="Times New Roman" w:hAnsi="Times New Roman"/>
          <w:sz w:val="28"/>
          <w:szCs w:val="28"/>
        </w:rPr>
        <w:t>Омутнинский муниципальный</w:t>
      </w:r>
    </w:p>
    <w:p w:rsidR="007960A7" w:rsidRPr="004676E2" w:rsidRDefault="007960A7" w:rsidP="004676E2">
      <w:pPr>
        <w:spacing w:line="240" w:lineRule="auto"/>
        <w:ind w:firstLine="5103"/>
        <w:contextualSpacing/>
        <w:jc w:val="both"/>
        <w:rPr>
          <w:rFonts w:ascii="Times New Roman" w:hAnsi="Times New Roman"/>
          <w:sz w:val="28"/>
          <w:szCs w:val="28"/>
        </w:rPr>
      </w:pPr>
      <w:r w:rsidRPr="004676E2">
        <w:rPr>
          <w:rFonts w:ascii="Times New Roman" w:hAnsi="Times New Roman"/>
          <w:sz w:val="28"/>
          <w:szCs w:val="28"/>
        </w:rPr>
        <w:t>район Кировской области</w:t>
      </w:r>
    </w:p>
    <w:p w:rsidR="007960A7" w:rsidRPr="004676E2" w:rsidRDefault="007960A7" w:rsidP="004676E2">
      <w:pPr>
        <w:spacing w:line="240" w:lineRule="auto"/>
        <w:ind w:firstLine="5103"/>
        <w:contextualSpacing/>
        <w:jc w:val="both"/>
        <w:rPr>
          <w:rFonts w:ascii="Times New Roman" w:hAnsi="Times New Roman"/>
          <w:sz w:val="28"/>
          <w:szCs w:val="28"/>
        </w:rPr>
      </w:pPr>
      <w:r w:rsidRPr="004676E2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10.02.2023 </w:t>
      </w:r>
      <w:r w:rsidRPr="004676E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100</w:t>
      </w:r>
    </w:p>
    <w:p w:rsidR="007960A7" w:rsidRPr="00471E6A" w:rsidRDefault="007960A7" w:rsidP="00471E6A">
      <w:pPr>
        <w:spacing w:after="0" w:line="240" w:lineRule="auto"/>
        <w:rPr>
          <w:rFonts w:ascii="Times New (W1)" w:hAnsi="Times New (W1)"/>
          <w:sz w:val="24"/>
          <w:szCs w:val="24"/>
          <w:lang w:eastAsia="ru-RU"/>
        </w:rPr>
      </w:pPr>
    </w:p>
    <w:p w:rsidR="007960A7" w:rsidRPr="00471E6A" w:rsidRDefault="007960A7" w:rsidP="00471E6A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  <w:r>
        <w:rPr>
          <w:rFonts w:ascii="Times New (W1)" w:hAnsi="Times New (W1)"/>
          <w:b/>
          <w:sz w:val="28"/>
          <w:szCs w:val="28"/>
          <w:lang w:eastAsia="ru-RU"/>
        </w:rPr>
        <w:t>СПИСОК</w:t>
      </w:r>
    </w:p>
    <w:p w:rsidR="007960A7" w:rsidRPr="0077682F" w:rsidRDefault="007960A7" w:rsidP="0077682F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  <w:r>
        <w:rPr>
          <w:rFonts w:ascii="Times New (W1)" w:hAnsi="Times New (W1)"/>
          <w:b/>
          <w:sz w:val="28"/>
          <w:szCs w:val="28"/>
          <w:lang w:eastAsia="ru-RU"/>
        </w:rPr>
        <w:t>М</w:t>
      </w:r>
      <w:r w:rsidRPr="0077682F">
        <w:rPr>
          <w:rFonts w:ascii="Times New (W1)" w:hAnsi="Times New (W1)"/>
          <w:b/>
          <w:sz w:val="28"/>
          <w:szCs w:val="28"/>
          <w:lang w:eastAsia="ru-RU"/>
        </w:rPr>
        <w:t>униципальных дошколь</w:t>
      </w:r>
      <w:r>
        <w:rPr>
          <w:rFonts w:ascii="Times New (W1)" w:hAnsi="Times New (W1)"/>
          <w:b/>
          <w:sz w:val="28"/>
          <w:szCs w:val="28"/>
          <w:lang w:eastAsia="ru-RU"/>
        </w:rPr>
        <w:t xml:space="preserve">ных образовательных организаций, закрепленных </w:t>
      </w:r>
      <w:r w:rsidRPr="0077682F">
        <w:rPr>
          <w:rFonts w:ascii="Times New (W1)" w:hAnsi="Times New (W1)"/>
          <w:b/>
          <w:sz w:val="28"/>
          <w:szCs w:val="28"/>
          <w:lang w:eastAsia="ru-RU"/>
        </w:rPr>
        <w:t xml:space="preserve">за территориями муниципального образования </w:t>
      </w:r>
    </w:p>
    <w:p w:rsidR="007960A7" w:rsidRPr="00471E6A" w:rsidRDefault="007960A7" w:rsidP="0077682F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  <w:r w:rsidRPr="0077682F">
        <w:rPr>
          <w:rFonts w:ascii="Times New (W1)" w:hAnsi="Times New (W1)"/>
          <w:b/>
          <w:sz w:val="28"/>
          <w:szCs w:val="28"/>
          <w:lang w:eastAsia="ru-RU"/>
        </w:rPr>
        <w:t>Омутнинский муниципальный район Кировской области на 202</w:t>
      </w:r>
      <w:r>
        <w:rPr>
          <w:rFonts w:ascii="Times New (W1)" w:hAnsi="Times New (W1)"/>
          <w:b/>
          <w:sz w:val="28"/>
          <w:szCs w:val="28"/>
          <w:lang w:eastAsia="ru-RU"/>
        </w:rPr>
        <w:t>3</w:t>
      </w:r>
      <w:r w:rsidRPr="0077682F">
        <w:rPr>
          <w:rFonts w:ascii="Times New (W1)" w:hAnsi="Times New (W1)"/>
          <w:b/>
          <w:sz w:val="28"/>
          <w:szCs w:val="28"/>
          <w:lang w:eastAsia="ru-RU"/>
        </w:rPr>
        <w:t xml:space="preserve"> год</w:t>
      </w:r>
    </w:p>
    <w:p w:rsidR="007960A7" w:rsidRPr="00471E6A" w:rsidRDefault="007960A7" w:rsidP="00471E6A">
      <w:pPr>
        <w:spacing w:after="0" w:line="240" w:lineRule="auto"/>
        <w:rPr>
          <w:rFonts w:ascii="Times New (W1)" w:hAnsi="Times New (W1)"/>
          <w:sz w:val="28"/>
          <w:szCs w:val="28"/>
          <w:lang w:eastAsia="ru-RU"/>
        </w:rPr>
      </w:pPr>
      <w:r w:rsidRPr="00471E6A">
        <w:rPr>
          <w:rFonts w:ascii="Times New (W1)" w:hAnsi="Times New (W1)"/>
          <w:sz w:val="28"/>
          <w:szCs w:val="28"/>
          <w:lang w:eastAsia="ru-RU"/>
        </w:rPr>
        <w:t xml:space="preserve">                                            </w:t>
      </w:r>
    </w:p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22"/>
        <w:gridCol w:w="4655"/>
      </w:tblGrid>
      <w:tr w:rsidR="007960A7" w:rsidRPr="00E60F11" w:rsidTr="00ED680A">
        <w:trPr>
          <w:trHeight w:val="976"/>
          <w:tblHeader/>
        </w:trPr>
        <w:tc>
          <w:tcPr>
            <w:tcW w:w="2544" w:type="pct"/>
          </w:tcPr>
          <w:p w:rsidR="007960A7" w:rsidRPr="00E60F11" w:rsidRDefault="007960A7" w:rsidP="00ED680A">
            <w:pPr>
              <w:pStyle w:val="ConsPlusTitle"/>
              <w:widowControl/>
              <w:jc w:val="center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456" w:type="pct"/>
          </w:tcPr>
          <w:p w:rsidR="007960A7" w:rsidRPr="00E60F11" w:rsidRDefault="007960A7" w:rsidP="00ED680A">
            <w:pPr>
              <w:pStyle w:val="ConsPlusTitle"/>
              <w:jc w:val="center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Наименование населенных пунк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тов Омутнинского района</w:t>
            </w:r>
          </w:p>
        </w:tc>
      </w:tr>
      <w:tr w:rsidR="007960A7" w:rsidRPr="00E60F11" w:rsidTr="00ED680A">
        <w:tc>
          <w:tcPr>
            <w:tcW w:w="2544" w:type="pct"/>
          </w:tcPr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Муниципальное казенное дошкольное образовательное учреждение детский сад      № 8 «Колокольчик» г. Омутнинска Кировской области</w:t>
            </w:r>
          </w:p>
        </w:tc>
        <w:tc>
          <w:tcPr>
            <w:tcW w:w="2456" w:type="pct"/>
            <w:vMerge w:val="restart"/>
          </w:tcPr>
          <w:p w:rsidR="007960A7" w:rsidRDefault="007960A7" w:rsidP="00ED680A">
            <w:pPr>
              <w:pStyle w:val="ConsPlusTitle"/>
              <w:widowControl/>
              <w:jc w:val="both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- г. Омутнинск </w:t>
            </w:r>
          </w:p>
          <w:p w:rsidR="007960A7" w:rsidRPr="00E60F11" w:rsidRDefault="007960A7" w:rsidP="00ED680A">
            <w:pPr>
              <w:pStyle w:val="ConsPlusTitle"/>
              <w:widowControl/>
              <w:jc w:val="both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пос. Омутнинский</w:t>
            </w:r>
          </w:p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дер. Осокино</w:t>
            </w:r>
          </w:p>
          <w:p w:rsidR="007960A7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дер. Плетеневская</w:t>
            </w:r>
          </w:p>
          <w:p w:rsidR="007960A7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пос. Васильевский</w:t>
            </w:r>
          </w:p>
          <w:p w:rsidR="007960A7" w:rsidRPr="00E60F11" w:rsidRDefault="007960A7" w:rsidP="00ED680A">
            <w:pPr>
              <w:pStyle w:val="ConsPlusTitle"/>
              <w:widowControl/>
              <w:spacing w:after="120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Шахровское сельское поселение</w:t>
            </w:r>
          </w:p>
          <w:p w:rsidR="007960A7" w:rsidRPr="00E60F11" w:rsidRDefault="007960A7" w:rsidP="00ED680A">
            <w:pPr>
              <w:pStyle w:val="ConsPlusTitle"/>
              <w:widowControl/>
              <w:spacing w:after="120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</w:p>
        </w:tc>
      </w:tr>
      <w:tr w:rsidR="007960A7" w:rsidRPr="00E60F11" w:rsidTr="00ED680A">
        <w:tc>
          <w:tcPr>
            <w:tcW w:w="2544" w:type="pct"/>
          </w:tcPr>
          <w:p w:rsidR="007960A7" w:rsidRPr="00E60F11" w:rsidRDefault="007960A7" w:rsidP="00ED680A">
            <w:pPr>
              <w:pStyle w:val="ConsPlusTitle"/>
              <w:widowControl/>
              <w:spacing w:after="120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Муниципальное казенное дошкольное образовательное учреждение детский сад 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  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№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1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0 «Теремок»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г. Омутнинска Кировской области</w:t>
            </w:r>
          </w:p>
        </w:tc>
        <w:tc>
          <w:tcPr>
            <w:tcW w:w="2456" w:type="pct"/>
            <w:vMerge/>
          </w:tcPr>
          <w:p w:rsidR="007960A7" w:rsidRPr="00E60F11" w:rsidRDefault="007960A7" w:rsidP="00ED680A">
            <w:pPr>
              <w:pStyle w:val="ConsPlusTitle"/>
              <w:widowControl/>
              <w:spacing w:after="120" w:line="360" w:lineRule="auto"/>
              <w:jc w:val="both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</w:p>
        </w:tc>
      </w:tr>
      <w:tr w:rsidR="007960A7" w:rsidRPr="00E60F11" w:rsidTr="00ED680A">
        <w:tc>
          <w:tcPr>
            <w:tcW w:w="2544" w:type="pct"/>
          </w:tcPr>
          <w:p w:rsidR="007960A7" w:rsidRPr="00E60F11" w:rsidRDefault="007960A7" w:rsidP="00ED680A">
            <w:pPr>
              <w:pStyle w:val="ConsPlusTitle"/>
              <w:widowControl/>
              <w:spacing w:after="120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Муниципальное казенное дошкольное образовательное учреждение детский сад 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  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№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 14 «Солнышко» </w:t>
            </w:r>
            <w:bookmarkStart w:id="0" w:name="_GoBack"/>
            <w:bookmarkEnd w:id="0"/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г. Омутнинска Кировской области</w:t>
            </w:r>
          </w:p>
        </w:tc>
        <w:tc>
          <w:tcPr>
            <w:tcW w:w="2456" w:type="pct"/>
            <w:vMerge/>
          </w:tcPr>
          <w:p w:rsidR="007960A7" w:rsidRPr="00E60F11" w:rsidRDefault="007960A7" w:rsidP="00ED680A">
            <w:pPr>
              <w:pStyle w:val="ConsPlusTitle"/>
              <w:widowControl/>
              <w:spacing w:after="120" w:line="360" w:lineRule="auto"/>
              <w:jc w:val="both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</w:p>
        </w:tc>
      </w:tr>
      <w:tr w:rsidR="007960A7" w:rsidRPr="00E60F11" w:rsidTr="00ED680A">
        <w:tc>
          <w:tcPr>
            <w:tcW w:w="2544" w:type="pct"/>
          </w:tcPr>
          <w:p w:rsidR="007960A7" w:rsidRPr="00E60F11" w:rsidRDefault="007960A7" w:rsidP="00ED680A">
            <w:pPr>
              <w:pStyle w:val="ConsPlusTitle"/>
              <w:widowControl/>
              <w:spacing w:after="120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Муниципальное казенное дошкольное образовательное учреждение детский сад №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 16 «Малыш»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г. Омутнинска Кировской области</w:t>
            </w:r>
          </w:p>
        </w:tc>
        <w:tc>
          <w:tcPr>
            <w:tcW w:w="2456" w:type="pct"/>
            <w:vMerge/>
          </w:tcPr>
          <w:p w:rsidR="007960A7" w:rsidRPr="00E60F11" w:rsidRDefault="007960A7" w:rsidP="00ED680A">
            <w:pPr>
              <w:pStyle w:val="ConsPlusTitle"/>
              <w:widowControl/>
              <w:spacing w:after="120" w:line="360" w:lineRule="auto"/>
              <w:jc w:val="both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</w:p>
        </w:tc>
      </w:tr>
      <w:tr w:rsidR="007960A7" w:rsidRPr="00E60F11" w:rsidTr="00ED680A">
        <w:tc>
          <w:tcPr>
            <w:tcW w:w="2544" w:type="pct"/>
          </w:tcPr>
          <w:p w:rsidR="007960A7" w:rsidRPr="00E60F11" w:rsidRDefault="007960A7" w:rsidP="00ED680A">
            <w:pPr>
              <w:pStyle w:val="ConsPlusTitle"/>
              <w:widowControl/>
              <w:spacing w:after="120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Муниципальное казенное дошкольное образовательное учреждение детский сад 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   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№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17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«Чебурашка» 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г. Омутнинска Кировской области</w:t>
            </w:r>
          </w:p>
        </w:tc>
        <w:tc>
          <w:tcPr>
            <w:tcW w:w="2456" w:type="pct"/>
            <w:vMerge/>
          </w:tcPr>
          <w:p w:rsidR="007960A7" w:rsidRPr="00E60F11" w:rsidRDefault="007960A7" w:rsidP="00ED680A">
            <w:pPr>
              <w:pStyle w:val="ConsPlusTitle"/>
              <w:widowControl/>
              <w:spacing w:after="120" w:line="360" w:lineRule="auto"/>
              <w:jc w:val="both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</w:p>
        </w:tc>
      </w:tr>
      <w:tr w:rsidR="007960A7" w:rsidRPr="00E60F11" w:rsidTr="00ED680A">
        <w:trPr>
          <w:trHeight w:val="1775"/>
        </w:trPr>
        <w:tc>
          <w:tcPr>
            <w:tcW w:w="2544" w:type="pct"/>
          </w:tcPr>
          <w:p w:rsidR="007960A7" w:rsidRPr="00E60F11" w:rsidRDefault="007960A7" w:rsidP="00ED680A">
            <w:pPr>
              <w:pStyle w:val="ConsPlusTitle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Муниципальное казенное дошкольное образовательное учреждение детский сад «Рябинка - центр развития ребенка» г. Омутнинска Кировской области</w:t>
            </w:r>
          </w:p>
        </w:tc>
        <w:tc>
          <w:tcPr>
            <w:tcW w:w="2456" w:type="pct"/>
            <w:vMerge/>
          </w:tcPr>
          <w:p w:rsidR="007960A7" w:rsidRPr="00E60F11" w:rsidRDefault="007960A7" w:rsidP="00ED680A">
            <w:pPr>
              <w:pStyle w:val="ConsPlusTitle"/>
              <w:widowControl/>
              <w:spacing w:after="120" w:line="360" w:lineRule="auto"/>
              <w:jc w:val="both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</w:p>
        </w:tc>
      </w:tr>
      <w:tr w:rsidR="007960A7" w:rsidRPr="00E60F11" w:rsidTr="00ED680A">
        <w:trPr>
          <w:trHeight w:val="1403"/>
        </w:trPr>
        <w:tc>
          <w:tcPr>
            <w:tcW w:w="2544" w:type="pct"/>
          </w:tcPr>
          <w:p w:rsidR="007960A7" w:rsidRDefault="007960A7" w:rsidP="00ED680A">
            <w:pPr>
              <w:pStyle w:val="ConsPlusTitle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Муниципальное казенное дошкольное образовательное 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учреждение детский сад    № 19 «Сказка» г. Омутнинска Кировской области</w:t>
            </w:r>
          </w:p>
        </w:tc>
        <w:tc>
          <w:tcPr>
            <w:tcW w:w="2456" w:type="pct"/>
            <w:vMerge/>
          </w:tcPr>
          <w:p w:rsidR="007960A7" w:rsidRPr="00E60F11" w:rsidRDefault="007960A7" w:rsidP="00ED680A">
            <w:pPr>
              <w:pStyle w:val="ConsPlusTitle"/>
              <w:widowControl/>
              <w:spacing w:after="120" w:line="360" w:lineRule="auto"/>
              <w:jc w:val="both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</w:p>
        </w:tc>
      </w:tr>
      <w:tr w:rsidR="007960A7" w:rsidRPr="00E60F11" w:rsidTr="00ED680A">
        <w:trPr>
          <w:trHeight w:val="1422"/>
        </w:trPr>
        <w:tc>
          <w:tcPr>
            <w:tcW w:w="2544" w:type="pct"/>
          </w:tcPr>
          <w:p w:rsidR="007960A7" w:rsidRPr="00E60F11" w:rsidRDefault="007960A7" w:rsidP="00ED680A">
            <w:pPr>
              <w:pStyle w:val="ConsPlusTitle"/>
              <w:spacing w:after="120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Муниципальное казенное дошкольное образовательное учреждение детский сад 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  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№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20 «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Росинка»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г. Омутнинска Кировской области</w:t>
            </w:r>
          </w:p>
        </w:tc>
        <w:tc>
          <w:tcPr>
            <w:tcW w:w="2456" w:type="pct"/>
            <w:vMerge/>
          </w:tcPr>
          <w:p w:rsidR="007960A7" w:rsidRPr="00E60F11" w:rsidRDefault="007960A7" w:rsidP="00ED680A">
            <w:pPr>
              <w:pStyle w:val="ConsPlusTitle"/>
              <w:widowControl/>
              <w:spacing w:line="360" w:lineRule="auto"/>
              <w:jc w:val="both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</w:p>
        </w:tc>
      </w:tr>
      <w:tr w:rsidR="007960A7" w:rsidRPr="00E60F11" w:rsidTr="00ED680A">
        <w:tc>
          <w:tcPr>
            <w:tcW w:w="2544" w:type="pct"/>
          </w:tcPr>
          <w:p w:rsidR="007960A7" w:rsidRPr="00E60F11" w:rsidRDefault="007960A7" w:rsidP="00ED680A">
            <w:pPr>
              <w:pStyle w:val="ConsPlusTitle"/>
              <w:widowControl/>
              <w:spacing w:after="120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Муниципальное казенное дошкольное образовате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льное учреждение детский сад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«Аленушка»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г. Омутнинска Кировской области</w:t>
            </w:r>
          </w:p>
        </w:tc>
        <w:tc>
          <w:tcPr>
            <w:tcW w:w="2456" w:type="pct"/>
            <w:vMerge/>
          </w:tcPr>
          <w:p w:rsidR="007960A7" w:rsidRPr="00E60F11" w:rsidRDefault="007960A7" w:rsidP="00ED680A">
            <w:pPr>
              <w:pStyle w:val="ConsPlusTitle"/>
              <w:widowControl/>
              <w:spacing w:after="120" w:line="360" w:lineRule="auto"/>
              <w:jc w:val="both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</w:p>
        </w:tc>
      </w:tr>
      <w:tr w:rsidR="007960A7" w:rsidRPr="00E60F11" w:rsidTr="00ED680A">
        <w:trPr>
          <w:trHeight w:val="2732"/>
        </w:trPr>
        <w:tc>
          <w:tcPr>
            <w:tcW w:w="2544" w:type="pct"/>
          </w:tcPr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Муниципальное казенное дошкольное образовательное учреждение детский сад 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№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3 «Сказка» п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гт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. Восточный Омутнинского района Кировской области</w:t>
            </w:r>
          </w:p>
        </w:tc>
        <w:tc>
          <w:tcPr>
            <w:tcW w:w="2456" w:type="pct"/>
            <w:vMerge w:val="restart"/>
          </w:tcPr>
          <w:p w:rsidR="007960A7" w:rsidRPr="00E60F11" w:rsidRDefault="007960A7" w:rsidP="00ED680A">
            <w:pPr>
              <w:pStyle w:val="ConsPlusTitle"/>
              <w:widowControl/>
              <w:spacing w:line="360" w:lineRule="auto"/>
              <w:jc w:val="both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пгт. Восточный</w:t>
            </w:r>
          </w:p>
        </w:tc>
      </w:tr>
      <w:tr w:rsidR="007960A7" w:rsidRPr="00E60F11" w:rsidTr="00ED680A">
        <w:tc>
          <w:tcPr>
            <w:tcW w:w="2544" w:type="pct"/>
          </w:tcPr>
          <w:p w:rsidR="007960A7" w:rsidRPr="00E60F11" w:rsidRDefault="007960A7" w:rsidP="00ED680A">
            <w:pPr>
              <w:pStyle w:val="ConsPlusTitle"/>
              <w:widowControl/>
              <w:spacing w:after="120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Муниципальное казенное дошкольное образовательное учреждение детский сад  «Снежинка» п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гт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. Восточный Омутнинского района Кировской области</w:t>
            </w:r>
          </w:p>
        </w:tc>
        <w:tc>
          <w:tcPr>
            <w:tcW w:w="2456" w:type="pct"/>
            <w:vMerge/>
          </w:tcPr>
          <w:p w:rsidR="007960A7" w:rsidRPr="00E60F11" w:rsidRDefault="007960A7" w:rsidP="00ED680A">
            <w:pPr>
              <w:pStyle w:val="ConsPlusTitle"/>
              <w:widowControl/>
              <w:spacing w:after="120" w:line="360" w:lineRule="auto"/>
              <w:jc w:val="both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</w:p>
        </w:tc>
      </w:tr>
      <w:tr w:rsidR="007960A7" w:rsidRPr="00E60F11" w:rsidTr="00ED680A">
        <w:tc>
          <w:tcPr>
            <w:tcW w:w="2544" w:type="pct"/>
          </w:tcPr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Муниципальное казенное дошкольное образовательное учреждение детский сад 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  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№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 5 «Родничок»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п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гт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. Песковка Омутнинского района Кировской области</w:t>
            </w:r>
          </w:p>
        </w:tc>
        <w:tc>
          <w:tcPr>
            <w:tcW w:w="2456" w:type="pct"/>
          </w:tcPr>
          <w:p w:rsidR="007960A7" w:rsidRDefault="007960A7" w:rsidP="00ED680A">
            <w:pPr>
              <w:pStyle w:val="ConsPlusTitle"/>
              <w:widowControl/>
              <w:jc w:val="both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пгт. Песковка</w:t>
            </w:r>
          </w:p>
          <w:p w:rsidR="007960A7" w:rsidRPr="00E60F11" w:rsidRDefault="007960A7" w:rsidP="00ED680A">
            <w:pPr>
              <w:pStyle w:val="ConsPlusTitle"/>
              <w:widowControl/>
              <w:jc w:val="both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дер. Волоковые</w:t>
            </w:r>
          </w:p>
        </w:tc>
      </w:tr>
      <w:tr w:rsidR="007960A7" w:rsidRPr="00E60F11" w:rsidTr="00ED680A">
        <w:tc>
          <w:tcPr>
            <w:tcW w:w="2544" w:type="pct"/>
          </w:tcPr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Муниципальное казенное общеобразовательное учреждение основная общеобразовательная школа п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ос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. Котчиха Омутнинского района Кировской области</w:t>
            </w:r>
          </w:p>
        </w:tc>
        <w:tc>
          <w:tcPr>
            <w:tcW w:w="2456" w:type="pct"/>
          </w:tcPr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пос. Котчиха (для получения дошкольного образования в дошкольной группе)</w:t>
            </w:r>
          </w:p>
        </w:tc>
      </w:tr>
      <w:tr w:rsidR="007960A7" w:rsidRPr="00E60F11" w:rsidTr="00ED680A">
        <w:tc>
          <w:tcPr>
            <w:tcW w:w="2544" w:type="pct"/>
          </w:tcPr>
          <w:p w:rsidR="007960A7" w:rsidRPr="00E60F11" w:rsidRDefault="007960A7" w:rsidP="00ED680A">
            <w:pPr>
              <w:pStyle w:val="ConsPlusTitle"/>
              <w:widowControl/>
              <w:spacing w:after="120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Муниципальное казенное общеобразовательное учреждение основная  общеобразовательная школа д. Ежово Омутнинского района Кировской области</w:t>
            </w:r>
          </w:p>
        </w:tc>
        <w:tc>
          <w:tcPr>
            <w:tcW w:w="2456" w:type="pct"/>
          </w:tcPr>
          <w:p w:rsidR="007960A7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дер. Ежово</w:t>
            </w:r>
          </w:p>
          <w:p w:rsidR="007960A7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дер. Лупья</w:t>
            </w:r>
          </w:p>
          <w:p w:rsidR="007960A7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дер. Лусники</w:t>
            </w:r>
          </w:p>
          <w:p w:rsidR="007960A7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дер. Петухи</w:t>
            </w:r>
          </w:p>
          <w:p w:rsidR="007960A7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дер. Рякино</w:t>
            </w:r>
          </w:p>
          <w:p w:rsidR="007960A7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дер. Сидорята</w:t>
            </w:r>
          </w:p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пос. Юбилейный (для получения дошкольного образования в дошкольной группе)</w:t>
            </w:r>
          </w:p>
        </w:tc>
      </w:tr>
      <w:tr w:rsidR="007960A7" w:rsidRPr="00E60F11" w:rsidTr="00ED680A">
        <w:tc>
          <w:tcPr>
            <w:tcW w:w="2544" w:type="pct"/>
          </w:tcPr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Муниципальное казенное общеобразовательное учреждение средн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яя общеобразовательная школа   с.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Залазна Омутнинского района Кировской области</w:t>
            </w:r>
          </w:p>
        </w:tc>
        <w:tc>
          <w:tcPr>
            <w:tcW w:w="2456" w:type="pct"/>
          </w:tcPr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с. Залазна</w:t>
            </w:r>
          </w:p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дер. Аникинцы</w:t>
            </w:r>
          </w:p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пос. Белорецк</w:t>
            </w:r>
          </w:p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-дер. Большие Камерлята</w:t>
            </w:r>
          </w:p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дер. Вороны</w:t>
            </w:r>
          </w:p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дер. Ефимовцы</w:t>
            </w:r>
          </w:p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дер. Загарье</w:t>
            </w:r>
          </w:p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дер. Платоновцы</w:t>
            </w:r>
          </w:p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дер. Ренево</w:t>
            </w:r>
          </w:p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пос. Северный</w:t>
            </w:r>
          </w:p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дер. Тименки</w:t>
            </w:r>
          </w:p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дер. Хробысты</w:t>
            </w:r>
          </w:p>
          <w:p w:rsidR="007960A7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дер. Шумайлово</w:t>
            </w:r>
          </w:p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дер. Спиринцы</w:t>
            </w:r>
          </w:p>
          <w:p w:rsidR="007960A7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дер. Шумайловцы (для получения дошкольного образования в дошкольной группе)</w:t>
            </w:r>
          </w:p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</w:p>
        </w:tc>
      </w:tr>
      <w:tr w:rsidR="007960A7" w:rsidRPr="00E60F11" w:rsidTr="00ED680A">
        <w:tc>
          <w:tcPr>
            <w:tcW w:w="2544" w:type="pct"/>
          </w:tcPr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Муниципальное казенное общеобразовательное учреждение 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средняя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 общеобразовательная школа п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ос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. Лесные Поляны  Омутнинского района Кировской области</w:t>
            </w:r>
          </w:p>
        </w:tc>
        <w:tc>
          <w:tcPr>
            <w:tcW w:w="2456" w:type="pct"/>
          </w:tcPr>
          <w:p w:rsidR="007960A7" w:rsidRPr="00E60F11" w:rsidRDefault="007960A7" w:rsidP="00ED680A">
            <w:pPr>
              <w:pStyle w:val="ConsPlusTitle"/>
              <w:widowControl/>
              <w:jc w:val="both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пос. Лесные Поляны</w:t>
            </w:r>
          </w:p>
          <w:p w:rsidR="007960A7" w:rsidRPr="00E60F11" w:rsidRDefault="007960A7" w:rsidP="00ED680A">
            <w:pPr>
              <w:pStyle w:val="ConsPlusTitle"/>
              <w:widowControl/>
              <w:jc w:val="both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дер. Малофеевка</w:t>
            </w:r>
          </w:p>
          <w:p w:rsidR="007960A7" w:rsidRDefault="007960A7" w:rsidP="00ED680A">
            <w:pPr>
              <w:pStyle w:val="ConsPlusTitle"/>
              <w:widowControl/>
              <w:jc w:val="both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пос. Химки</w:t>
            </w:r>
          </w:p>
          <w:p w:rsidR="007960A7" w:rsidRPr="00E60F11" w:rsidRDefault="007960A7" w:rsidP="00ED680A">
            <w:pPr>
              <w:pStyle w:val="ConsPlusTitle"/>
              <w:widowControl/>
              <w:jc w:val="both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пос. Лупья</w:t>
            </w:r>
          </w:p>
          <w:p w:rsidR="007960A7" w:rsidRPr="00E60F11" w:rsidRDefault="007960A7" w:rsidP="00ED680A">
            <w:pPr>
              <w:pStyle w:val="ConsPlusTitle"/>
              <w:widowControl/>
              <w:jc w:val="both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- ж.д. будка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E60F11">
                <w:rPr>
                  <w:rFonts w:ascii="Times New Roman CYR" w:hAnsi="Times New Roman CYR" w:cs="Times New Roman CYR"/>
                  <w:b w:val="0"/>
                  <w:sz w:val="28"/>
                  <w:szCs w:val="28"/>
                </w:rPr>
                <w:t>100 км</w:t>
              </w:r>
            </w:smartTag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 (для получения дошкольного образования в дошкольной группе)</w:t>
            </w:r>
          </w:p>
        </w:tc>
      </w:tr>
      <w:tr w:rsidR="007960A7" w:rsidRPr="00E60F11" w:rsidTr="00ED680A">
        <w:tc>
          <w:tcPr>
            <w:tcW w:w="2544" w:type="pct"/>
          </w:tcPr>
          <w:p w:rsidR="007960A7" w:rsidRPr="00E60F11" w:rsidRDefault="007960A7" w:rsidP="00ED680A">
            <w:pPr>
              <w:pStyle w:val="ConsPlusTitle"/>
              <w:widowControl/>
              <w:spacing w:after="120"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Муниципальное казенное общеобразовательное учреждение основная общеобразовательная школа п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ос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. Черная Холуница Омутнинского района Кировской области</w:t>
            </w:r>
          </w:p>
        </w:tc>
        <w:tc>
          <w:tcPr>
            <w:tcW w:w="2456" w:type="pct"/>
          </w:tcPr>
          <w:p w:rsidR="007960A7" w:rsidRPr="00E60F11" w:rsidRDefault="007960A7" w:rsidP="00ED680A">
            <w:pPr>
              <w:pStyle w:val="ConsPlusTitle"/>
              <w:widowControl/>
              <w:spacing w:after="120"/>
              <w:outlineLvl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sz w:val="28"/>
                <w:szCs w:val="28"/>
              </w:rPr>
              <w:t xml:space="preserve">-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пос. Черная Холуница (для получения дошкольного образования в дошкольной группе)</w:t>
            </w:r>
          </w:p>
        </w:tc>
      </w:tr>
      <w:tr w:rsidR="007960A7" w:rsidRPr="00E60F11" w:rsidTr="00ED680A">
        <w:tc>
          <w:tcPr>
            <w:tcW w:w="2544" w:type="pct"/>
          </w:tcPr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Муниципальное казенное общеобразовательное учреждение средняя общеобразовательная школа п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ос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. Белореченск Омутнинского района Кировской области</w:t>
            </w:r>
          </w:p>
        </w:tc>
        <w:tc>
          <w:tcPr>
            <w:tcW w:w="2456" w:type="pct"/>
          </w:tcPr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пос. Белореченск,</w:t>
            </w:r>
          </w:p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- пос. Метрострой</w:t>
            </w:r>
          </w:p>
          <w:p w:rsidR="007960A7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 w:rsidRPr="00E60F11">
              <w:rPr>
                <w:rFonts w:ascii="Times New Roman CYR" w:hAnsi="Times New Roman CYR" w:cs="Times New Roman CYR"/>
                <w:sz w:val="28"/>
                <w:szCs w:val="28"/>
              </w:rPr>
              <w:t xml:space="preserve">-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ж.д. станция – Тонкино</w:t>
            </w:r>
          </w:p>
          <w:p w:rsidR="007960A7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-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дер. Зимино, </w:t>
            </w:r>
          </w:p>
          <w:p w:rsidR="007960A7" w:rsidRPr="00E60F11" w:rsidRDefault="007960A7" w:rsidP="00ED680A">
            <w:pPr>
              <w:pStyle w:val="ConsPlusTitle"/>
              <w:widowControl/>
              <w:outlineLvl w:val="0"/>
              <w:rPr>
                <w:rFonts w:ascii="Times New Roman CYR" w:hAnsi="Times New Roman CYR" w:cs="Times New Roman CYR"/>
                <w:b w:val="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-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дер. Волчата,                  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                      -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с. Красноглинье,        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                          -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дер. Пермская,             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                         -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дер. Пестери,              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                          -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дер. Реневская,           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                          -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дер. Турундаевская, </w:t>
            </w:r>
            <w:r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                           - </w:t>
            </w:r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 xml:space="preserve">ж.д. разъезд </w:t>
            </w:r>
            <w:smartTag w:uri="urn:schemas-microsoft-com:office:smarttags" w:element="metricconverter">
              <w:smartTagPr>
                <w:attr w:name="ProductID" w:val="92 км"/>
              </w:smartTagPr>
              <w:r w:rsidRPr="00E60F11">
                <w:rPr>
                  <w:rFonts w:ascii="Times New Roman CYR" w:hAnsi="Times New Roman CYR" w:cs="Times New Roman CYR"/>
                  <w:b w:val="0"/>
                  <w:sz w:val="28"/>
                  <w:szCs w:val="28"/>
                </w:rPr>
                <w:t>92 км</w:t>
              </w:r>
            </w:smartTag>
            <w:r w:rsidRPr="00E60F11">
              <w:rPr>
                <w:rFonts w:ascii="Times New Roman CYR" w:hAnsi="Times New Roman CYR" w:cs="Times New Roman CYR"/>
                <w:b w:val="0"/>
                <w:sz w:val="28"/>
                <w:szCs w:val="28"/>
              </w:rPr>
              <w:t>. (для получения дошкольного образования в дошкольной группе)</w:t>
            </w:r>
          </w:p>
        </w:tc>
      </w:tr>
    </w:tbl>
    <w:p w:rsidR="007960A7" w:rsidRPr="006316DD" w:rsidRDefault="007960A7" w:rsidP="00A71140">
      <w:pPr>
        <w:spacing w:before="720" w:after="0"/>
        <w:jc w:val="center"/>
        <w:rPr>
          <w:rFonts w:ascii="Times New (W1)" w:hAnsi="Times New (W1)"/>
          <w:sz w:val="28"/>
          <w:szCs w:val="28"/>
          <w:lang w:eastAsia="ru-RU"/>
        </w:rPr>
      </w:pPr>
      <w:r w:rsidRPr="006316DD">
        <w:rPr>
          <w:rFonts w:ascii="Times New (W1)" w:hAnsi="Times New (W1)"/>
          <w:sz w:val="28"/>
          <w:szCs w:val="28"/>
          <w:lang w:eastAsia="ru-RU"/>
        </w:rPr>
        <w:t>_____________</w:t>
      </w:r>
      <w:r>
        <w:rPr>
          <w:rFonts w:ascii="Times New (W1)" w:hAnsi="Times New (W1)"/>
          <w:sz w:val="28"/>
          <w:szCs w:val="28"/>
          <w:lang w:eastAsia="ru-RU"/>
        </w:rPr>
        <w:t>_____</w:t>
      </w:r>
    </w:p>
    <w:p w:rsidR="007960A7" w:rsidRPr="00324553" w:rsidRDefault="007960A7" w:rsidP="000D11D4">
      <w:pPr>
        <w:spacing w:after="0" w:line="240" w:lineRule="auto"/>
        <w:rPr>
          <w:rFonts w:ascii="Times New (W1)" w:hAnsi="Times New (W1)"/>
          <w:sz w:val="28"/>
          <w:szCs w:val="28"/>
          <w:lang w:eastAsia="ru-RU"/>
        </w:rPr>
      </w:pPr>
      <w:r w:rsidRPr="006316DD">
        <w:rPr>
          <w:rFonts w:ascii="Times New (W1)" w:hAnsi="Times New (W1)"/>
          <w:sz w:val="28"/>
          <w:szCs w:val="28"/>
          <w:lang w:eastAsia="ru-RU"/>
        </w:rPr>
        <w:tab/>
      </w:r>
    </w:p>
    <w:sectPr w:rsidR="007960A7" w:rsidRPr="00324553" w:rsidSect="000D11D4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0A7" w:rsidRDefault="007960A7" w:rsidP="00D2048B">
      <w:pPr>
        <w:spacing w:after="0" w:line="240" w:lineRule="auto"/>
      </w:pPr>
      <w:r>
        <w:separator/>
      </w:r>
    </w:p>
  </w:endnote>
  <w:endnote w:type="continuationSeparator" w:id="0">
    <w:p w:rsidR="007960A7" w:rsidRDefault="007960A7" w:rsidP="00D2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(W1)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0A7" w:rsidRDefault="007960A7" w:rsidP="00D2048B">
      <w:pPr>
        <w:spacing w:after="0" w:line="240" w:lineRule="auto"/>
      </w:pPr>
      <w:r>
        <w:separator/>
      </w:r>
    </w:p>
  </w:footnote>
  <w:footnote w:type="continuationSeparator" w:id="0">
    <w:p w:rsidR="007960A7" w:rsidRDefault="007960A7" w:rsidP="00D20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0A7" w:rsidRPr="00D2048B" w:rsidRDefault="007960A7">
    <w:pPr>
      <w:pStyle w:val="Header"/>
      <w:jc w:val="center"/>
      <w:rPr>
        <w:rFonts w:ascii="Times New Roman" w:hAnsi="Times New Roman"/>
        <w:sz w:val="28"/>
        <w:szCs w:val="28"/>
      </w:rPr>
    </w:pPr>
    <w:r w:rsidRPr="00D2048B">
      <w:rPr>
        <w:rFonts w:ascii="Times New Roman" w:hAnsi="Times New Roman"/>
        <w:sz w:val="28"/>
        <w:szCs w:val="28"/>
      </w:rPr>
      <w:fldChar w:fldCharType="begin"/>
    </w:r>
    <w:r w:rsidRPr="00D2048B">
      <w:rPr>
        <w:rFonts w:ascii="Times New Roman" w:hAnsi="Times New Roman"/>
        <w:sz w:val="28"/>
        <w:szCs w:val="28"/>
      </w:rPr>
      <w:instrText>PAGE   \* MERGEFORMAT</w:instrText>
    </w:r>
    <w:r w:rsidRPr="00D2048B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4</w:t>
    </w:r>
    <w:r w:rsidRPr="00D2048B">
      <w:rPr>
        <w:rFonts w:ascii="Times New Roman" w:hAnsi="Times New Roman"/>
        <w:sz w:val="28"/>
        <w:szCs w:val="28"/>
      </w:rPr>
      <w:fldChar w:fldCharType="end"/>
    </w:r>
  </w:p>
  <w:p w:rsidR="007960A7" w:rsidRDefault="007960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5778B"/>
    <w:multiLevelType w:val="hybridMultilevel"/>
    <w:tmpl w:val="A4DCF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1E6A"/>
    <w:rsid w:val="00011C81"/>
    <w:rsid w:val="00023194"/>
    <w:rsid w:val="00024D93"/>
    <w:rsid w:val="00030185"/>
    <w:rsid w:val="00036EA8"/>
    <w:rsid w:val="000D11D4"/>
    <w:rsid w:val="00100B41"/>
    <w:rsid w:val="0013120E"/>
    <w:rsid w:val="00155136"/>
    <w:rsid w:val="001562CA"/>
    <w:rsid w:val="00156DD7"/>
    <w:rsid w:val="001B7907"/>
    <w:rsid w:val="001E1632"/>
    <w:rsid w:val="001F5634"/>
    <w:rsid w:val="002041F3"/>
    <w:rsid w:val="002153A0"/>
    <w:rsid w:val="002429B4"/>
    <w:rsid w:val="00264984"/>
    <w:rsid w:val="00275FDB"/>
    <w:rsid w:val="0028588F"/>
    <w:rsid w:val="003011C2"/>
    <w:rsid w:val="00324553"/>
    <w:rsid w:val="00341B12"/>
    <w:rsid w:val="003A6289"/>
    <w:rsid w:val="003E0D90"/>
    <w:rsid w:val="003E4308"/>
    <w:rsid w:val="004308FF"/>
    <w:rsid w:val="00432053"/>
    <w:rsid w:val="00441D80"/>
    <w:rsid w:val="004676E2"/>
    <w:rsid w:val="00471E6A"/>
    <w:rsid w:val="00472A35"/>
    <w:rsid w:val="00485083"/>
    <w:rsid w:val="00486276"/>
    <w:rsid w:val="004B67CC"/>
    <w:rsid w:val="004E3660"/>
    <w:rsid w:val="004E5008"/>
    <w:rsid w:val="00580E45"/>
    <w:rsid w:val="005D5D87"/>
    <w:rsid w:val="005E310E"/>
    <w:rsid w:val="006054A2"/>
    <w:rsid w:val="006316DD"/>
    <w:rsid w:val="00632BFD"/>
    <w:rsid w:val="00655351"/>
    <w:rsid w:val="006B68A0"/>
    <w:rsid w:val="006D0940"/>
    <w:rsid w:val="006D4EE0"/>
    <w:rsid w:val="0073037A"/>
    <w:rsid w:val="00747B63"/>
    <w:rsid w:val="0077682F"/>
    <w:rsid w:val="007960A7"/>
    <w:rsid w:val="00796ACD"/>
    <w:rsid w:val="00824D32"/>
    <w:rsid w:val="008A7ECD"/>
    <w:rsid w:val="008C2643"/>
    <w:rsid w:val="009C36EA"/>
    <w:rsid w:val="009C38F0"/>
    <w:rsid w:val="009C577D"/>
    <w:rsid w:val="00A2575D"/>
    <w:rsid w:val="00A41A34"/>
    <w:rsid w:val="00A60194"/>
    <w:rsid w:val="00A71140"/>
    <w:rsid w:val="00A96488"/>
    <w:rsid w:val="00AD0D83"/>
    <w:rsid w:val="00B41D81"/>
    <w:rsid w:val="00B67026"/>
    <w:rsid w:val="00B75E22"/>
    <w:rsid w:val="00BB64C6"/>
    <w:rsid w:val="00BC6C1E"/>
    <w:rsid w:val="00C05E0F"/>
    <w:rsid w:val="00C13A36"/>
    <w:rsid w:val="00C16253"/>
    <w:rsid w:val="00C76564"/>
    <w:rsid w:val="00D2048B"/>
    <w:rsid w:val="00D24A6F"/>
    <w:rsid w:val="00DD5442"/>
    <w:rsid w:val="00E25579"/>
    <w:rsid w:val="00E35255"/>
    <w:rsid w:val="00E47839"/>
    <w:rsid w:val="00E60F11"/>
    <w:rsid w:val="00E6432C"/>
    <w:rsid w:val="00E67849"/>
    <w:rsid w:val="00ED680A"/>
    <w:rsid w:val="00ED7265"/>
    <w:rsid w:val="00EE0153"/>
    <w:rsid w:val="00F07D2B"/>
    <w:rsid w:val="00F165B6"/>
    <w:rsid w:val="00FB496C"/>
    <w:rsid w:val="00FF7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4A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20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2048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20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2048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245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455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0D11D4"/>
    <w:pPr>
      <w:ind w:left="720"/>
      <w:contextualSpacing/>
    </w:pPr>
  </w:style>
  <w:style w:type="paragraph" w:customStyle="1" w:styleId="ConsPlusTitle">
    <w:name w:val="ConsPlusTitle"/>
    <w:uiPriority w:val="99"/>
    <w:rsid w:val="0077682F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Aacao1">
    <w:name w:val="Aacao1"/>
    <w:basedOn w:val="Normal"/>
    <w:uiPriority w:val="99"/>
    <w:rsid w:val="003011C2"/>
    <w:pPr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4</Pages>
  <Words>647</Words>
  <Characters>3689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ucom06</cp:lastModifiedBy>
  <cp:revision>4</cp:revision>
  <cp:lastPrinted>2023-02-08T10:39:00Z</cp:lastPrinted>
  <dcterms:created xsi:type="dcterms:W3CDTF">2023-02-06T13:19:00Z</dcterms:created>
  <dcterms:modified xsi:type="dcterms:W3CDTF">2023-02-14T06:44:00Z</dcterms:modified>
</cp:coreProperties>
</file>