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3AF" w:rsidRPr="005D4335" w:rsidRDefault="00EB63AF" w:rsidP="00AE2C6E">
      <w:pPr>
        <w:ind w:left="4678"/>
        <w:rPr>
          <w:sz w:val="28"/>
          <w:szCs w:val="28"/>
        </w:rPr>
      </w:pPr>
      <w:r w:rsidRPr="005D4335">
        <w:rPr>
          <w:sz w:val="28"/>
          <w:szCs w:val="28"/>
        </w:rPr>
        <w:t>Приложение</w:t>
      </w:r>
    </w:p>
    <w:p w:rsidR="00EB63AF" w:rsidRPr="005D4335" w:rsidRDefault="00EB63AF" w:rsidP="00AE2C6E">
      <w:pPr>
        <w:ind w:left="4678"/>
        <w:rPr>
          <w:sz w:val="28"/>
          <w:szCs w:val="28"/>
        </w:rPr>
      </w:pPr>
    </w:p>
    <w:p w:rsidR="00EB63AF" w:rsidRPr="005D4335" w:rsidRDefault="00EB63AF" w:rsidP="00AE2C6E">
      <w:pPr>
        <w:ind w:left="4678"/>
        <w:rPr>
          <w:sz w:val="28"/>
          <w:szCs w:val="28"/>
        </w:rPr>
      </w:pPr>
      <w:r w:rsidRPr="005D4335">
        <w:rPr>
          <w:sz w:val="28"/>
          <w:szCs w:val="28"/>
        </w:rPr>
        <w:t>УТВЕРЖДЕНЫ</w:t>
      </w:r>
    </w:p>
    <w:p w:rsidR="00EB63AF" w:rsidRPr="005D4335" w:rsidRDefault="00EB63AF" w:rsidP="00AE2C6E">
      <w:pPr>
        <w:ind w:left="4678"/>
        <w:rPr>
          <w:sz w:val="28"/>
          <w:szCs w:val="28"/>
        </w:rPr>
      </w:pPr>
    </w:p>
    <w:tbl>
      <w:tblPr>
        <w:tblW w:w="9712" w:type="dxa"/>
        <w:tblInd w:w="-106" w:type="dxa"/>
        <w:tblLook w:val="00A0"/>
      </w:tblPr>
      <w:tblGrid>
        <w:gridCol w:w="4733"/>
        <w:gridCol w:w="4979"/>
      </w:tblGrid>
      <w:tr w:rsidR="00EB63AF" w:rsidRPr="005D4335" w:rsidTr="00AE2C6E">
        <w:trPr>
          <w:trHeight w:val="1699"/>
        </w:trPr>
        <w:tc>
          <w:tcPr>
            <w:tcW w:w="4733" w:type="dxa"/>
          </w:tcPr>
          <w:p w:rsidR="00EB63AF" w:rsidRPr="005D4335" w:rsidRDefault="00EB63AF" w:rsidP="00AE2C6E">
            <w:pPr>
              <w:rPr>
                <w:sz w:val="28"/>
                <w:szCs w:val="28"/>
              </w:rPr>
            </w:pPr>
          </w:p>
        </w:tc>
        <w:tc>
          <w:tcPr>
            <w:tcW w:w="4979" w:type="dxa"/>
          </w:tcPr>
          <w:p w:rsidR="00EB63AF" w:rsidRPr="005D4335" w:rsidRDefault="00EB63AF" w:rsidP="00AE2C6E">
            <w:pPr>
              <w:ind w:left="51"/>
              <w:rPr>
                <w:sz w:val="28"/>
                <w:szCs w:val="28"/>
              </w:rPr>
            </w:pPr>
            <w:r w:rsidRPr="005D4335">
              <w:rPr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EB63AF" w:rsidRDefault="00EB63AF" w:rsidP="00AE2C6E">
            <w:pPr>
              <w:ind w:left="51"/>
              <w:rPr>
                <w:sz w:val="28"/>
                <w:szCs w:val="28"/>
              </w:rPr>
            </w:pPr>
            <w:r w:rsidRPr="005D4335">
              <w:rPr>
                <w:sz w:val="28"/>
                <w:szCs w:val="28"/>
              </w:rPr>
              <w:t>Омутнинский муниципальный район Кировской области</w:t>
            </w:r>
            <w:r>
              <w:rPr>
                <w:sz w:val="28"/>
                <w:szCs w:val="28"/>
              </w:rPr>
              <w:t xml:space="preserve"> </w:t>
            </w:r>
          </w:p>
          <w:p w:rsidR="00EB63AF" w:rsidRPr="005D4335" w:rsidRDefault="00EB63AF" w:rsidP="00AE2C6E">
            <w:pPr>
              <w:ind w:left="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11.07.2018 №825</w:t>
            </w:r>
          </w:p>
          <w:p w:rsidR="00EB63AF" w:rsidRPr="005D4335" w:rsidRDefault="00EB63AF" w:rsidP="008E14CB">
            <w:pPr>
              <w:ind w:left="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редакции от 14.11.2022  № 838)</w:t>
            </w:r>
          </w:p>
        </w:tc>
      </w:tr>
    </w:tbl>
    <w:p w:rsidR="00EB63AF" w:rsidRPr="005D4335" w:rsidRDefault="00EB63AF" w:rsidP="00252CB1">
      <w:pPr>
        <w:rPr>
          <w:b/>
          <w:sz w:val="28"/>
          <w:szCs w:val="28"/>
        </w:rPr>
      </w:pPr>
    </w:p>
    <w:p w:rsidR="00EB63AF" w:rsidRPr="008E14CB" w:rsidRDefault="00EB63AF" w:rsidP="00252CB1">
      <w:pPr>
        <w:jc w:val="center"/>
        <w:rPr>
          <w:b/>
          <w:bCs/>
          <w:sz w:val="28"/>
          <w:szCs w:val="28"/>
        </w:rPr>
      </w:pPr>
      <w:r w:rsidRPr="008E14CB">
        <w:rPr>
          <w:b/>
          <w:bCs/>
          <w:sz w:val="28"/>
          <w:szCs w:val="28"/>
        </w:rPr>
        <w:t>СОСТАВ</w:t>
      </w:r>
    </w:p>
    <w:p w:rsidR="00EB63AF" w:rsidRPr="008E14CB" w:rsidRDefault="00EB63AF" w:rsidP="00900A7D">
      <w:pPr>
        <w:jc w:val="center"/>
        <w:rPr>
          <w:b/>
          <w:bCs/>
          <w:sz w:val="28"/>
          <w:szCs w:val="28"/>
        </w:rPr>
      </w:pPr>
      <w:r w:rsidRPr="008E14CB">
        <w:rPr>
          <w:b/>
          <w:bCs/>
          <w:sz w:val="28"/>
          <w:szCs w:val="28"/>
        </w:rPr>
        <w:t xml:space="preserve">комиссии по оценке последствий принятия решения о </w:t>
      </w:r>
      <w:r w:rsidRPr="008E14CB">
        <w:rPr>
          <w:b/>
          <w:sz w:val="28"/>
          <w:szCs w:val="28"/>
        </w:rPr>
        <w:t>реконструкции, модернизации, об изменении назначения или о ликвидации объекта социальной инфраструктуры для детей, являющегося собственностью муниципального образования Омутнинский муниципальный район Кировской области, а также о реорганизации или ликвидации муниципальных учреждений муниципального образования Омутнинский муниципальный район Кировской области, образующих социальную инфраструктуру для детей</w:t>
      </w:r>
    </w:p>
    <w:p w:rsidR="00EB63AF" w:rsidRDefault="00EB63AF" w:rsidP="00900A7D">
      <w:pPr>
        <w:jc w:val="center"/>
        <w:rPr>
          <w:b/>
          <w:sz w:val="28"/>
          <w:szCs w:val="28"/>
        </w:rPr>
      </w:pPr>
    </w:p>
    <w:p w:rsidR="00EB63AF" w:rsidRDefault="00EB63AF" w:rsidP="00900A7D">
      <w:pPr>
        <w:jc w:val="center"/>
        <w:rPr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3510"/>
        <w:gridCol w:w="310"/>
        <w:gridCol w:w="5752"/>
      </w:tblGrid>
      <w:tr w:rsidR="00EB63AF" w:rsidTr="00446EEB">
        <w:tc>
          <w:tcPr>
            <w:tcW w:w="3510" w:type="dxa"/>
          </w:tcPr>
          <w:p w:rsidR="00EB63AF" w:rsidRPr="00446EEB" w:rsidRDefault="00EB63AF" w:rsidP="00446EEB">
            <w:pPr>
              <w:shd w:val="clear" w:color="auto" w:fill="FFFFFF"/>
              <w:suppressAutoHyphens/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 xml:space="preserve">СУРОВЦЕВА </w:t>
            </w:r>
          </w:p>
          <w:p w:rsidR="00EB63AF" w:rsidRPr="00446EEB" w:rsidRDefault="00EB63AF" w:rsidP="00446EEB">
            <w:pPr>
              <w:shd w:val="clear" w:color="auto" w:fill="FFFFFF"/>
              <w:suppressAutoHyphens/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 xml:space="preserve">Елена Владимировна </w:t>
            </w:r>
          </w:p>
          <w:p w:rsidR="00EB63AF" w:rsidRPr="00446EEB" w:rsidRDefault="00EB63AF" w:rsidP="00446E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0" w:type="dxa"/>
          </w:tcPr>
          <w:p w:rsidR="00EB63AF" w:rsidRPr="00446EEB" w:rsidRDefault="00EB63AF" w:rsidP="00446EEB">
            <w:pPr>
              <w:jc w:val="center"/>
              <w:rPr>
                <w:b/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 xml:space="preserve">-  </w:t>
            </w:r>
          </w:p>
        </w:tc>
        <w:tc>
          <w:tcPr>
            <w:tcW w:w="5752" w:type="dxa"/>
          </w:tcPr>
          <w:p w:rsidR="00EB63AF" w:rsidRPr="00446EEB" w:rsidRDefault="00EB63AF" w:rsidP="00446EEB">
            <w:pPr>
              <w:jc w:val="both"/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заместитель главы администрации Омутнинского района по социальным вопросам, председатель комиссии;</w:t>
            </w:r>
          </w:p>
          <w:p w:rsidR="00EB63AF" w:rsidRPr="00446EEB" w:rsidRDefault="00EB63AF" w:rsidP="00446EEB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EB63AF" w:rsidTr="00446EEB">
        <w:tc>
          <w:tcPr>
            <w:tcW w:w="3510" w:type="dxa"/>
          </w:tcPr>
          <w:p w:rsidR="00EB63AF" w:rsidRPr="00446EEB" w:rsidRDefault="00EB63AF" w:rsidP="008E14CB">
            <w:pPr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 xml:space="preserve">ЛЕКОМЦЕВА </w:t>
            </w:r>
          </w:p>
          <w:p w:rsidR="00EB63AF" w:rsidRPr="00446EEB" w:rsidRDefault="00EB63AF" w:rsidP="008E14CB">
            <w:pPr>
              <w:rPr>
                <w:b/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Марина Юрьевна</w:t>
            </w:r>
          </w:p>
        </w:tc>
        <w:tc>
          <w:tcPr>
            <w:tcW w:w="310" w:type="dxa"/>
          </w:tcPr>
          <w:p w:rsidR="00EB63AF" w:rsidRPr="00446EEB" w:rsidRDefault="00EB63AF" w:rsidP="00446EEB">
            <w:pPr>
              <w:jc w:val="center"/>
              <w:rPr>
                <w:b/>
                <w:sz w:val="28"/>
                <w:szCs w:val="28"/>
              </w:rPr>
            </w:pPr>
            <w:r w:rsidRPr="00446EE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752" w:type="dxa"/>
          </w:tcPr>
          <w:p w:rsidR="00EB63AF" w:rsidRPr="00446EEB" w:rsidRDefault="00EB63AF" w:rsidP="00446EEB">
            <w:pPr>
              <w:tabs>
                <w:tab w:val="left" w:pos="201"/>
              </w:tabs>
              <w:jc w:val="both"/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начальник Управления культуры Омутнинского района, заместитель председателя комиссии;</w:t>
            </w:r>
          </w:p>
          <w:p w:rsidR="00EB63AF" w:rsidRPr="00446EEB" w:rsidRDefault="00EB63AF" w:rsidP="00446EEB">
            <w:pPr>
              <w:tabs>
                <w:tab w:val="left" w:pos="201"/>
              </w:tabs>
              <w:jc w:val="both"/>
              <w:rPr>
                <w:sz w:val="28"/>
                <w:szCs w:val="28"/>
              </w:rPr>
            </w:pPr>
          </w:p>
        </w:tc>
      </w:tr>
      <w:tr w:rsidR="00EB63AF" w:rsidTr="00446EEB">
        <w:tc>
          <w:tcPr>
            <w:tcW w:w="3510" w:type="dxa"/>
          </w:tcPr>
          <w:p w:rsidR="00EB63AF" w:rsidRPr="00446EEB" w:rsidRDefault="00EB63AF" w:rsidP="00446EEB">
            <w:pPr>
              <w:jc w:val="both"/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ФОМИНЫХ</w:t>
            </w:r>
          </w:p>
          <w:p w:rsidR="00EB63AF" w:rsidRPr="00446EEB" w:rsidRDefault="00EB63AF" w:rsidP="00446EEB">
            <w:pPr>
              <w:jc w:val="both"/>
              <w:rPr>
                <w:b/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Евгения Владимировна</w:t>
            </w:r>
          </w:p>
        </w:tc>
        <w:tc>
          <w:tcPr>
            <w:tcW w:w="310" w:type="dxa"/>
          </w:tcPr>
          <w:p w:rsidR="00EB63AF" w:rsidRPr="00446EEB" w:rsidRDefault="00EB63AF" w:rsidP="00446EEB">
            <w:pPr>
              <w:jc w:val="center"/>
              <w:rPr>
                <w:b/>
                <w:sz w:val="28"/>
                <w:szCs w:val="28"/>
              </w:rPr>
            </w:pPr>
            <w:r w:rsidRPr="00446EE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752" w:type="dxa"/>
          </w:tcPr>
          <w:p w:rsidR="00EB63AF" w:rsidRPr="00446EEB" w:rsidRDefault="00EB63AF" w:rsidP="00446EEB">
            <w:pPr>
              <w:jc w:val="both"/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главный специалист-юрисконсульт Управления культуры Омутнинского района, секретарь комиссии;</w:t>
            </w:r>
          </w:p>
          <w:p w:rsidR="00EB63AF" w:rsidRPr="00446EEB" w:rsidRDefault="00EB63AF" w:rsidP="00446EEB">
            <w:pPr>
              <w:jc w:val="both"/>
              <w:rPr>
                <w:sz w:val="28"/>
                <w:szCs w:val="28"/>
              </w:rPr>
            </w:pPr>
          </w:p>
        </w:tc>
      </w:tr>
      <w:tr w:rsidR="00EB63AF" w:rsidTr="00446EEB">
        <w:tc>
          <w:tcPr>
            <w:tcW w:w="3510" w:type="dxa"/>
          </w:tcPr>
          <w:p w:rsidR="00EB63AF" w:rsidRPr="00446EEB" w:rsidRDefault="00EB63AF" w:rsidP="008E14CB">
            <w:pPr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Члены комиссии:</w:t>
            </w:r>
          </w:p>
          <w:p w:rsidR="00EB63AF" w:rsidRPr="00446EEB" w:rsidRDefault="00EB63AF" w:rsidP="008E14CB">
            <w:pPr>
              <w:rPr>
                <w:sz w:val="28"/>
                <w:szCs w:val="28"/>
              </w:rPr>
            </w:pP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БЕРДНИКОВ</w:t>
            </w: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Сергей Александрович</w:t>
            </w:r>
          </w:p>
          <w:p w:rsidR="00EB63AF" w:rsidRPr="00446EEB" w:rsidRDefault="00EB63AF" w:rsidP="008E14CB">
            <w:pPr>
              <w:rPr>
                <w:sz w:val="28"/>
                <w:szCs w:val="28"/>
              </w:rPr>
            </w:pP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 xml:space="preserve">КИРИЛЛОВ </w:t>
            </w: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Константин Сергеевич</w:t>
            </w:r>
          </w:p>
          <w:p w:rsidR="00EB63AF" w:rsidRPr="00446EEB" w:rsidRDefault="00EB63AF" w:rsidP="008E14CB">
            <w:pPr>
              <w:rPr>
                <w:sz w:val="28"/>
                <w:szCs w:val="28"/>
              </w:rPr>
            </w:pPr>
          </w:p>
          <w:p w:rsidR="00EB63AF" w:rsidRPr="00446EEB" w:rsidRDefault="00EB63AF" w:rsidP="00F9621D">
            <w:pPr>
              <w:rPr>
                <w:sz w:val="28"/>
              </w:rPr>
            </w:pPr>
            <w:r w:rsidRPr="00446EEB">
              <w:rPr>
                <w:sz w:val="28"/>
              </w:rPr>
              <w:t xml:space="preserve">ПАВЛОВА </w:t>
            </w: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  <w:r w:rsidRPr="00446EEB">
              <w:rPr>
                <w:sz w:val="28"/>
              </w:rPr>
              <w:t xml:space="preserve">Ольга Юрьевна </w:t>
            </w:r>
          </w:p>
          <w:p w:rsidR="00EB63AF" w:rsidRPr="00446EEB" w:rsidRDefault="00EB63AF" w:rsidP="008E14CB">
            <w:pPr>
              <w:rPr>
                <w:sz w:val="28"/>
                <w:szCs w:val="28"/>
              </w:rPr>
            </w:pPr>
          </w:p>
          <w:p w:rsidR="00EB63AF" w:rsidRPr="00446EEB" w:rsidRDefault="00EB63AF" w:rsidP="008E14CB">
            <w:pPr>
              <w:rPr>
                <w:sz w:val="28"/>
                <w:szCs w:val="28"/>
              </w:rPr>
            </w:pPr>
          </w:p>
          <w:p w:rsidR="00EB63AF" w:rsidRPr="00446EEB" w:rsidRDefault="00EB63AF" w:rsidP="008E14CB">
            <w:pPr>
              <w:rPr>
                <w:sz w:val="28"/>
                <w:szCs w:val="28"/>
              </w:rPr>
            </w:pP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 xml:space="preserve">СИТЧИХИН </w:t>
            </w: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Сергей Николаевич</w:t>
            </w: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 xml:space="preserve">СРИБНАЯ </w:t>
            </w:r>
          </w:p>
          <w:p w:rsidR="00EB63AF" w:rsidRPr="00446EEB" w:rsidRDefault="00EB63AF" w:rsidP="008E14CB">
            <w:pPr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Ольга Юрьевна</w:t>
            </w:r>
          </w:p>
        </w:tc>
        <w:tc>
          <w:tcPr>
            <w:tcW w:w="310" w:type="dxa"/>
          </w:tcPr>
          <w:p w:rsidR="00EB63AF" w:rsidRPr="00446EEB" w:rsidRDefault="00EB63AF" w:rsidP="00446EEB">
            <w:pPr>
              <w:jc w:val="center"/>
              <w:rPr>
                <w:b/>
                <w:sz w:val="28"/>
                <w:szCs w:val="28"/>
              </w:rPr>
            </w:pPr>
          </w:p>
          <w:p w:rsidR="00EB63AF" w:rsidRPr="00446EEB" w:rsidRDefault="00EB63AF" w:rsidP="00446EEB">
            <w:pPr>
              <w:jc w:val="center"/>
              <w:rPr>
                <w:b/>
                <w:sz w:val="28"/>
                <w:szCs w:val="28"/>
              </w:rPr>
            </w:pPr>
          </w:p>
          <w:p w:rsidR="00EB63AF" w:rsidRPr="00446EEB" w:rsidRDefault="00EB63AF" w:rsidP="00446EEB">
            <w:pPr>
              <w:jc w:val="center"/>
              <w:rPr>
                <w:b/>
                <w:sz w:val="28"/>
                <w:szCs w:val="28"/>
              </w:rPr>
            </w:pPr>
            <w:r w:rsidRPr="00446EEB">
              <w:rPr>
                <w:b/>
                <w:sz w:val="28"/>
                <w:szCs w:val="28"/>
              </w:rPr>
              <w:t>-</w:t>
            </w: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-</w:t>
            </w: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-</w:t>
            </w: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-</w:t>
            </w: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</w:p>
          <w:p w:rsidR="00EB63AF" w:rsidRPr="00446EEB" w:rsidRDefault="00EB63AF" w:rsidP="00F9621D">
            <w:pPr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-</w:t>
            </w:r>
          </w:p>
        </w:tc>
        <w:tc>
          <w:tcPr>
            <w:tcW w:w="5752" w:type="dxa"/>
          </w:tcPr>
          <w:p w:rsidR="00EB63AF" w:rsidRPr="00446EEB" w:rsidRDefault="00EB63AF" w:rsidP="00446EEB">
            <w:pPr>
              <w:jc w:val="both"/>
              <w:rPr>
                <w:sz w:val="28"/>
                <w:szCs w:val="28"/>
              </w:rPr>
            </w:pPr>
          </w:p>
          <w:p w:rsidR="00EB63AF" w:rsidRPr="00446EEB" w:rsidRDefault="00EB63AF" w:rsidP="00446EEB">
            <w:pPr>
              <w:jc w:val="both"/>
              <w:rPr>
                <w:sz w:val="28"/>
                <w:szCs w:val="28"/>
              </w:rPr>
            </w:pPr>
          </w:p>
          <w:p w:rsidR="00EB63AF" w:rsidRPr="00446EEB" w:rsidRDefault="00EB63AF" w:rsidP="00446EEB">
            <w:pPr>
              <w:jc w:val="both"/>
              <w:rPr>
                <w:sz w:val="28"/>
              </w:rPr>
            </w:pPr>
            <w:r w:rsidRPr="00446EEB">
              <w:rPr>
                <w:sz w:val="28"/>
              </w:rPr>
              <w:t>депутат Омутнинской районной Думы седьмого созыва (по согласованию);</w:t>
            </w:r>
          </w:p>
          <w:p w:rsidR="00EB63AF" w:rsidRPr="00446EEB" w:rsidRDefault="00EB63AF" w:rsidP="00446EEB">
            <w:pPr>
              <w:jc w:val="both"/>
              <w:rPr>
                <w:sz w:val="28"/>
                <w:szCs w:val="28"/>
              </w:rPr>
            </w:pPr>
          </w:p>
          <w:p w:rsidR="00EB63AF" w:rsidRPr="00446EEB" w:rsidRDefault="00EB63AF" w:rsidP="00446EEB">
            <w:pPr>
              <w:jc w:val="both"/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заведующий юридическим отделом администрации Омутнинского района;</w:t>
            </w:r>
          </w:p>
          <w:p w:rsidR="00EB63AF" w:rsidRPr="00446EEB" w:rsidRDefault="00EB63AF" w:rsidP="00446EEB">
            <w:pPr>
              <w:jc w:val="both"/>
              <w:rPr>
                <w:sz w:val="28"/>
                <w:szCs w:val="28"/>
              </w:rPr>
            </w:pPr>
          </w:p>
          <w:p w:rsidR="00EB63AF" w:rsidRPr="00446EEB" w:rsidRDefault="00EB63AF" w:rsidP="00446EEB">
            <w:pPr>
              <w:jc w:val="both"/>
              <w:rPr>
                <w:sz w:val="28"/>
              </w:rPr>
            </w:pPr>
            <w:r w:rsidRPr="00446EEB">
              <w:rPr>
                <w:sz w:val="28"/>
              </w:rPr>
              <w:t>председатель Омутнинской районной территориальной организации профсоюза работников, работников образования и науки РФ (по согласованию);</w:t>
            </w:r>
          </w:p>
          <w:p w:rsidR="00EB63AF" w:rsidRPr="00446EEB" w:rsidRDefault="00EB63AF" w:rsidP="00446EEB">
            <w:pPr>
              <w:jc w:val="both"/>
              <w:rPr>
                <w:sz w:val="28"/>
                <w:szCs w:val="28"/>
              </w:rPr>
            </w:pPr>
          </w:p>
          <w:p w:rsidR="00EB63AF" w:rsidRPr="00446EEB" w:rsidRDefault="00EB63AF" w:rsidP="00446EEB">
            <w:pPr>
              <w:jc w:val="both"/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директор КОГКУ ЦЗН Омутнинского района (по согласованию);</w:t>
            </w:r>
          </w:p>
          <w:p w:rsidR="00EB63AF" w:rsidRPr="00446EEB" w:rsidRDefault="00EB63AF" w:rsidP="00446EEB">
            <w:pPr>
              <w:jc w:val="both"/>
              <w:rPr>
                <w:sz w:val="28"/>
                <w:szCs w:val="28"/>
              </w:rPr>
            </w:pPr>
          </w:p>
          <w:p w:rsidR="00EB63AF" w:rsidRPr="00446EEB" w:rsidRDefault="00EB63AF" w:rsidP="00446EEB">
            <w:pPr>
              <w:jc w:val="both"/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и.о. начальника Управления муниципальным имуществом и земельными ресурсами Омутнинского района;</w:t>
            </w:r>
          </w:p>
          <w:p w:rsidR="00EB63AF" w:rsidRPr="00446EEB" w:rsidRDefault="00EB63AF" w:rsidP="00446EEB">
            <w:pPr>
              <w:jc w:val="both"/>
              <w:rPr>
                <w:sz w:val="28"/>
                <w:szCs w:val="28"/>
              </w:rPr>
            </w:pPr>
          </w:p>
        </w:tc>
      </w:tr>
      <w:tr w:rsidR="00EB63AF" w:rsidTr="00446EEB">
        <w:trPr>
          <w:trHeight w:val="705"/>
        </w:trPr>
        <w:tc>
          <w:tcPr>
            <w:tcW w:w="3510" w:type="dxa"/>
          </w:tcPr>
          <w:p w:rsidR="00EB63AF" w:rsidRPr="00446EEB" w:rsidRDefault="00EB63AF" w:rsidP="008E14CB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EB63AF" w:rsidRPr="00446EEB" w:rsidRDefault="00EB63AF" w:rsidP="00446EEB">
            <w:pPr>
              <w:jc w:val="center"/>
              <w:rPr>
                <w:b/>
                <w:sz w:val="28"/>
                <w:szCs w:val="28"/>
              </w:rPr>
            </w:pPr>
            <w:r w:rsidRPr="00446EE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752" w:type="dxa"/>
          </w:tcPr>
          <w:p w:rsidR="00EB63AF" w:rsidRPr="00446EEB" w:rsidRDefault="00EB63AF" w:rsidP="00446EEB">
            <w:pPr>
              <w:jc w:val="both"/>
              <w:rPr>
                <w:sz w:val="28"/>
                <w:szCs w:val="28"/>
              </w:rPr>
            </w:pPr>
            <w:r w:rsidRPr="00446EEB">
              <w:rPr>
                <w:sz w:val="28"/>
                <w:szCs w:val="28"/>
              </w:rPr>
              <w:t>главы городских и сельских поселений Омутнинского района (по согласованию).</w:t>
            </w:r>
          </w:p>
        </w:tc>
      </w:tr>
    </w:tbl>
    <w:p w:rsidR="00EB63AF" w:rsidRPr="005D4335" w:rsidRDefault="00EB63AF" w:rsidP="004B1D86">
      <w:pPr>
        <w:shd w:val="clear" w:color="auto" w:fill="FFFFFF"/>
        <w:suppressAutoHyphens/>
        <w:jc w:val="center"/>
        <w:rPr>
          <w:sz w:val="28"/>
          <w:szCs w:val="28"/>
        </w:rPr>
      </w:pPr>
      <w:r w:rsidRPr="005D4335">
        <w:rPr>
          <w:sz w:val="28"/>
          <w:szCs w:val="28"/>
        </w:rPr>
        <w:t>_</w:t>
      </w:r>
      <w:r>
        <w:rPr>
          <w:sz w:val="28"/>
          <w:szCs w:val="28"/>
        </w:rPr>
        <w:t>________</w:t>
      </w:r>
      <w:r w:rsidRPr="005D4335">
        <w:rPr>
          <w:sz w:val="28"/>
          <w:szCs w:val="28"/>
        </w:rPr>
        <w:t>____________</w:t>
      </w:r>
    </w:p>
    <w:sectPr w:rsidR="00EB63AF" w:rsidRPr="005D4335" w:rsidSect="005D4335">
      <w:headerReference w:type="even" r:id="rId7"/>
      <w:headerReference w:type="default" r:id="rId8"/>
      <w:pgSz w:w="11906" w:h="16838"/>
      <w:pgMar w:top="820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3AF" w:rsidRDefault="00EB63AF">
      <w:r>
        <w:separator/>
      </w:r>
    </w:p>
  </w:endnote>
  <w:endnote w:type="continuationSeparator" w:id="0">
    <w:p w:rsidR="00EB63AF" w:rsidRDefault="00EB6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3AF" w:rsidRDefault="00EB63AF">
      <w:r>
        <w:separator/>
      </w:r>
    </w:p>
  </w:footnote>
  <w:footnote w:type="continuationSeparator" w:id="0">
    <w:p w:rsidR="00EB63AF" w:rsidRDefault="00EB63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3AF" w:rsidRDefault="00EB63AF" w:rsidP="009226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EB63AF" w:rsidRDefault="00EB63A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3AF" w:rsidRDefault="00EB63AF" w:rsidP="009226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B63AF" w:rsidRPr="009226A1" w:rsidRDefault="00EB63AF" w:rsidP="009226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76B24"/>
    <w:multiLevelType w:val="hybridMultilevel"/>
    <w:tmpl w:val="2A681DCA"/>
    <w:lvl w:ilvl="0" w:tplc="A328B292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C5D49"/>
    <w:multiLevelType w:val="hybridMultilevel"/>
    <w:tmpl w:val="3ACAAC96"/>
    <w:lvl w:ilvl="0" w:tplc="6C28AC22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3DE4270"/>
    <w:multiLevelType w:val="multilevel"/>
    <w:tmpl w:val="9A4002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cs="Times New Roman"/>
      </w:rPr>
    </w:lvl>
  </w:abstractNum>
  <w:abstractNum w:abstractNumId="3">
    <w:nsid w:val="287419A6"/>
    <w:multiLevelType w:val="hybridMultilevel"/>
    <w:tmpl w:val="0A941E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8CB3277"/>
    <w:multiLevelType w:val="hybridMultilevel"/>
    <w:tmpl w:val="CFBC0370"/>
    <w:lvl w:ilvl="0" w:tplc="179AB2B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2E3016F2"/>
    <w:multiLevelType w:val="hybridMultilevel"/>
    <w:tmpl w:val="2E8656F4"/>
    <w:lvl w:ilvl="0" w:tplc="E07C73A0">
      <w:start w:val="5"/>
      <w:numFmt w:val="decimal"/>
      <w:lvlText w:val="%1"/>
      <w:lvlJc w:val="left"/>
      <w:pPr>
        <w:ind w:left="10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  <w:rPr>
        <w:rFonts w:cs="Times New Roman"/>
      </w:rPr>
    </w:lvl>
  </w:abstractNum>
  <w:abstractNum w:abstractNumId="6">
    <w:nsid w:val="36360563"/>
    <w:multiLevelType w:val="hybridMultilevel"/>
    <w:tmpl w:val="593A91DE"/>
    <w:lvl w:ilvl="0" w:tplc="854C1E0E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C3B5356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487407D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463C244C"/>
    <w:multiLevelType w:val="hybridMultilevel"/>
    <w:tmpl w:val="3F7AA758"/>
    <w:lvl w:ilvl="0" w:tplc="E0862BD0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A834764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57CD2B1E"/>
    <w:multiLevelType w:val="hybridMultilevel"/>
    <w:tmpl w:val="BACE2592"/>
    <w:lvl w:ilvl="0" w:tplc="2BA47FA8">
      <w:start w:val="5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5B3A02EF"/>
    <w:multiLevelType w:val="hybridMultilevel"/>
    <w:tmpl w:val="8BD025AA"/>
    <w:lvl w:ilvl="0" w:tplc="BDA4ABD4">
      <w:start w:val="5"/>
      <w:numFmt w:val="decimal"/>
      <w:lvlText w:val="%1"/>
      <w:lvlJc w:val="left"/>
      <w:pPr>
        <w:ind w:left="6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  <w:rPr>
        <w:rFonts w:cs="Times New Roman"/>
      </w:rPr>
    </w:lvl>
  </w:abstractNum>
  <w:abstractNum w:abstractNumId="13">
    <w:nsid w:val="6D81388C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4">
    <w:nsid w:val="6EB97823"/>
    <w:multiLevelType w:val="hybridMultilevel"/>
    <w:tmpl w:val="16AE8886"/>
    <w:lvl w:ilvl="0" w:tplc="56EE5B4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9197783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79561D39"/>
    <w:multiLevelType w:val="hybridMultilevel"/>
    <w:tmpl w:val="9B083146"/>
    <w:lvl w:ilvl="0" w:tplc="AEDCE166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5"/>
  </w:num>
  <w:num w:numId="8">
    <w:abstractNumId w:val="10"/>
  </w:num>
  <w:num w:numId="9">
    <w:abstractNumId w:val="4"/>
  </w:num>
  <w:num w:numId="10">
    <w:abstractNumId w:val="0"/>
  </w:num>
  <w:num w:numId="11">
    <w:abstractNumId w:val="11"/>
  </w:num>
  <w:num w:numId="12">
    <w:abstractNumId w:val="12"/>
  </w:num>
  <w:num w:numId="13">
    <w:abstractNumId w:val="5"/>
  </w:num>
  <w:num w:numId="14">
    <w:abstractNumId w:val="13"/>
  </w:num>
  <w:num w:numId="15">
    <w:abstractNumId w:val="16"/>
  </w:num>
  <w:num w:numId="16">
    <w:abstractNumId w:val="7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342E"/>
    <w:rsid w:val="00001B90"/>
    <w:rsid w:val="00006D9B"/>
    <w:rsid w:val="00011649"/>
    <w:rsid w:val="00013652"/>
    <w:rsid w:val="000141EF"/>
    <w:rsid w:val="00021624"/>
    <w:rsid w:val="000315DD"/>
    <w:rsid w:val="000340EC"/>
    <w:rsid w:val="00042CAC"/>
    <w:rsid w:val="00052658"/>
    <w:rsid w:val="000549BA"/>
    <w:rsid w:val="00064756"/>
    <w:rsid w:val="00064BDD"/>
    <w:rsid w:val="000725C7"/>
    <w:rsid w:val="000928E8"/>
    <w:rsid w:val="0009750B"/>
    <w:rsid w:val="000A0B9D"/>
    <w:rsid w:val="000A409F"/>
    <w:rsid w:val="000B0CE0"/>
    <w:rsid w:val="000B560A"/>
    <w:rsid w:val="000B5741"/>
    <w:rsid w:val="000D405B"/>
    <w:rsid w:val="000D48C1"/>
    <w:rsid w:val="000F39D0"/>
    <w:rsid w:val="001055AE"/>
    <w:rsid w:val="001110AB"/>
    <w:rsid w:val="001159D5"/>
    <w:rsid w:val="00116160"/>
    <w:rsid w:val="001419C1"/>
    <w:rsid w:val="001455A5"/>
    <w:rsid w:val="00145F06"/>
    <w:rsid w:val="001504C1"/>
    <w:rsid w:val="00151257"/>
    <w:rsid w:val="00154174"/>
    <w:rsid w:val="00154388"/>
    <w:rsid w:val="00163470"/>
    <w:rsid w:val="0017128D"/>
    <w:rsid w:val="00185584"/>
    <w:rsid w:val="00192AF1"/>
    <w:rsid w:val="001A045C"/>
    <w:rsid w:val="001B6D23"/>
    <w:rsid w:val="001C2BB4"/>
    <w:rsid w:val="001E1951"/>
    <w:rsid w:val="001E21B9"/>
    <w:rsid w:val="001E2B8A"/>
    <w:rsid w:val="001E41A2"/>
    <w:rsid w:val="001E5B49"/>
    <w:rsid w:val="001E7D60"/>
    <w:rsid w:val="001F3B95"/>
    <w:rsid w:val="002057EB"/>
    <w:rsid w:val="00207FE7"/>
    <w:rsid w:val="0021067E"/>
    <w:rsid w:val="002115DC"/>
    <w:rsid w:val="00216341"/>
    <w:rsid w:val="0022461F"/>
    <w:rsid w:val="00233119"/>
    <w:rsid w:val="00236F8C"/>
    <w:rsid w:val="00242357"/>
    <w:rsid w:val="00252CB1"/>
    <w:rsid w:val="002540FE"/>
    <w:rsid w:val="0027081D"/>
    <w:rsid w:val="00276096"/>
    <w:rsid w:val="00284118"/>
    <w:rsid w:val="00287AEE"/>
    <w:rsid w:val="002A174C"/>
    <w:rsid w:val="002C241B"/>
    <w:rsid w:val="002C27D1"/>
    <w:rsid w:val="002C4725"/>
    <w:rsid w:val="002D0769"/>
    <w:rsid w:val="002D45B3"/>
    <w:rsid w:val="002E35E3"/>
    <w:rsid w:val="002E6CA1"/>
    <w:rsid w:val="002F572F"/>
    <w:rsid w:val="002F614F"/>
    <w:rsid w:val="00304207"/>
    <w:rsid w:val="00327158"/>
    <w:rsid w:val="00331B4F"/>
    <w:rsid w:val="00335059"/>
    <w:rsid w:val="003371D0"/>
    <w:rsid w:val="00344543"/>
    <w:rsid w:val="00347CE3"/>
    <w:rsid w:val="0035122F"/>
    <w:rsid w:val="003515AF"/>
    <w:rsid w:val="003532BF"/>
    <w:rsid w:val="00357E98"/>
    <w:rsid w:val="00360E1B"/>
    <w:rsid w:val="00361F94"/>
    <w:rsid w:val="00372E99"/>
    <w:rsid w:val="0037411B"/>
    <w:rsid w:val="0039152B"/>
    <w:rsid w:val="0039163F"/>
    <w:rsid w:val="00397B2E"/>
    <w:rsid w:val="003A76AA"/>
    <w:rsid w:val="003B2F83"/>
    <w:rsid w:val="003C23E6"/>
    <w:rsid w:val="003C6D56"/>
    <w:rsid w:val="003C77E4"/>
    <w:rsid w:val="003D4DE0"/>
    <w:rsid w:val="003E0E28"/>
    <w:rsid w:val="003F0973"/>
    <w:rsid w:val="003F0E57"/>
    <w:rsid w:val="0043263A"/>
    <w:rsid w:val="004341A5"/>
    <w:rsid w:val="00440BC0"/>
    <w:rsid w:val="00440DFE"/>
    <w:rsid w:val="00441BFB"/>
    <w:rsid w:val="00443181"/>
    <w:rsid w:val="00445409"/>
    <w:rsid w:val="00446EEB"/>
    <w:rsid w:val="00447F15"/>
    <w:rsid w:val="00462593"/>
    <w:rsid w:val="00470268"/>
    <w:rsid w:val="00470C4F"/>
    <w:rsid w:val="00472725"/>
    <w:rsid w:val="00481707"/>
    <w:rsid w:val="0048311E"/>
    <w:rsid w:val="004946E0"/>
    <w:rsid w:val="00494CE9"/>
    <w:rsid w:val="004973B6"/>
    <w:rsid w:val="004A620C"/>
    <w:rsid w:val="004B1D86"/>
    <w:rsid w:val="004B2194"/>
    <w:rsid w:val="004B2314"/>
    <w:rsid w:val="004B619E"/>
    <w:rsid w:val="004C49A4"/>
    <w:rsid w:val="004C7338"/>
    <w:rsid w:val="004E3019"/>
    <w:rsid w:val="00501E6F"/>
    <w:rsid w:val="00501EBA"/>
    <w:rsid w:val="00504751"/>
    <w:rsid w:val="0051007B"/>
    <w:rsid w:val="00527CC5"/>
    <w:rsid w:val="005359EA"/>
    <w:rsid w:val="00547CFD"/>
    <w:rsid w:val="005523F1"/>
    <w:rsid w:val="00561AE1"/>
    <w:rsid w:val="00565A42"/>
    <w:rsid w:val="00566145"/>
    <w:rsid w:val="00582412"/>
    <w:rsid w:val="005827A0"/>
    <w:rsid w:val="00583010"/>
    <w:rsid w:val="00597D12"/>
    <w:rsid w:val="005A6777"/>
    <w:rsid w:val="005A763F"/>
    <w:rsid w:val="005B225C"/>
    <w:rsid w:val="005B4AFA"/>
    <w:rsid w:val="005B533C"/>
    <w:rsid w:val="005B72B0"/>
    <w:rsid w:val="005C5CE5"/>
    <w:rsid w:val="005D4335"/>
    <w:rsid w:val="005D49C2"/>
    <w:rsid w:val="005E25DD"/>
    <w:rsid w:val="005F22C0"/>
    <w:rsid w:val="005F3E2C"/>
    <w:rsid w:val="00615078"/>
    <w:rsid w:val="0062342E"/>
    <w:rsid w:val="00627FF0"/>
    <w:rsid w:val="00646C0A"/>
    <w:rsid w:val="00647449"/>
    <w:rsid w:val="00647DF3"/>
    <w:rsid w:val="00651539"/>
    <w:rsid w:val="00653316"/>
    <w:rsid w:val="006552C7"/>
    <w:rsid w:val="00680DD0"/>
    <w:rsid w:val="006A0BEE"/>
    <w:rsid w:val="006B019C"/>
    <w:rsid w:val="006C4019"/>
    <w:rsid w:val="006C5BCD"/>
    <w:rsid w:val="006D2348"/>
    <w:rsid w:val="006E3CF7"/>
    <w:rsid w:val="006E41A5"/>
    <w:rsid w:val="006E4230"/>
    <w:rsid w:val="006F4E0A"/>
    <w:rsid w:val="0070402F"/>
    <w:rsid w:val="0071712E"/>
    <w:rsid w:val="00722C3E"/>
    <w:rsid w:val="00722E8D"/>
    <w:rsid w:val="00724390"/>
    <w:rsid w:val="00731F36"/>
    <w:rsid w:val="007436FA"/>
    <w:rsid w:val="00753AF2"/>
    <w:rsid w:val="007631B5"/>
    <w:rsid w:val="00785726"/>
    <w:rsid w:val="0078684A"/>
    <w:rsid w:val="007B0DEC"/>
    <w:rsid w:val="007D104D"/>
    <w:rsid w:val="007D4013"/>
    <w:rsid w:val="007D60B9"/>
    <w:rsid w:val="007E6438"/>
    <w:rsid w:val="007F5B65"/>
    <w:rsid w:val="007F6A33"/>
    <w:rsid w:val="00807DE6"/>
    <w:rsid w:val="0082033D"/>
    <w:rsid w:val="008326A9"/>
    <w:rsid w:val="00861204"/>
    <w:rsid w:val="00880A33"/>
    <w:rsid w:val="008B6BFA"/>
    <w:rsid w:val="008B7260"/>
    <w:rsid w:val="008C623A"/>
    <w:rsid w:val="008D1CE9"/>
    <w:rsid w:val="008D3226"/>
    <w:rsid w:val="008E14CB"/>
    <w:rsid w:val="008E3D66"/>
    <w:rsid w:val="008F127B"/>
    <w:rsid w:val="008F28B0"/>
    <w:rsid w:val="008F3855"/>
    <w:rsid w:val="008F68CA"/>
    <w:rsid w:val="00900A7D"/>
    <w:rsid w:val="00907C55"/>
    <w:rsid w:val="009119F0"/>
    <w:rsid w:val="00915147"/>
    <w:rsid w:val="009226A1"/>
    <w:rsid w:val="009276CB"/>
    <w:rsid w:val="009304B4"/>
    <w:rsid w:val="00933854"/>
    <w:rsid w:val="009434CD"/>
    <w:rsid w:val="00956223"/>
    <w:rsid w:val="00957BF9"/>
    <w:rsid w:val="00960F88"/>
    <w:rsid w:val="0096299B"/>
    <w:rsid w:val="00965455"/>
    <w:rsid w:val="00981F01"/>
    <w:rsid w:val="00987D6A"/>
    <w:rsid w:val="009A4151"/>
    <w:rsid w:val="009A7326"/>
    <w:rsid w:val="009B0D1B"/>
    <w:rsid w:val="009B33EC"/>
    <w:rsid w:val="009C1760"/>
    <w:rsid w:val="009D38CD"/>
    <w:rsid w:val="009E56B5"/>
    <w:rsid w:val="009F5B0D"/>
    <w:rsid w:val="00A175D8"/>
    <w:rsid w:val="00A2484F"/>
    <w:rsid w:val="00A32C29"/>
    <w:rsid w:val="00A334E2"/>
    <w:rsid w:val="00A34602"/>
    <w:rsid w:val="00A43F76"/>
    <w:rsid w:val="00A524D3"/>
    <w:rsid w:val="00A602B3"/>
    <w:rsid w:val="00A62DAB"/>
    <w:rsid w:val="00A758F2"/>
    <w:rsid w:val="00A96BF1"/>
    <w:rsid w:val="00AE2C6E"/>
    <w:rsid w:val="00AF1D69"/>
    <w:rsid w:val="00AF4964"/>
    <w:rsid w:val="00AF64F3"/>
    <w:rsid w:val="00AF68B4"/>
    <w:rsid w:val="00B05553"/>
    <w:rsid w:val="00B1717B"/>
    <w:rsid w:val="00B21578"/>
    <w:rsid w:val="00B27ABB"/>
    <w:rsid w:val="00B3152B"/>
    <w:rsid w:val="00B349F1"/>
    <w:rsid w:val="00B372AB"/>
    <w:rsid w:val="00B62003"/>
    <w:rsid w:val="00B6206A"/>
    <w:rsid w:val="00B6760A"/>
    <w:rsid w:val="00B67CCC"/>
    <w:rsid w:val="00B82152"/>
    <w:rsid w:val="00B821EC"/>
    <w:rsid w:val="00B85DE9"/>
    <w:rsid w:val="00B9115F"/>
    <w:rsid w:val="00B92675"/>
    <w:rsid w:val="00B92EA4"/>
    <w:rsid w:val="00B96BC9"/>
    <w:rsid w:val="00BA6334"/>
    <w:rsid w:val="00BB792B"/>
    <w:rsid w:val="00BC26C0"/>
    <w:rsid w:val="00BD6DF3"/>
    <w:rsid w:val="00BD7777"/>
    <w:rsid w:val="00BF3D63"/>
    <w:rsid w:val="00C011D3"/>
    <w:rsid w:val="00C07F12"/>
    <w:rsid w:val="00C14B20"/>
    <w:rsid w:val="00C1725F"/>
    <w:rsid w:val="00C23BFB"/>
    <w:rsid w:val="00C24812"/>
    <w:rsid w:val="00C26A7A"/>
    <w:rsid w:val="00C313BF"/>
    <w:rsid w:val="00C43389"/>
    <w:rsid w:val="00C5134F"/>
    <w:rsid w:val="00C5299B"/>
    <w:rsid w:val="00C56B96"/>
    <w:rsid w:val="00C61E9E"/>
    <w:rsid w:val="00C63010"/>
    <w:rsid w:val="00C63512"/>
    <w:rsid w:val="00C71C2F"/>
    <w:rsid w:val="00C721DE"/>
    <w:rsid w:val="00C75519"/>
    <w:rsid w:val="00C85E96"/>
    <w:rsid w:val="00C87737"/>
    <w:rsid w:val="00C923B6"/>
    <w:rsid w:val="00C9277E"/>
    <w:rsid w:val="00C9397A"/>
    <w:rsid w:val="00CA1ACF"/>
    <w:rsid w:val="00CA3095"/>
    <w:rsid w:val="00CA3DF6"/>
    <w:rsid w:val="00CB25EC"/>
    <w:rsid w:val="00CC18F6"/>
    <w:rsid w:val="00CE5EEE"/>
    <w:rsid w:val="00CF1925"/>
    <w:rsid w:val="00CF61DD"/>
    <w:rsid w:val="00CF7536"/>
    <w:rsid w:val="00D04185"/>
    <w:rsid w:val="00D12D63"/>
    <w:rsid w:val="00D14C5F"/>
    <w:rsid w:val="00D24417"/>
    <w:rsid w:val="00D36107"/>
    <w:rsid w:val="00D361A8"/>
    <w:rsid w:val="00D43CA0"/>
    <w:rsid w:val="00D54EE4"/>
    <w:rsid w:val="00D62310"/>
    <w:rsid w:val="00D62C3D"/>
    <w:rsid w:val="00D639E6"/>
    <w:rsid w:val="00D648F8"/>
    <w:rsid w:val="00D773DD"/>
    <w:rsid w:val="00D85D4E"/>
    <w:rsid w:val="00D9209C"/>
    <w:rsid w:val="00D93EEF"/>
    <w:rsid w:val="00D94647"/>
    <w:rsid w:val="00DB6AE2"/>
    <w:rsid w:val="00DC0A10"/>
    <w:rsid w:val="00DC59DC"/>
    <w:rsid w:val="00DD1A86"/>
    <w:rsid w:val="00DD4A7E"/>
    <w:rsid w:val="00DF6E4B"/>
    <w:rsid w:val="00E07258"/>
    <w:rsid w:val="00E10F2A"/>
    <w:rsid w:val="00E12648"/>
    <w:rsid w:val="00E20A51"/>
    <w:rsid w:val="00E2494B"/>
    <w:rsid w:val="00E358CF"/>
    <w:rsid w:val="00E35F82"/>
    <w:rsid w:val="00E362A5"/>
    <w:rsid w:val="00E46023"/>
    <w:rsid w:val="00E46A59"/>
    <w:rsid w:val="00E50150"/>
    <w:rsid w:val="00E5090F"/>
    <w:rsid w:val="00E61156"/>
    <w:rsid w:val="00E65A5F"/>
    <w:rsid w:val="00E81111"/>
    <w:rsid w:val="00E875BB"/>
    <w:rsid w:val="00EA01D1"/>
    <w:rsid w:val="00EB2FC6"/>
    <w:rsid w:val="00EB4893"/>
    <w:rsid w:val="00EB63AF"/>
    <w:rsid w:val="00EC3D65"/>
    <w:rsid w:val="00EC59EE"/>
    <w:rsid w:val="00EC7EDE"/>
    <w:rsid w:val="00ED6E81"/>
    <w:rsid w:val="00ED6F02"/>
    <w:rsid w:val="00EF60E4"/>
    <w:rsid w:val="00EF7F53"/>
    <w:rsid w:val="00F05A9C"/>
    <w:rsid w:val="00F05E5D"/>
    <w:rsid w:val="00F1494E"/>
    <w:rsid w:val="00F36E7B"/>
    <w:rsid w:val="00F46134"/>
    <w:rsid w:val="00F4700F"/>
    <w:rsid w:val="00F4777E"/>
    <w:rsid w:val="00F6112E"/>
    <w:rsid w:val="00F65E87"/>
    <w:rsid w:val="00F70A68"/>
    <w:rsid w:val="00F80BEB"/>
    <w:rsid w:val="00F864BE"/>
    <w:rsid w:val="00F952EF"/>
    <w:rsid w:val="00F9621D"/>
    <w:rsid w:val="00FA34F0"/>
    <w:rsid w:val="00FA46B7"/>
    <w:rsid w:val="00FB0FE1"/>
    <w:rsid w:val="00FC37A3"/>
    <w:rsid w:val="00FC5275"/>
    <w:rsid w:val="00FD115D"/>
    <w:rsid w:val="00FD63CC"/>
    <w:rsid w:val="00FD76AB"/>
    <w:rsid w:val="00FE20D9"/>
    <w:rsid w:val="00FE6A2F"/>
    <w:rsid w:val="00FF2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42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342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2342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">
    <w:name w:val="Абзац списка1"/>
    <w:basedOn w:val="Normal"/>
    <w:uiPriority w:val="99"/>
    <w:rsid w:val="002760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itle">
    <w:name w:val="Title"/>
    <w:basedOn w:val="Normal"/>
    <w:link w:val="TitleChar"/>
    <w:uiPriority w:val="99"/>
    <w:qFormat/>
    <w:rsid w:val="00276096"/>
    <w:pPr>
      <w:jc w:val="center"/>
    </w:pPr>
    <w:rPr>
      <w:rFonts w:ascii="Calibri" w:hAnsi="Calibri"/>
      <w:b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276096"/>
    <w:rPr>
      <w:rFonts w:ascii="Calibri" w:eastAsia="Times New Roman" w:hAnsi="Calibri"/>
      <w:b/>
      <w:sz w:val="24"/>
      <w:lang w:val="ru-RU" w:eastAsia="ru-RU"/>
    </w:rPr>
  </w:style>
  <w:style w:type="paragraph" w:styleId="BodyText2">
    <w:name w:val="Body Text 2"/>
    <w:basedOn w:val="Normal"/>
    <w:link w:val="BodyText2Char"/>
    <w:uiPriority w:val="99"/>
    <w:rsid w:val="006E41A5"/>
    <w:pPr>
      <w:jc w:val="center"/>
    </w:pPr>
    <w:rPr>
      <w:b/>
      <w:bCs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E41A5"/>
    <w:rPr>
      <w:b/>
      <w:sz w:val="24"/>
    </w:rPr>
  </w:style>
  <w:style w:type="character" w:customStyle="1" w:styleId="a">
    <w:name w:val="Гипертекстовая ссылка"/>
    <w:uiPriority w:val="99"/>
    <w:rsid w:val="006E41A5"/>
    <w:rPr>
      <w:color w:val="106BBE"/>
    </w:rPr>
  </w:style>
  <w:style w:type="paragraph" w:styleId="NoSpacing">
    <w:name w:val="No Spacing"/>
    <w:uiPriority w:val="99"/>
    <w:qFormat/>
    <w:rsid w:val="00566145"/>
    <w:rPr>
      <w:rFonts w:ascii="Calibri" w:hAnsi="Calibri"/>
    </w:rPr>
  </w:style>
  <w:style w:type="paragraph" w:styleId="BalloonText">
    <w:name w:val="Balloon Text"/>
    <w:basedOn w:val="Normal"/>
    <w:link w:val="BalloonTextChar"/>
    <w:uiPriority w:val="99"/>
    <w:rsid w:val="0035122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5122F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9226A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7B4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9226A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26A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7B4E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1159D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159D5"/>
    <w:rPr>
      <w:rFonts w:cs="Times New Roman"/>
    </w:rPr>
  </w:style>
  <w:style w:type="paragraph" w:styleId="ListParagraph">
    <w:name w:val="List Paragraph"/>
    <w:basedOn w:val="Normal"/>
    <w:uiPriority w:val="99"/>
    <w:qFormat/>
    <w:rsid w:val="00252CB1"/>
    <w:pPr>
      <w:ind w:left="720"/>
    </w:pPr>
  </w:style>
  <w:style w:type="paragraph" w:customStyle="1" w:styleId="Textbody">
    <w:name w:val="Text body"/>
    <w:basedOn w:val="Normal"/>
    <w:uiPriority w:val="99"/>
    <w:rsid w:val="00900A7D"/>
    <w:pPr>
      <w:suppressAutoHyphens/>
      <w:autoSpaceDN w:val="0"/>
      <w:jc w:val="both"/>
    </w:pPr>
    <w:rPr>
      <w:rFonts w:ascii="Arial" w:eastAsia="SimSun" w:hAnsi="Arial" w:cs="Mangal"/>
      <w:kern w:val="3"/>
      <w:lang w:eastAsia="zh-CN" w:bidi="hi-IN"/>
    </w:rPr>
  </w:style>
  <w:style w:type="table" w:styleId="TableGrid">
    <w:name w:val="Table Grid"/>
    <w:basedOn w:val="TableNormal"/>
    <w:uiPriority w:val="99"/>
    <w:rsid w:val="008E14C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2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261</Words>
  <Characters>1491</Characters>
  <Application>Microsoft Office Outlook</Application>
  <DocSecurity>0</DocSecurity>
  <Lines>0</Lines>
  <Paragraphs>0</Paragraphs>
  <ScaleCrop>false</ScaleCrop>
  <Company>Администрация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Пользователь</dc:creator>
  <cp:keywords/>
  <dc:description/>
  <cp:lastModifiedBy>ucom06</cp:lastModifiedBy>
  <cp:revision>7</cp:revision>
  <cp:lastPrinted>2022-11-21T08:07:00Z</cp:lastPrinted>
  <dcterms:created xsi:type="dcterms:W3CDTF">2022-11-08T13:54:00Z</dcterms:created>
  <dcterms:modified xsi:type="dcterms:W3CDTF">2022-12-09T06:01:00Z</dcterms:modified>
</cp:coreProperties>
</file>