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E6" w:rsidRPr="005351C6" w:rsidRDefault="005E2EE6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bookmarkStart w:id="0" w:name="Par38"/>
      <w:bookmarkEnd w:id="0"/>
      <w:r w:rsidRPr="005351C6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5E2EE6" w:rsidRPr="005351C6" w:rsidRDefault="005E2EE6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</w:p>
    <w:p w:rsidR="005E2EE6" w:rsidRPr="005351C6" w:rsidRDefault="005E2EE6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5351C6">
        <w:rPr>
          <w:rFonts w:ascii="Times New Roman" w:hAnsi="Times New Roman" w:cs="Times New Roman"/>
          <w:bCs/>
          <w:sz w:val="28"/>
          <w:szCs w:val="28"/>
        </w:rPr>
        <w:t>УТВРЕЖДЕНО</w:t>
      </w:r>
    </w:p>
    <w:p w:rsidR="005E2EE6" w:rsidRPr="005351C6" w:rsidRDefault="005E2EE6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</w:p>
    <w:p w:rsidR="005E2EE6" w:rsidRPr="005351C6" w:rsidRDefault="005E2EE6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5351C6">
        <w:rPr>
          <w:rFonts w:ascii="Times New Roman" w:hAnsi="Times New Roman" w:cs="Times New Roman"/>
          <w:bCs/>
          <w:sz w:val="28"/>
          <w:szCs w:val="28"/>
        </w:rPr>
        <w:t>остановлением администрации муниципального образования Омутнинский муниципальный район Кировской области</w:t>
      </w:r>
    </w:p>
    <w:p w:rsidR="005E2EE6" w:rsidRPr="005351C6" w:rsidRDefault="005E2EE6" w:rsidP="005351C6">
      <w:pPr>
        <w:pStyle w:val="ConsPlusNormal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5351C6">
        <w:rPr>
          <w:rFonts w:ascii="Times New Roman" w:hAnsi="Times New Roman" w:cs="Times New Roman"/>
          <w:bCs/>
          <w:sz w:val="28"/>
          <w:szCs w:val="28"/>
        </w:rPr>
        <w:t xml:space="preserve">т </w:t>
      </w:r>
      <w:r>
        <w:rPr>
          <w:rFonts w:ascii="Times New Roman" w:hAnsi="Times New Roman" w:cs="Times New Roman"/>
          <w:bCs/>
          <w:sz w:val="28"/>
          <w:szCs w:val="28"/>
        </w:rPr>
        <w:t>03.02.2023</w:t>
      </w:r>
      <w:r w:rsidRPr="005351C6">
        <w:rPr>
          <w:rFonts w:ascii="Times New Roman" w:hAnsi="Times New Roman" w:cs="Times New Roman"/>
          <w:bCs/>
          <w:sz w:val="28"/>
          <w:szCs w:val="28"/>
        </w:rPr>
        <w:t xml:space="preserve"> 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79</w:t>
      </w:r>
    </w:p>
    <w:p w:rsidR="005E2EE6" w:rsidRPr="005351C6" w:rsidRDefault="005E2EE6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E2EE6" w:rsidRPr="00BE6AB8" w:rsidRDefault="005E2EE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6AB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5E2EE6" w:rsidRPr="00BE6AB8" w:rsidRDefault="005E2EE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автоматизированной системе учета и оплаты проезда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в автомобильном транспорте на муниципальных маршрутах регулярных перевозок муниципального образования Омутнинский муниципальный район Кировской области</w:t>
      </w:r>
    </w:p>
    <w:p w:rsidR="005E2EE6" w:rsidRDefault="005E2EE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E2EE6" w:rsidRPr="00BE6AB8" w:rsidRDefault="005E2EE6" w:rsidP="00BE6AB8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E6AB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5E2EE6" w:rsidRPr="00BE6AB8" w:rsidRDefault="005E2EE6" w:rsidP="00BE6A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1.1. Настоящее Положение регулирует процесс введения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Омутнинский муниципальный район Кировской области </w:t>
      </w:r>
      <w:r w:rsidRPr="00BE6AB8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и оплаты проезда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E6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автомобильном транспорте </w:t>
      </w:r>
      <w:r w:rsidRPr="00640937">
        <w:rPr>
          <w:rFonts w:ascii="Times New Roman" w:hAnsi="Times New Roman" w:cs="Times New Roman"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 xml:space="preserve"> (далее - система), порядок выдачи микропроцессорной транспортной карты (далее - транспортная карта) и использования транспортной карты</w:t>
      </w:r>
      <w:r>
        <w:rPr>
          <w:rFonts w:ascii="Times New Roman" w:hAnsi="Times New Roman" w:cs="Times New Roman"/>
          <w:sz w:val="28"/>
          <w:szCs w:val="28"/>
        </w:rPr>
        <w:t>, бесконтактной банковской карты национальной платежной системы «Мир»</w:t>
      </w:r>
      <w:r w:rsidRPr="00BE6AB8">
        <w:rPr>
          <w:rFonts w:ascii="Times New Roman" w:hAnsi="Times New Roman" w:cs="Times New Roman"/>
          <w:sz w:val="28"/>
          <w:szCs w:val="28"/>
        </w:rPr>
        <w:t xml:space="preserve"> гражданами, в т.ч. отдельными категориями граждан, проживающих на территории Кировской области и имеющих право на льготный проезд в автомобильном транспорте.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1.2. В настоящем Положении используются следующие понятия: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банк - кредитно-финансовая организация, действующая на основании лицензии ЦБ РФ, определенная оператором в качестве партнера, являющаяся участником системы и соэмитентом транспортных карт;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граждане льготных категорий - отдельные категории граждан, имеющие право на льготный проезд в автомобильном и электрифицированном транспорте </w:t>
      </w:r>
      <w:r w:rsidRPr="00640937">
        <w:rPr>
          <w:rFonts w:ascii="Times New Roman" w:hAnsi="Times New Roman" w:cs="Times New Roman"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 xml:space="preserve"> на основании действующих нормативных правовых актов Правительства Кировской области и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>;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держатель транспортной карты - гражданин, получивший в установленном порядке транспортную карту;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оператор - участник электронной системы, осуществляющий организацию информационного обмена между всеми участниками системы, расчеты с участниками системы, эмиссию транспортных карт, установку технологического оборудования и программного обеспечения, необходимого для организации автоматизированного учета поездок, совершенных гражданами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E6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автомобильном транспорте </w:t>
      </w:r>
      <w:r w:rsidRPr="00640937">
        <w:rPr>
          <w:rFonts w:ascii="Times New Roman" w:hAnsi="Times New Roman" w:cs="Times New Roman"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>;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процессинговый центр - сервер оператора, обеспечивающий информационное и технологическое взаимодействие между участниками расчетов (перевозчики, кондукторы, банки и др.);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транспортное приложение - данные, размещенные на транспортной карте, позволяющие держателю использовать ее для оплаты проезда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53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</w:t>
      </w:r>
      <w:r w:rsidRPr="00640937">
        <w:rPr>
          <w:rFonts w:ascii="Times New Roman" w:hAnsi="Times New Roman" w:cs="Times New Roman"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>;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участники системы - совокупность юридических и физических лиц, взаимодействующих в процессе автоматизированного контроля количества поездок, совершенных гражданами </w:t>
      </w:r>
      <w:r>
        <w:rPr>
          <w:rFonts w:ascii="Times New Roman" w:hAnsi="Times New Roman" w:cs="Times New Roman"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по регулярным городским маршрутам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>;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автоматизированная система учета и оплаты проезда - совокупность компонентов, обеспечивающих функционирование транспортных карт, включающая в себя участников системы, базу данных держателей транспортных карт, а также нормативные правовые акты и иные документы, направленные на регламентацию процесса использования транспортных карт;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транспортная карта - микропроцессорная многофункциональная карта, используемая для оплаты проезда;</w:t>
      </w:r>
    </w:p>
    <w:p w:rsidR="005E2EE6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эмиссия транспортных карт - изготовление, выдача микропроцессорной карты установленного образца с нанесением на ее поверхность идентификационного номера и записью в память микропроцессора данных, позволяющих использовать ее для учета или оплаты проезда.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1.3. Система вводится с целью улучшения качества транспортного обслуживания населения, обеспечения учета поездок, совершаемых гражданами </w:t>
      </w:r>
      <w:r>
        <w:rPr>
          <w:rFonts w:ascii="Times New Roman" w:hAnsi="Times New Roman" w:cs="Times New Roman"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</w:t>
      </w:r>
      <w:r w:rsidRPr="00640937">
        <w:rPr>
          <w:rFonts w:ascii="Times New Roman" w:hAnsi="Times New Roman" w:cs="Times New Roman"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>.</w:t>
      </w:r>
    </w:p>
    <w:p w:rsidR="005E2EE6" w:rsidRPr="00BE6AB8" w:rsidRDefault="005E2EE6" w:rsidP="001F16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1.4. С</w:t>
      </w:r>
      <w:r w:rsidRPr="004C69BD">
        <w:rPr>
          <w:rFonts w:ascii="Times New Roman" w:hAnsi="Times New Roman" w:cs="Times New Roman"/>
          <w:sz w:val="28"/>
          <w:szCs w:val="28"/>
          <w:shd w:val="clear" w:color="auto" w:fill="FFFFFF"/>
        </w:rPr>
        <w:t>ервис «Умный проезд»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C69BD">
        <w:rPr>
          <w:rFonts w:ascii="Times New Roman" w:hAnsi="Times New Roman" w:cs="Times New Roman"/>
          <w:sz w:val="28"/>
          <w:szCs w:val="28"/>
          <w:shd w:val="clear" w:color="auto" w:fill="FFFFFF"/>
        </w:rPr>
        <w:t>позволяет льготным категориям граждан оплачивать льготный проезд в автобусах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C69BD">
        <w:rPr>
          <w:rFonts w:ascii="Times New Roman" w:hAnsi="Times New Roman" w:cs="Times New Roman"/>
          <w:sz w:val="28"/>
          <w:szCs w:val="28"/>
          <w:shd w:val="clear" w:color="auto" w:fill="FFFFFF"/>
        </w:rPr>
        <w:t>бесконтактной банковской картой национальной платежной системы «Мир».</w:t>
      </w:r>
    </w:p>
    <w:p w:rsidR="005E2EE6" w:rsidRDefault="005E2EE6" w:rsidP="005351C6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E2EE6" w:rsidRPr="00BE6AB8" w:rsidRDefault="005E2EE6" w:rsidP="005351C6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E6AB8">
        <w:rPr>
          <w:rFonts w:ascii="Times New Roman" w:hAnsi="Times New Roman" w:cs="Times New Roman"/>
          <w:b/>
          <w:bCs/>
          <w:sz w:val="28"/>
          <w:szCs w:val="28"/>
        </w:rPr>
        <w:t>2. Описание транспортной карты</w:t>
      </w:r>
    </w:p>
    <w:p w:rsidR="005E2EE6" w:rsidRPr="00BE6AB8" w:rsidRDefault="005E2EE6" w:rsidP="005351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2.1. Транспортная карта представляет собой бесконтактную микропроцессорную карту с транспортным приложением, позволяющим гражданам, в т.ч. льготных категорий, осуществлять регистрацию проезда </w:t>
      </w:r>
      <w:r>
        <w:rPr>
          <w:rFonts w:ascii="Times New Roman" w:hAnsi="Times New Roman" w:cs="Times New Roman"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</w:t>
      </w:r>
      <w:r w:rsidRPr="00640937">
        <w:rPr>
          <w:rFonts w:ascii="Times New Roman" w:hAnsi="Times New Roman" w:cs="Times New Roman"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>.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2.2. На транспортной карте размещаются следующие обязательные визуальные элементы: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надпись, идентифицирующая ее использование в системе,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6AB8">
        <w:rPr>
          <w:rFonts w:ascii="Times New Roman" w:hAnsi="Times New Roman" w:cs="Times New Roman"/>
          <w:sz w:val="28"/>
          <w:szCs w:val="28"/>
        </w:rPr>
        <w:t>Транспортная карта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AB8">
        <w:rPr>
          <w:rFonts w:ascii="Times New Roman" w:hAnsi="Times New Roman" w:cs="Times New Roman"/>
          <w:sz w:val="28"/>
          <w:szCs w:val="28"/>
        </w:rPr>
        <w:t>;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номер транспортной карты;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телефон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6AB8">
        <w:rPr>
          <w:rFonts w:ascii="Times New Roman" w:hAnsi="Times New Roman" w:cs="Times New Roman"/>
          <w:sz w:val="28"/>
          <w:szCs w:val="28"/>
        </w:rPr>
        <w:t>горячей линии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AB8">
        <w:rPr>
          <w:rFonts w:ascii="Times New Roman" w:hAnsi="Times New Roman" w:cs="Times New Roman"/>
          <w:sz w:val="28"/>
          <w:szCs w:val="28"/>
        </w:rPr>
        <w:t>.</w:t>
      </w:r>
    </w:p>
    <w:p w:rsidR="005E2EE6" w:rsidRPr="00BE6AB8" w:rsidRDefault="005E2EE6" w:rsidP="005351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EE6" w:rsidRPr="00BE6AB8" w:rsidRDefault="005E2EE6" w:rsidP="005351C6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E6AB8">
        <w:rPr>
          <w:rFonts w:ascii="Times New Roman" w:hAnsi="Times New Roman" w:cs="Times New Roman"/>
          <w:b/>
          <w:bCs/>
          <w:sz w:val="28"/>
          <w:szCs w:val="28"/>
        </w:rPr>
        <w:t>3. Порядок выдачи транспортной карты</w:t>
      </w:r>
    </w:p>
    <w:p w:rsidR="005E2EE6" w:rsidRPr="00BE6AB8" w:rsidRDefault="005E2EE6" w:rsidP="005351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3.1. Оператором осуществляется изготовление микропроцессорных карт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6AB8">
        <w:rPr>
          <w:rFonts w:ascii="Times New Roman" w:hAnsi="Times New Roman" w:cs="Times New Roman"/>
          <w:sz w:val="28"/>
          <w:szCs w:val="28"/>
        </w:rPr>
        <w:t>Транспортная карта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AB8">
        <w:rPr>
          <w:rFonts w:ascii="Times New Roman" w:hAnsi="Times New Roman" w:cs="Times New Roman"/>
          <w:sz w:val="28"/>
          <w:szCs w:val="28"/>
        </w:rPr>
        <w:t>.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3.2. Получение транспортной карты возможно любым гражданином при обращении в организацию, которая по договору с оператором системы занимается продлением, пополнением и продажей транспортных карт. Граждане, проживающие на территории Кировской области и имеющие право льготного проезда </w:t>
      </w:r>
      <w:r>
        <w:rPr>
          <w:rFonts w:ascii="Times New Roman" w:hAnsi="Times New Roman" w:cs="Times New Roman"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</w:t>
      </w:r>
      <w:r w:rsidRPr="00640937">
        <w:rPr>
          <w:rFonts w:ascii="Times New Roman" w:hAnsi="Times New Roman" w:cs="Times New Roman"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 xml:space="preserve">, могут получить транспортную карту при предъявлении паспорта и документа, подтверждающего право на льготу по проезду </w:t>
      </w:r>
      <w:r>
        <w:rPr>
          <w:rFonts w:ascii="Times New Roman" w:hAnsi="Times New Roman" w:cs="Times New Roman"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>.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3.3. В случае утери, порчи транспортной карты повторная выдача осуществляется на платной основе, исходя из стоимости ее изготовления.</w:t>
      </w:r>
    </w:p>
    <w:p w:rsidR="005E2EE6" w:rsidRPr="00BE6AB8" w:rsidRDefault="005E2EE6" w:rsidP="005351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EE6" w:rsidRPr="00BE6AB8" w:rsidRDefault="005E2EE6" w:rsidP="005351C6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E6AB8">
        <w:rPr>
          <w:rFonts w:ascii="Times New Roman" w:hAnsi="Times New Roman" w:cs="Times New Roman"/>
          <w:b/>
          <w:bCs/>
          <w:sz w:val="28"/>
          <w:szCs w:val="28"/>
        </w:rPr>
        <w:t>4. Порядок использования транспортной карты</w:t>
      </w:r>
    </w:p>
    <w:p w:rsidR="005E2EE6" w:rsidRPr="00BE6AB8" w:rsidRDefault="005E2EE6" w:rsidP="005351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4.1. Транспортная карта используется гражданами при проезде </w:t>
      </w:r>
      <w:r>
        <w:rPr>
          <w:rFonts w:ascii="Times New Roman" w:hAnsi="Times New Roman" w:cs="Times New Roman"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</w:t>
      </w:r>
      <w:r w:rsidRPr="00640937">
        <w:rPr>
          <w:rFonts w:ascii="Times New Roman" w:hAnsi="Times New Roman" w:cs="Times New Roman"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 xml:space="preserve"> после ее активации, которая осуществляется после внесения держателем транспортной карты суммы в соответствии с утвержденным тарифом на проезд либо в соответствии с утвержденной стоимостью льготного проезда. Если гражданин имеет право бесплатного проезда в соответствии с его льготой, то активация транспортного приложения осуществляется при начальном программировании.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Держатель транспортной карты при внесении сумм денежных средств для активации транспортного приложения получает чек, подтверждающий факт внесения денежных средств и содержащий основные атрибуты активированного транспортного приложения.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Данные о совершенных операциях активации транспортного приложения передаются в установленных формате и порядке оператору для обработки в процессинговом центре.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4.2. Транспортное приложение активируется и деактивируется в соответствии с утвержденными тарифами на проезд </w:t>
      </w:r>
      <w:r>
        <w:rPr>
          <w:rFonts w:ascii="Times New Roman" w:hAnsi="Times New Roman" w:cs="Times New Roman"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и иными утвержденными тарифными планами.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4.3. Действие транспортного приложения прекращается в следующих случаях: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окончание периода активации;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утрата или порча транспортной карты;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установление факта использования транспортной карты лицом, не имеющим права на ее владение;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смерть держателя транспортной карты;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окончание действия льготы, предоставляющей право льготного проезда.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 xml:space="preserve">4.4. При проезде </w:t>
      </w:r>
      <w:r>
        <w:rPr>
          <w:rFonts w:ascii="Times New Roman" w:hAnsi="Times New Roman" w:cs="Times New Roman"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</w:t>
      </w:r>
      <w:r w:rsidRPr="00640937">
        <w:rPr>
          <w:rFonts w:ascii="Times New Roman" w:hAnsi="Times New Roman" w:cs="Times New Roman"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 xml:space="preserve"> держатель транспортной карты предъявляет ее кондуктору, который при помощи специального терминала кондуктора считывает информацию с транспортного приложения и на основании этого определяет возможность проезда гражданина без оплаты за наличные денежные средства.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Если транспортное приложение активировано на данный период, кондуктор выдает гражданину билет, распечатанный терминалом кондуктора. Если транспортное приложение на данный период не активировано, гражданин оплачивает проезд по действующему тарифу.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4.5. Передача льготной транспортной карты другому лицу запрещается.</w:t>
      </w:r>
    </w:p>
    <w:p w:rsidR="005E2EE6" w:rsidRPr="00BE6AB8" w:rsidRDefault="005E2EE6" w:rsidP="005351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AB8">
        <w:rPr>
          <w:rFonts w:ascii="Times New Roman" w:hAnsi="Times New Roman" w:cs="Times New Roman"/>
          <w:sz w:val="28"/>
          <w:szCs w:val="28"/>
        </w:rPr>
        <w:t>4.6. В случае технических сбоев при совершении операций по транспортной карте, технической блокировки транспортного приложения держатель транспортной карты должен обратиться в сервисно-диспетчерскую службу оператора.</w:t>
      </w:r>
    </w:p>
    <w:p w:rsidR="005E2EE6" w:rsidRPr="001F16D0" w:rsidRDefault="005E2EE6" w:rsidP="001F16D0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6D0">
        <w:rPr>
          <w:rFonts w:ascii="Times New Roman" w:hAnsi="Times New Roman" w:cs="Times New Roman"/>
          <w:b/>
          <w:sz w:val="28"/>
          <w:szCs w:val="28"/>
        </w:rPr>
        <w:t>5. Сервис «Умный проезд»</w:t>
      </w:r>
    </w:p>
    <w:p w:rsidR="005E2EE6" w:rsidRPr="004C69BD" w:rsidRDefault="005E2EE6" w:rsidP="001F16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9BD">
        <w:rPr>
          <w:rFonts w:ascii="Times New Roman" w:hAnsi="Times New Roman"/>
          <w:sz w:val="28"/>
          <w:szCs w:val="28"/>
        </w:rPr>
        <w:t xml:space="preserve">Для использования сервиса </w:t>
      </w:r>
      <w:r w:rsidRPr="001F16D0">
        <w:rPr>
          <w:rFonts w:ascii="Times New Roman" w:hAnsi="Times New Roman"/>
          <w:b/>
          <w:sz w:val="28"/>
          <w:szCs w:val="28"/>
        </w:rPr>
        <w:t>«</w:t>
      </w:r>
      <w:r w:rsidRPr="001F16D0">
        <w:rPr>
          <w:rFonts w:ascii="Times New Roman" w:hAnsi="Times New Roman"/>
          <w:sz w:val="28"/>
          <w:szCs w:val="28"/>
        </w:rPr>
        <w:t>Умный проезд</w:t>
      </w:r>
      <w:r w:rsidRPr="001F16D0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C69BD">
        <w:rPr>
          <w:rFonts w:ascii="Times New Roman" w:hAnsi="Times New Roman"/>
          <w:sz w:val="28"/>
          <w:szCs w:val="28"/>
        </w:rPr>
        <w:t xml:space="preserve">гражданам, </w:t>
      </w:r>
      <w:r>
        <w:rPr>
          <w:rFonts w:ascii="Times New Roman" w:hAnsi="Times New Roman"/>
          <w:sz w:val="28"/>
          <w:szCs w:val="28"/>
        </w:rPr>
        <w:t>имеющим</w:t>
      </w:r>
      <w:r w:rsidRPr="004C69BD">
        <w:rPr>
          <w:rFonts w:ascii="Times New Roman" w:hAnsi="Times New Roman"/>
          <w:sz w:val="28"/>
          <w:szCs w:val="28"/>
        </w:rPr>
        <w:t xml:space="preserve"> право на льготный проезд, нужно дать согласие на обработку персональных данных, обратившись в любой офис «Мои документы». При обращении в МФЦ нужно представить:</w:t>
      </w:r>
    </w:p>
    <w:p w:rsidR="005E2EE6" w:rsidRPr="004C69BD" w:rsidRDefault="005E2EE6" w:rsidP="001F16D0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69BD">
        <w:rPr>
          <w:rFonts w:ascii="Times New Roman" w:hAnsi="Times New Roman"/>
          <w:sz w:val="28"/>
          <w:szCs w:val="28"/>
        </w:rPr>
        <w:t>– документ, удостоверяющий личность;</w:t>
      </w:r>
    </w:p>
    <w:p w:rsidR="005E2EE6" w:rsidRPr="004C69BD" w:rsidRDefault="005E2EE6" w:rsidP="001F16D0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69BD">
        <w:rPr>
          <w:rFonts w:ascii="Times New Roman" w:hAnsi="Times New Roman"/>
          <w:sz w:val="28"/>
          <w:szCs w:val="28"/>
        </w:rPr>
        <w:t>– банковскую карту системы «МИР», которая будет использоваться;</w:t>
      </w:r>
    </w:p>
    <w:p w:rsidR="005E2EE6" w:rsidRPr="004C69BD" w:rsidRDefault="005E2EE6" w:rsidP="001F16D0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4C69BD">
        <w:rPr>
          <w:rFonts w:ascii="Times New Roman" w:hAnsi="Times New Roman"/>
          <w:sz w:val="28"/>
          <w:szCs w:val="28"/>
        </w:rPr>
        <w:t xml:space="preserve">– СНИЛС. </w:t>
      </w:r>
    </w:p>
    <w:p w:rsidR="005E2EE6" w:rsidRPr="004C69BD" w:rsidRDefault="005E2EE6" w:rsidP="001F16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9BD">
        <w:rPr>
          <w:rFonts w:ascii="Times New Roman" w:hAnsi="Times New Roman"/>
          <w:sz w:val="28"/>
          <w:szCs w:val="28"/>
        </w:rPr>
        <w:t xml:space="preserve">К профилю гражданина может быть привязана только 1 банковская карта. </w:t>
      </w:r>
    </w:p>
    <w:p w:rsidR="005E2EE6" w:rsidRPr="00265842" w:rsidRDefault="005E2EE6" w:rsidP="001F1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842">
        <w:rPr>
          <w:rFonts w:ascii="Times New Roman" w:hAnsi="Times New Roman"/>
          <w:sz w:val="28"/>
          <w:szCs w:val="28"/>
        </w:rPr>
        <w:t>Поскольку терминалы в салоне транспортного средства не подключены к сети «Интернет», списание денежных средств с банковского счета производится не в онлайн-режиме, а спустя 1-2 часа после поездки.</w:t>
      </w:r>
    </w:p>
    <w:p w:rsidR="005E2EE6" w:rsidRPr="004C69BD" w:rsidRDefault="005E2EE6" w:rsidP="001F16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9BD">
        <w:rPr>
          <w:rFonts w:ascii="Times New Roman" w:hAnsi="Times New Roman"/>
          <w:sz w:val="28"/>
          <w:szCs w:val="28"/>
          <w:lang w:eastAsia="ru-RU"/>
        </w:rPr>
        <w:t>Банковская карта может использоваться только для оплаты совершаемых льготником поездок, но не может быть использована для оплаты проезда иных лиц.</w:t>
      </w:r>
      <w:r w:rsidRPr="004C69BD">
        <w:rPr>
          <w:rFonts w:ascii="Times New Roman" w:hAnsi="Times New Roman"/>
          <w:sz w:val="28"/>
          <w:szCs w:val="28"/>
        </w:rPr>
        <w:t xml:space="preserve"> Списание льготной стоимости проезда при одновременной оплате нескольких поездок в салоне 1 транспортного средства будет осуществляться только по 1 транзакции. По остальным транзакциям будет списываться полная стоимость проезда.</w:t>
      </w:r>
    </w:p>
    <w:p w:rsidR="005E2EE6" w:rsidRPr="004C69BD" w:rsidRDefault="005E2EE6" w:rsidP="001F16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9BD">
        <w:rPr>
          <w:rFonts w:ascii="Times New Roman" w:hAnsi="Times New Roman" w:cs="Times New Roman"/>
          <w:sz w:val="28"/>
          <w:szCs w:val="28"/>
        </w:rPr>
        <w:t>В случае ошибочного списания стоимости проезда без учета суммы льготы нужно обратиться в МФЦ и представить билет, подтверждающий факт проезда, при оплате которого с использованием банковской карты произошло ошибочное списание полной стоимости проезда без учета суммы льготы.</w:t>
      </w:r>
    </w:p>
    <w:p w:rsidR="005E2EE6" w:rsidRDefault="005E2EE6" w:rsidP="00A944C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E2EE6" w:rsidRPr="00BE6AB8" w:rsidRDefault="005E2EE6" w:rsidP="00A944C9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E6AB8">
        <w:rPr>
          <w:rFonts w:ascii="Times New Roman" w:hAnsi="Times New Roman" w:cs="Times New Roman"/>
          <w:b/>
          <w:bCs/>
          <w:sz w:val="28"/>
          <w:szCs w:val="28"/>
        </w:rPr>
        <w:t xml:space="preserve">. Порядок введения системы </w:t>
      </w:r>
      <w:r w:rsidRPr="00A944C9">
        <w:rPr>
          <w:rFonts w:ascii="Times New Roman" w:hAnsi="Times New Roman" w:cs="Times New Roman"/>
          <w:b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</w:t>
      </w:r>
      <w:r w:rsidRPr="00293ED1">
        <w:rPr>
          <w:rFonts w:ascii="Times New Roman" w:hAnsi="Times New Roman" w:cs="Times New Roman"/>
          <w:b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</w:p>
    <w:p w:rsidR="005E2EE6" w:rsidRPr="00BE6AB8" w:rsidRDefault="005E2EE6" w:rsidP="005351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E6AB8">
        <w:rPr>
          <w:rFonts w:ascii="Times New Roman" w:hAnsi="Times New Roman" w:cs="Times New Roman"/>
          <w:sz w:val="28"/>
          <w:szCs w:val="28"/>
        </w:rPr>
        <w:t xml:space="preserve">.1. Введение системы </w:t>
      </w:r>
      <w:r>
        <w:rPr>
          <w:rFonts w:ascii="Times New Roman" w:hAnsi="Times New Roman" w:cs="Times New Roman"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</w:t>
      </w:r>
      <w:r w:rsidRPr="00640937">
        <w:rPr>
          <w:rFonts w:ascii="Times New Roman" w:hAnsi="Times New Roman" w:cs="Times New Roman"/>
          <w:bCs/>
          <w:sz w:val="28"/>
          <w:szCs w:val="28"/>
        </w:rPr>
        <w:t>на муниципальных маршрутах регулярных перевозок муниципального образования 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 xml:space="preserve"> с применением транспортной карты производится на основании договоров на оказание услуг по перевозке граждан с использованием транспортной карты, заключенных оператором и юридическими и физическими лицами, осуществляющими перевозку пассажиров </w:t>
      </w:r>
      <w:r>
        <w:rPr>
          <w:rFonts w:ascii="Times New Roman" w:hAnsi="Times New Roman" w:cs="Times New Roman"/>
          <w:sz w:val="28"/>
          <w:szCs w:val="28"/>
        </w:rPr>
        <w:t>в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Омутнинский муниципальный район Кировской области</w:t>
      </w:r>
      <w:r w:rsidRPr="00BE6AB8">
        <w:rPr>
          <w:rFonts w:ascii="Times New Roman" w:hAnsi="Times New Roman" w:cs="Times New Roman"/>
          <w:sz w:val="28"/>
          <w:szCs w:val="28"/>
        </w:rPr>
        <w:t xml:space="preserve"> по регулярным маршрутам (далее - транспортные организации).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E6AB8">
        <w:rPr>
          <w:rFonts w:ascii="Times New Roman" w:hAnsi="Times New Roman" w:cs="Times New Roman"/>
          <w:sz w:val="28"/>
          <w:szCs w:val="28"/>
        </w:rPr>
        <w:t>.2. Оператор обеспечивает: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E6AB8">
        <w:rPr>
          <w:rFonts w:ascii="Times New Roman" w:hAnsi="Times New Roman" w:cs="Times New Roman"/>
          <w:sz w:val="28"/>
          <w:szCs w:val="28"/>
        </w:rPr>
        <w:t>.2.1. Организацию специальных пунктов для продления/пополнения транспортного приложения.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E6AB8">
        <w:rPr>
          <w:rFonts w:ascii="Times New Roman" w:hAnsi="Times New Roman" w:cs="Times New Roman"/>
          <w:sz w:val="28"/>
          <w:szCs w:val="28"/>
        </w:rPr>
        <w:t>.2.2. Автоматизированную обработку данных учета проезда граждан с использованием транспортных карт.</w:t>
      </w:r>
    </w:p>
    <w:p w:rsidR="005E2EE6" w:rsidRPr="00BE6AB8" w:rsidRDefault="005E2EE6" w:rsidP="001F16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E6AB8">
        <w:rPr>
          <w:rFonts w:ascii="Times New Roman" w:hAnsi="Times New Roman"/>
          <w:sz w:val="28"/>
          <w:szCs w:val="28"/>
        </w:rPr>
        <w:t xml:space="preserve">.2.3. Формирование сводных отчетов на возмещение транспортным организациям </w:t>
      </w:r>
      <w:r>
        <w:rPr>
          <w:rFonts w:ascii="Times New Roman" w:hAnsi="Times New Roman"/>
          <w:sz w:val="28"/>
          <w:szCs w:val="28"/>
        </w:rPr>
        <w:t xml:space="preserve">недополученных </w:t>
      </w:r>
      <w:r w:rsidRPr="00BE6AB8">
        <w:rPr>
          <w:rFonts w:ascii="Times New Roman" w:hAnsi="Times New Roman"/>
          <w:sz w:val="28"/>
          <w:szCs w:val="28"/>
        </w:rPr>
        <w:t xml:space="preserve"> доходов от проезда граждан льготных категорий с использованием транспортных карт и передачу их в </w:t>
      </w:r>
      <w:r>
        <w:rPr>
          <w:rFonts w:ascii="Times New Roman" w:hAnsi="Times New Roman"/>
          <w:sz w:val="28"/>
          <w:szCs w:val="28"/>
        </w:rPr>
        <w:t xml:space="preserve">министерство </w:t>
      </w:r>
      <w:r w:rsidRPr="00BE6AB8">
        <w:rPr>
          <w:rFonts w:ascii="Times New Roman" w:hAnsi="Times New Roman"/>
          <w:sz w:val="28"/>
          <w:szCs w:val="28"/>
        </w:rPr>
        <w:t xml:space="preserve">транспорта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6AB8">
        <w:rPr>
          <w:rFonts w:ascii="Times New Roman" w:hAnsi="Times New Roman"/>
          <w:sz w:val="28"/>
          <w:szCs w:val="28"/>
        </w:rPr>
        <w:t xml:space="preserve"> Кировской области для возмещения указанных выпадающих доходов.</w:t>
      </w:r>
    </w:p>
    <w:p w:rsidR="005E2EE6" w:rsidRPr="00BE6AB8" w:rsidRDefault="005E2EE6" w:rsidP="005351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E6AB8">
        <w:rPr>
          <w:rFonts w:ascii="Times New Roman" w:hAnsi="Times New Roman" w:cs="Times New Roman"/>
          <w:sz w:val="28"/>
          <w:szCs w:val="28"/>
        </w:rPr>
        <w:t xml:space="preserve">.3. Порядок возмещения расходов транспортным предприятиям, осуществляющим перевозку граждан отдельных категорий на </w:t>
      </w:r>
      <w:r>
        <w:rPr>
          <w:rFonts w:ascii="Times New Roman" w:hAnsi="Times New Roman" w:cs="Times New Roman"/>
          <w:sz w:val="28"/>
          <w:szCs w:val="28"/>
        </w:rPr>
        <w:t xml:space="preserve"> автомобильном транспорте</w:t>
      </w:r>
      <w:r w:rsidRPr="00BE6AB8">
        <w:rPr>
          <w:rFonts w:ascii="Times New Roman" w:hAnsi="Times New Roman" w:cs="Times New Roman"/>
          <w:sz w:val="28"/>
          <w:szCs w:val="28"/>
        </w:rPr>
        <w:t xml:space="preserve"> по регулярным маршрутам с использованием </w:t>
      </w:r>
      <w:r w:rsidRPr="001F16D0">
        <w:rPr>
          <w:rFonts w:ascii="Times New Roman" w:hAnsi="Times New Roman" w:cs="Times New Roman"/>
          <w:bCs/>
          <w:sz w:val="28"/>
          <w:szCs w:val="28"/>
        </w:rPr>
        <w:t>автоматизированной системы учета и оплаты проезда</w:t>
      </w:r>
      <w:r w:rsidRPr="00BE6AB8">
        <w:rPr>
          <w:rFonts w:ascii="Times New Roman" w:hAnsi="Times New Roman" w:cs="Times New Roman"/>
          <w:sz w:val="28"/>
          <w:szCs w:val="28"/>
        </w:rPr>
        <w:t>, определяется Правительством Кировской области.</w:t>
      </w:r>
    </w:p>
    <w:p w:rsidR="005E2EE6" w:rsidRPr="00BE6AB8" w:rsidRDefault="005E2EE6" w:rsidP="005351C6">
      <w:pPr>
        <w:pStyle w:val="ConsPlusNormal"/>
        <w:spacing w:before="100" w:after="1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5E2EE6" w:rsidRPr="00BE6AB8" w:rsidRDefault="005E2EE6">
      <w:pPr>
        <w:rPr>
          <w:rFonts w:ascii="Times New Roman" w:hAnsi="Times New Roman"/>
          <w:sz w:val="28"/>
          <w:szCs w:val="28"/>
        </w:rPr>
      </w:pPr>
    </w:p>
    <w:sectPr w:rsidR="005E2EE6" w:rsidRPr="00BE6AB8" w:rsidSect="001F16D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EE6" w:rsidRDefault="005E2EE6" w:rsidP="001F16D0">
      <w:pPr>
        <w:spacing w:after="0" w:line="240" w:lineRule="auto"/>
      </w:pPr>
      <w:r>
        <w:separator/>
      </w:r>
    </w:p>
  </w:endnote>
  <w:endnote w:type="continuationSeparator" w:id="0">
    <w:p w:rsidR="005E2EE6" w:rsidRDefault="005E2EE6" w:rsidP="001F1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EE6" w:rsidRDefault="005E2EE6" w:rsidP="001F16D0">
      <w:pPr>
        <w:spacing w:after="0" w:line="240" w:lineRule="auto"/>
      </w:pPr>
      <w:r>
        <w:separator/>
      </w:r>
    </w:p>
  </w:footnote>
  <w:footnote w:type="continuationSeparator" w:id="0">
    <w:p w:rsidR="005E2EE6" w:rsidRDefault="005E2EE6" w:rsidP="001F1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E6" w:rsidRDefault="005E2EE6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E2EE6" w:rsidRDefault="005E2E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585"/>
    <w:rsid w:val="000573BF"/>
    <w:rsid w:val="001304E2"/>
    <w:rsid w:val="001424EB"/>
    <w:rsid w:val="00184585"/>
    <w:rsid w:val="001F16D0"/>
    <w:rsid w:val="00265842"/>
    <w:rsid w:val="00293ED1"/>
    <w:rsid w:val="003A6B54"/>
    <w:rsid w:val="004C69BD"/>
    <w:rsid w:val="004C7845"/>
    <w:rsid w:val="004E6E1F"/>
    <w:rsid w:val="005351C6"/>
    <w:rsid w:val="00554D08"/>
    <w:rsid w:val="005831A6"/>
    <w:rsid w:val="005E2EE6"/>
    <w:rsid w:val="006327D9"/>
    <w:rsid w:val="00640937"/>
    <w:rsid w:val="00695DFA"/>
    <w:rsid w:val="006F186F"/>
    <w:rsid w:val="006F30E7"/>
    <w:rsid w:val="00870066"/>
    <w:rsid w:val="008F4CA3"/>
    <w:rsid w:val="00A944C9"/>
    <w:rsid w:val="00B537A4"/>
    <w:rsid w:val="00BE6AB8"/>
    <w:rsid w:val="00D800F7"/>
    <w:rsid w:val="00E16421"/>
    <w:rsid w:val="00F35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D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4585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1F16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16D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16D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7</Pages>
  <Words>1652</Words>
  <Characters>9417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KirillovKS</dc:creator>
  <cp:keywords/>
  <dc:description/>
  <cp:lastModifiedBy>ucom06</cp:lastModifiedBy>
  <cp:revision>3</cp:revision>
  <cp:lastPrinted>2023-02-06T10:29:00Z</cp:lastPrinted>
  <dcterms:created xsi:type="dcterms:W3CDTF">2023-02-03T08:09:00Z</dcterms:created>
  <dcterms:modified xsi:type="dcterms:W3CDTF">2023-02-06T10:29:00Z</dcterms:modified>
</cp:coreProperties>
</file>