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78" w:rsidRDefault="00695378" w:rsidP="00C219E2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pt;margin-top:0;width:37pt;height:54pt;z-index:251658240">
            <v:imagedata r:id="rId7" o:title=""/>
            <w10:wrap type="square" side="right"/>
          </v:shape>
          <o:OLEObject Type="Embed" ProgID="PBrush" ShapeID="_x0000_s1026" DrawAspect="Content" ObjectID="_1742727417" r:id="rId8"/>
        </w:pict>
      </w:r>
      <w:r>
        <w:rPr>
          <w:b/>
          <w:sz w:val="28"/>
          <w:szCs w:val="28"/>
        </w:rPr>
        <w:t xml:space="preserve"> </w:t>
      </w:r>
    </w:p>
    <w:p w:rsidR="00695378" w:rsidRDefault="00695378" w:rsidP="00C219E2">
      <w:pPr>
        <w:jc w:val="center"/>
        <w:rPr>
          <w:b/>
          <w:sz w:val="28"/>
          <w:szCs w:val="28"/>
        </w:rPr>
      </w:pPr>
    </w:p>
    <w:p w:rsidR="00695378" w:rsidRDefault="00695378" w:rsidP="00C219E2">
      <w:pPr>
        <w:jc w:val="center"/>
        <w:rPr>
          <w:b/>
          <w:sz w:val="28"/>
          <w:szCs w:val="28"/>
        </w:rPr>
      </w:pPr>
    </w:p>
    <w:p w:rsidR="00695378" w:rsidRDefault="00695378" w:rsidP="00C219E2">
      <w:pPr>
        <w:jc w:val="center"/>
        <w:rPr>
          <w:b/>
          <w:sz w:val="28"/>
          <w:szCs w:val="28"/>
        </w:rPr>
      </w:pPr>
    </w:p>
    <w:p w:rsidR="00695378" w:rsidRPr="0085771B" w:rsidRDefault="00695378" w:rsidP="00C219E2">
      <w:pPr>
        <w:jc w:val="center"/>
        <w:rPr>
          <w:b/>
          <w:sz w:val="28"/>
          <w:szCs w:val="28"/>
        </w:rPr>
      </w:pPr>
      <w:r w:rsidRPr="0085771B">
        <w:rPr>
          <w:b/>
          <w:sz w:val="28"/>
          <w:szCs w:val="28"/>
        </w:rPr>
        <w:t>АДМИНИСТРАЦИЯ</w:t>
      </w:r>
    </w:p>
    <w:p w:rsidR="00695378" w:rsidRPr="0085771B" w:rsidRDefault="00695378" w:rsidP="00C219E2">
      <w:pPr>
        <w:jc w:val="center"/>
        <w:rPr>
          <w:b/>
          <w:sz w:val="28"/>
          <w:szCs w:val="28"/>
        </w:rPr>
      </w:pPr>
      <w:r w:rsidRPr="0085771B">
        <w:rPr>
          <w:b/>
          <w:sz w:val="28"/>
          <w:szCs w:val="28"/>
        </w:rPr>
        <w:t>МУНИЦИПАЛЬНОГО ОБРАЗОВАНИЯ</w:t>
      </w:r>
    </w:p>
    <w:p w:rsidR="00695378" w:rsidRPr="0085771B" w:rsidRDefault="00695378" w:rsidP="00C219E2">
      <w:pPr>
        <w:jc w:val="center"/>
        <w:rPr>
          <w:b/>
          <w:sz w:val="28"/>
          <w:szCs w:val="28"/>
        </w:rPr>
      </w:pPr>
      <w:r w:rsidRPr="0085771B">
        <w:rPr>
          <w:b/>
          <w:sz w:val="28"/>
          <w:szCs w:val="28"/>
        </w:rPr>
        <w:t>ОМУТНИНСКИЙ МУНИЦИПАЛЬНЫЙ РАЙОН</w:t>
      </w:r>
    </w:p>
    <w:p w:rsidR="00695378" w:rsidRPr="0085771B" w:rsidRDefault="00695378" w:rsidP="00C219E2">
      <w:pPr>
        <w:jc w:val="center"/>
        <w:rPr>
          <w:b/>
          <w:sz w:val="28"/>
          <w:szCs w:val="28"/>
        </w:rPr>
      </w:pPr>
      <w:r w:rsidRPr="0085771B">
        <w:rPr>
          <w:b/>
          <w:sz w:val="28"/>
          <w:szCs w:val="28"/>
        </w:rPr>
        <w:t>КИРОВСКОЙ ОБЛАСТИ</w:t>
      </w:r>
    </w:p>
    <w:p w:rsidR="00695378" w:rsidRDefault="00695378" w:rsidP="00C219E2">
      <w:pPr>
        <w:jc w:val="center"/>
        <w:rPr>
          <w:b/>
          <w:sz w:val="28"/>
          <w:szCs w:val="28"/>
        </w:rPr>
      </w:pPr>
    </w:p>
    <w:p w:rsidR="00695378" w:rsidRPr="0085771B" w:rsidRDefault="00695378" w:rsidP="00C219E2">
      <w:pPr>
        <w:jc w:val="center"/>
        <w:rPr>
          <w:b/>
          <w:sz w:val="28"/>
          <w:szCs w:val="28"/>
        </w:rPr>
      </w:pPr>
    </w:p>
    <w:p w:rsidR="00695378" w:rsidRPr="000C7E78" w:rsidRDefault="00695378" w:rsidP="00C219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95378" w:rsidRDefault="00695378" w:rsidP="00C219E2">
      <w:pPr>
        <w:jc w:val="center"/>
        <w:rPr>
          <w:sz w:val="28"/>
          <w:szCs w:val="28"/>
        </w:rPr>
      </w:pPr>
    </w:p>
    <w:p w:rsidR="00695378" w:rsidRDefault="00695378" w:rsidP="00BA4DEA">
      <w:pPr>
        <w:rPr>
          <w:sz w:val="28"/>
          <w:szCs w:val="28"/>
        </w:rPr>
      </w:pPr>
      <w:r>
        <w:rPr>
          <w:sz w:val="28"/>
          <w:szCs w:val="28"/>
        </w:rPr>
        <w:t>10.04.2023                                                                                                        № 227</w:t>
      </w:r>
    </w:p>
    <w:p w:rsidR="00695378" w:rsidRPr="0085771B" w:rsidRDefault="00695378" w:rsidP="00C219E2">
      <w:pPr>
        <w:tabs>
          <w:tab w:val="center" w:pos="4677"/>
          <w:tab w:val="left" w:pos="796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г. </w:t>
      </w:r>
      <w:r w:rsidRPr="0085771B">
        <w:rPr>
          <w:sz w:val="28"/>
          <w:szCs w:val="28"/>
        </w:rPr>
        <w:t>Омутнинск</w:t>
      </w:r>
      <w:r>
        <w:rPr>
          <w:sz w:val="28"/>
          <w:szCs w:val="28"/>
        </w:rPr>
        <w:tab/>
      </w:r>
    </w:p>
    <w:p w:rsidR="00695378" w:rsidRPr="007163A4" w:rsidRDefault="00695378" w:rsidP="00B33D10">
      <w:pPr>
        <w:rPr>
          <w:b/>
          <w:sz w:val="28"/>
          <w:szCs w:val="28"/>
        </w:rPr>
      </w:pPr>
    </w:p>
    <w:p w:rsidR="00695378" w:rsidRDefault="00695378" w:rsidP="00C219E2">
      <w:pPr>
        <w:jc w:val="center"/>
        <w:rPr>
          <w:b/>
          <w:sz w:val="28"/>
          <w:szCs w:val="28"/>
        </w:rPr>
      </w:pPr>
      <w:r w:rsidRPr="007163A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обязательных работах на территории Омутнинского района</w:t>
      </w:r>
    </w:p>
    <w:p w:rsidR="00695378" w:rsidRDefault="00695378" w:rsidP="005A32BC">
      <w:pPr>
        <w:spacing w:after="40"/>
        <w:jc w:val="center"/>
        <w:rPr>
          <w:b/>
          <w:sz w:val="28"/>
          <w:szCs w:val="28"/>
        </w:rPr>
      </w:pPr>
    </w:p>
    <w:p w:rsidR="00695378" w:rsidRDefault="00695378" w:rsidP="00093E1F">
      <w:pPr>
        <w:spacing w:after="40" w:line="360" w:lineRule="auto"/>
        <w:ind w:firstLine="709"/>
        <w:contextualSpacing/>
        <w:jc w:val="both"/>
        <w:rPr>
          <w:sz w:val="28"/>
          <w:szCs w:val="28"/>
        </w:rPr>
      </w:pPr>
      <w:r w:rsidRPr="00446BD1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частью 2 статьи 32.13 Кодекса об административных правонарушениях Российской Федерации, </w:t>
      </w:r>
      <w:r w:rsidRPr="00446BD1">
        <w:rPr>
          <w:sz w:val="28"/>
          <w:szCs w:val="28"/>
        </w:rPr>
        <w:t>администрация муниципального образования Омутнинский муниципальный район Кировской области   ПОСТАНОВЛЯЕТ:</w:t>
      </w:r>
    </w:p>
    <w:p w:rsidR="00695378" w:rsidRDefault="00695378" w:rsidP="00C626D4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93E1F">
        <w:rPr>
          <w:sz w:val="28"/>
          <w:szCs w:val="28"/>
        </w:rPr>
        <w:t xml:space="preserve">Утвердить перечень </w:t>
      </w:r>
      <w:r>
        <w:rPr>
          <w:sz w:val="28"/>
          <w:szCs w:val="28"/>
        </w:rPr>
        <w:t>организаций предназначенных для отбывания наказания лицами</w:t>
      </w:r>
      <w:r w:rsidRPr="00093E1F">
        <w:rPr>
          <w:bCs/>
          <w:sz w:val="28"/>
          <w:szCs w:val="28"/>
          <w:lang w:eastAsia="en-US"/>
        </w:rPr>
        <w:t>, которым назначено административное наказание в виде обязательных работ,</w:t>
      </w:r>
      <w:r>
        <w:rPr>
          <w:bCs/>
          <w:sz w:val="28"/>
          <w:szCs w:val="28"/>
          <w:lang w:eastAsia="en-US"/>
        </w:rPr>
        <w:t xml:space="preserve"> </w:t>
      </w:r>
      <w:r w:rsidRPr="00093E1F">
        <w:rPr>
          <w:sz w:val="28"/>
          <w:szCs w:val="28"/>
        </w:rPr>
        <w:t>на территории Омутнинского района, согласно приложению № 1.</w:t>
      </w:r>
    </w:p>
    <w:p w:rsidR="00695378" w:rsidRDefault="00695378" w:rsidP="00C626D4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26D4">
        <w:rPr>
          <w:sz w:val="28"/>
          <w:szCs w:val="28"/>
        </w:rPr>
        <w:t>Утвердить перечень</w:t>
      </w:r>
      <w:r w:rsidRPr="00C626D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видов обязательных работ для отбывания наказания в виде обязательных работ </w:t>
      </w:r>
      <w:r w:rsidRPr="00C626D4">
        <w:rPr>
          <w:sz w:val="28"/>
          <w:szCs w:val="28"/>
        </w:rPr>
        <w:t>на территории Омутнинского района, согласно приложению № 2.</w:t>
      </w:r>
    </w:p>
    <w:p w:rsidR="00695378" w:rsidRDefault="00695378" w:rsidP="00C626D4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26D4">
        <w:rPr>
          <w:sz w:val="28"/>
          <w:szCs w:val="28"/>
        </w:rPr>
        <w:t>Довести настоящее постановление до сведения заинтересованных лиц.</w:t>
      </w:r>
    </w:p>
    <w:p w:rsidR="00695378" w:rsidRDefault="00695378" w:rsidP="00C626D4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26D4">
        <w:rPr>
          <w:sz w:val="28"/>
          <w:szCs w:val="28"/>
        </w:rPr>
        <w:t>Обнародовать настоящее постановление на информационном стенде муниципального образования Омутнинский муниципальный район Кировской области, разместить на официальном Интернет-сайте муниципального образования Омутнинский муниципальный район Кировской области.</w:t>
      </w:r>
    </w:p>
    <w:p w:rsidR="00695378" w:rsidRDefault="00695378" w:rsidP="00C626D4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муниципального образования Омутнинский муниципальный район Кировской области от 24.04.2020 № 253 «Об обязательных работах на территории Омутнинского района».</w:t>
      </w:r>
    </w:p>
    <w:p w:rsidR="00695378" w:rsidRDefault="00695378" w:rsidP="004B2AF7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626D4">
        <w:rPr>
          <w:sz w:val="28"/>
          <w:szCs w:val="28"/>
        </w:rPr>
        <w:t>Контроль за выполнением  настоящего постановления  возложить на заместителя главы администрации по социальным вопросам                  Суровцеву Е.В.</w:t>
      </w:r>
    </w:p>
    <w:p w:rsidR="00695378" w:rsidRDefault="00695378" w:rsidP="004B2AF7">
      <w:pPr>
        <w:jc w:val="both"/>
        <w:rPr>
          <w:sz w:val="28"/>
          <w:szCs w:val="28"/>
        </w:rPr>
      </w:pPr>
    </w:p>
    <w:p w:rsidR="00695378" w:rsidRDefault="00695378" w:rsidP="004B2AF7">
      <w:pPr>
        <w:jc w:val="both"/>
        <w:rPr>
          <w:sz w:val="28"/>
          <w:szCs w:val="28"/>
        </w:rPr>
      </w:pPr>
    </w:p>
    <w:p w:rsidR="00695378" w:rsidRPr="004B2AF7" w:rsidRDefault="00695378" w:rsidP="004B2AF7">
      <w:pPr>
        <w:jc w:val="both"/>
        <w:rPr>
          <w:sz w:val="28"/>
          <w:szCs w:val="28"/>
        </w:rPr>
      </w:pPr>
    </w:p>
    <w:p w:rsidR="00695378" w:rsidRDefault="00695378" w:rsidP="004B2AF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95378" w:rsidRDefault="00695378" w:rsidP="004B2AF7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Омутнинского района             А.В. Малков</w:t>
      </w:r>
    </w:p>
    <w:p w:rsidR="00695378" w:rsidRDefault="00695378" w:rsidP="005C5670">
      <w:pPr>
        <w:tabs>
          <w:tab w:val="left" w:pos="3934"/>
        </w:tabs>
        <w:ind w:left="5103"/>
        <w:rPr>
          <w:sz w:val="28"/>
          <w:szCs w:val="28"/>
        </w:rPr>
      </w:pPr>
    </w:p>
    <w:sectPr w:rsidR="00695378" w:rsidSect="00A675F3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378" w:rsidRDefault="00695378" w:rsidP="003C14D1">
      <w:r>
        <w:separator/>
      </w:r>
    </w:p>
  </w:endnote>
  <w:endnote w:type="continuationSeparator" w:id="0">
    <w:p w:rsidR="00695378" w:rsidRDefault="00695378" w:rsidP="003C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378" w:rsidRDefault="00695378" w:rsidP="003C14D1">
      <w:r>
        <w:separator/>
      </w:r>
    </w:p>
  </w:footnote>
  <w:footnote w:type="continuationSeparator" w:id="0">
    <w:p w:rsidR="00695378" w:rsidRDefault="00695378" w:rsidP="003C1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78" w:rsidRDefault="00695378" w:rsidP="009F36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95378" w:rsidRDefault="0069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78" w:rsidRDefault="00695378" w:rsidP="009F36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5378" w:rsidRDefault="006953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C6903"/>
    <w:multiLevelType w:val="hybridMultilevel"/>
    <w:tmpl w:val="6AF0E436"/>
    <w:lvl w:ilvl="0" w:tplc="E8A00664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8B7A63"/>
    <w:multiLevelType w:val="hybridMultilevel"/>
    <w:tmpl w:val="0A6C29E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79FA42D4"/>
    <w:multiLevelType w:val="hybridMultilevel"/>
    <w:tmpl w:val="E3B059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9E2"/>
    <w:rsid w:val="00003CC3"/>
    <w:rsid w:val="000543D4"/>
    <w:rsid w:val="000916DE"/>
    <w:rsid w:val="00093E1F"/>
    <w:rsid w:val="000A0E17"/>
    <w:rsid w:val="000C1C8C"/>
    <w:rsid w:val="000C7E78"/>
    <w:rsid w:val="000D6182"/>
    <w:rsid w:val="00144434"/>
    <w:rsid w:val="001479A6"/>
    <w:rsid w:val="00150292"/>
    <w:rsid w:val="00162C8B"/>
    <w:rsid w:val="001B03B2"/>
    <w:rsid w:val="001B4BFB"/>
    <w:rsid w:val="00291D20"/>
    <w:rsid w:val="002E32D0"/>
    <w:rsid w:val="00353661"/>
    <w:rsid w:val="00384375"/>
    <w:rsid w:val="003C14D1"/>
    <w:rsid w:val="003D0220"/>
    <w:rsid w:val="004052DB"/>
    <w:rsid w:val="00407176"/>
    <w:rsid w:val="00446BD1"/>
    <w:rsid w:val="00474DBA"/>
    <w:rsid w:val="00494737"/>
    <w:rsid w:val="004B2AF7"/>
    <w:rsid w:val="004C4FAB"/>
    <w:rsid w:val="004E256C"/>
    <w:rsid w:val="004F5F71"/>
    <w:rsid w:val="005005BE"/>
    <w:rsid w:val="00551F85"/>
    <w:rsid w:val="005A32BC"/>
    <w:rsid w:val="005B35A0"/>
    <w:rsid w:val="005C5670"/>
    <w:rsid w:val="005E06E2"/>
    <w:rsid w:val="006418A3"/>
    <w:rsid w:val="00675DAD"/>
    <w:rsid w:val="00695378"/>
    <w:rsid w:val="007163A4"/>
    <w:rsid w:val="0074422D"/>
    <w:rsid w:val="00775702"/>
    <w:rsid w:val="007F5C9F"/>
    <w:rsid w:val="00806691"/>
    <w:rsid w:val="00830C1A"/>
    <w:rsid w:val="00833278"/>
    <w:rsid w:val="0085771B"/>
    <w:rsid w:val="008C5577"/>
    <w:rsid w:val="008D1E4A"/>
    <w:rsid w:val="008D2645"/>
    <w:rsid w:val="008D6D51"/>
    <w:rsid w:val="00907F8A"/>
    <w:rsid w:val="0097188F"/>
    <w:rsid w:val="009A2E1D"/>
    <w:rsid w:val="009F36CA"/>
    <w:rsid w:val="00A249D8"/>
    <w:rsid w:val="00A26990"/>
    <w:rsid w:val="00A61082"/>
    <w:rsid w:val="00A675F3"/>
    <w:rsid w:val="00B10ABE"/>
    <w:rsid w:val="00B23C9D"/>
    <w:rsid w:val="00B31B67"/>
    <w:rsid w:val="00B33D10"/>
    <w:rsid w:val="00B63A1F"/>
    <w:rsid w:val="00B74BAB"/>
    <w:rsid w:val="00B81303"/>
    <w:rsid w:val="00BA4DEA"/>
    <w:rsid w:val="00C219E2"/>
    <w:rsid w:val="00C26D1A"/>
    <w:rsid w:val="00C35637"/>
    <w:rsid w:val="00C43CFD"/>
    <w:rsid w:val="00C561B4"/>
    <w:rsid w:val="00C626D4"/>
    <w:rsid w:val="00C721BB"/>
    <w:rsid w:val="00C81BF0"/>
    <w:rsid w:val="00C837A8"/>
    <w:rsid w:val="00CD04FE"/>
    <w:rsid w:val="00CF37DE"/>
    <w:rsid w:val="00CF38AB"/>
    <w:rsid w:val="00D10487"/>
    <w:rsid w:val="00D57D1C"/>
    <w:rsid w:val="00D91040"/>
    <w:rsid w:val="00DA0F15"/>
    <w:rsid w:val="00E3456F"/>
    <w:rsid w:val="00E527B6"/>
    <w:rsid w:val="00EE59D8"/>
    <w:rsid w:val="00F162C0"/>
    <w:rsid w:val="00F25C30"/>
    <w:rsid w:val="00F91FDB"/>
    <w:rsid w:val="00FD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19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9E2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C219E2"/>
    <w:rPr>
      <w:rFonts w:cs="Times New Roman"/>
    </w:rPr>
  </w:style>
  <w:style w:type="character" w:customStyle="1" w:styleId="company-infotext">
    <w:name w:val="company-info__text"/>
    <w:basedOn w:val="DefaultParagraphFont"/>
    <w:uiPriority w:val="99"/>
    <w:rsid w:val="00C219E2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C219E2"/>
    <w:rPr>
      <w:rFonts w:cs="Times New Roman"/>
    </w:rPr>
  </w:style>
  <w:style w:type="character" w:styleId="Hyperlink">
    <w:name w:val="Hyperlink"/>
    <w:basedOn w:val="DefaultParagraphFont"/>
    <w:uiPriority w:val="99"/>
    <w:rsid w:val="00C219E2"/>
    <w:rPr>
      <w:rFonts w:cs="Times New Roman"/>
      <w:color w:val="0000FF"/>
      <w:u w:val="single"/>
    </w:rPr>
  </w:style>
  <w:style w:type="character" w:customStyle="1" w:styleId="key-valueitem-value">
    <w:name w:val="key-value__item-value"/>
    <w:basedOn w:val="DefaultParagraphFont"/>
    <w:uiPriority w:val="99"/>
    <w:rsid w:val="00C219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37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7A8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75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368</TotalTime>
  <Pages>2</Pages>
  <Words>242</Words>
  <Characters>1385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ujur02</dc:creator>
  <cp:keywords/>
  <dc:description/>
  <cp:lastModifiedBy>ucom06</cp:lastModifiedBy>
  <cp:revision>40</cp:revision>
  <cp:lastPrinted>2023-04-11T11:08:00Z</cp:lastPrinted>
  <dcterms:created xsi:type="dcterms:W3CDTF">2020-01-31T07:19:00Z</dcterms:created>
  <dcterms:modified xsi:type="dcterms:W3CDTF">2023-04-11T11:11:00Z</dcterms:modified>
</cp:coreProperties>
</file>