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97" w:rsidRPr="00475081" w:rsidRDefault="00502197" w:rsidP="00AA2F64">
      <w:pPr>
        <w:pStyle w:val="BodyTextIndent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>ПОЯСНИТЕЛЬНАЯ ЗАПИСКА</w:t>
      </w:r>
    </w:p>
    <w:p w:rsidR="00502197" w:rsidRPr="00475081" w:rsidRDefault="00502197" w:rsidP="00DC10BE">
      <w:pPr>
        <w:pStyle w:val="BodyTextIndent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 xml:space="preserve">к проекту распоряжения администрации муниципального образования Омутнинский муниципальный район Кировской области </w:t>
      </w:r>
    </w:p>
    <w:p w:rsidR="00502197" w:rsidRPr="00475081" w:rsidRDefault="00502197" w:rsidP="00E31B5F">
      <w:pPr>
        <w:tabs>
          <w:tab w:val="left" w:pos="9072"/>
        </w:tabs>
        <w:suppressAutoHyphens/>
        <w:ind w:left="709" w:right="1077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>«О внесении изменений в распоряжение администрации муниципального образования Омутнинский муниципальный район Кировской области</w:t>
      </w:r>
      <w:r>
        <w:rPr>
          <w:b/>
          <w:sz w:val="24"/>
          <w:szCs w:val="24"/>
        </w:rPr>
        <w:t xml:space="preserve"> от 30</w:t>
      </w:r>
      <w:r w:rsidRPr="00475081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9.2022 № 243</w:t>
      </w:r>
      <w:r w:rsidRPr="00475081">
        <w:rPr>
          <w:b/>
          <w:sz w:val="24"/>
          <w:szCs w:val="24"/>
        </w:rPr>
        <w:t>»</w:t>
      </w:r>
    </w:p>
    <w:p w:rsidR="00502197" w:rsidRDefault="00502197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24"/>
          <w:szCs w:val="24"/>
        </w:rPr>
      </w:pPr>
    </w:p>
    <w:p w:rsidR="00502197" w:rsidRPr="00475081" w:rsidRDefault="00502197" w:rsidP="0002051A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Проект распоряжения администрации муниципального образования Омутнинский муниципальный район Кировской области «О внесении изменений в распоряжение администрации муниципального образования Омутнинский муниципальный район </w:t>
      </w:r>
      <w:r>
        <w:rPr>
          <w:sz w:val="24"/>
          <w:szCs w:val="24"/>
        </w:rPr>
        <w:t xml:space="preserve">Кировской области от 30.09.2022 </w:t>
      </w:r>
      <w:r w:rsidRPr="00475081">
        <w:rPr>
          <w:sz w:val="24"/>
          <w:szCs w:val="24"/>
        </w:rPr>
        <w:t xml:space="preserve">№ </w:t>
      </w:r>
      <w:r>
        <w:rPr>
          <w:sz w:val="24"/>
          <w:szCs w:val="24"/>
        </w:rPr>
        <w:t>243</w:t>
      </w:r>
      <w:r w:rsidRPr="00475081">
        <w:rPr>
          <w:sz w:val="24"/>
          <w:szCs w:val="24"/>
        </w:rPr>
        <w:t>»</w:t>
      </w:r>
      <w:r w:rsidRPr="007D0371"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>(далее – проект) подготовлен в целях реализации:</w:t>
      </w:r>
    </w:p>
    <w:p w:rsidR="00502197" w:rsidRPr="00475081" w:rsidRDefault="00502197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502197" w:rsidRPr="00F34454" w:rsidRDefault="00502197" w:rsidP="00F3445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F34454">
        <w:rPr>
          <w:color w:val="000000"/>
          <w:sz w:val="24"/>
          <w:szCs w:val="24"/>
        </w:rPr>
        <w:t xml:space="preserve">- </w:t>
      </w:r>
      <w:r w:rsidRPr="00F34454">
        <w:rPr>
          <w:sz w:val="24"/>
          <w:szCs w:val="24"/>
        </w:rPr>
        <w:t xml:space="preserve">Постановления Правительства Российской Федерации от 13.10.2014 № 1047 «Об общих </w:t>
      </w:r>
      <w:hyperlink r:id="rId6" w:history="1">
        <w:r w:rsidRPr="00F34454">
          <w:rPr>
            <w:sz w:val="24"/>
            <w:szCs w:val="24"/>
          </w:rPr>
          <w:t>правила</w:t>
        </w:r>
      </w:hyperlink>
      <w:r w:rsidRPr="00F34454">
        <w:rPr>
          <w:sz w:val="24"/>
          <w:szCs w:val="24"/>
        </w:rPr>
        <w:t xml:space="preserve">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7" w:history="1">
        <w:r w:rsidRPr="00F34454">
          <w:rPr>
            <w:sz w:val="24"/>
            <w:szCs w:val="24"/>
          </w:rPr>
          <w:t>кодексом</w:t>
        </w:r>
      </w:hyperlink>
      <w:r w:rsidRPr="00F34454">
        <w:rPr>
          <w:sz w:val="24"/>
          <w:szCs w:val="24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"Росатом", Государственной корпорации по космической деятельности "Роскосмос" и подведомственных им организаций.»;</w:t>
      </w:r>
    </w:p>
    <w:p w:rsidR="00502197" w:rsidRPr="00475081" w:rsidRDefault="00502197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Омутнинский муниципальный район </w:t>
      </w:r>
      <w:r>
        <w:rPr>
          <w:sz w:val="24"/>
          <w:szCs w:val="24"/>
        </w:rPr>
        <w:t xml:space="preserve">Кировской области от 10.12.2015 </w:t>
      </w:r>
      <w:r w:rsidRPr="00475081">
        <w:rPr>
          <w:sz w:val="24"/>
          <w:szCs w:val="24"/>
        </w:rPr>
        <w:t>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обеспечению их исполнения»;</w:t>
      </w:r>
    </w:p>
    <w:p w:rsidR="00502197" w:rsidRPr="00475081" w:rsidRDefault="00502197" w:rsidP="00C52777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475081">
        <w:rPr>
          <w:sz w:val="24"/>
          <w:szCs w:val="24"/>
        </w:rPr>
        <w:t>- Постановления администрации муниципального образования Омутнинский муниципальный район Кировской области от 30.12.2015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№ 1620 </w:t>
      </w:r>
      <w:r w:rsidRPr="003043BE">
        <w:rPr>
          <w:sz w:val="24"/>
          <w:szCs w:val="24"/>
        </w:rPr>
        <w:t>«Об утверждении Правил определения нормативных затрат на обеспечение функций муниципальных органов муниципального образования Омутнинский муниципальный район Кировской области (включая подведомственные казенные учреждения»</w:t>
      </w:r>
      <w:r>
        <w:rPr>
          <w:sz w:val="24"/>
          <w:szCs w:val="24"/>
        </w:rPr>
        <w:t xml:space="preserve">. </w:t>
      </w:r>
      <w:r w:rsidRPr="00475081">
        <w:rPr>
          <w:sz w:val="24"/>
          <w:szCs w:val="24"/>
        </w:rPr>
        <w:t xml:space="preserve">Утвержденные </w:t>
      </w:r>
      <w:r w:rsidRPr="00475081">
        <w:rPr>
          <w:sz w:val="24"/>
          <w:szCs w:val="24"/>
          <w:lang w:eastAsia="ru-RU"/>
        </w:rPr>
        <w:t>нормативные затраты на обеспечение функций администрации района будут применяться при планировании закупок для обеспе</w:t>
      </w:r>
      <w:r>
        <w:rPr>
          <w:sz w:val="24"/>
          <w:szCs w:val="24"/>
          <w:lang w:eastAsia="ru-RU"/>
        </w:rPr>
        <w:t>чения нужд администрации района.</w:t>
      </w:r>
    </w:p>
    <w:p w:rsidR="00502197" w:rsidRPr="00475081" w:rsidRDefault="00502197" w:rsidP="0047508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общественного контроля проект распоряжения размещается на сайте Омутнинского района.</w:t>
      </w:r>
    </w:p>
    <w:p w:rsidR="00502197" w:rsidRPr="00475081" w:rsidRDefault="00502197" w:rsidP="0047508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</w:t>
      </w:r>
      <w:bookmarkStart w:id="0" w:name="_GoBack"/>
      <w:bookmarkEnd w:id="0"/>
      <w:r w:rsidRPr="00475081">
        <w:rPr>
          <w:sz w:val="24"/>
          <w:szCs w:val="24"/>
        </w:rPr>
        <w:t>. Предложения общественных объединений, юридических и физических лиц могут быть представлены в администрацию Омутнинского района в электронной или письменной форме.</w:t>
      </w:r>
    </w:p>
    <w:p w:rsidR="00502197" w:rsidRPr="00475081" w:rsidRDefault="00502197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502197" w:rsidRPr="00475081" w:rsidRDefault="00502197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u w:val="single"/>
          <w:lang w:val="en-US"/>
        </w:rPr>
      </w:pPr>
      <w:r w:rsidRPr="00475081">
        <w:rPr>
          <w:sz w:val="24"/>
          <w:szCs w:val="24"/>
        </w:rPr>
        <w:t xml:space="preserve">Адрес электронной почты: </w:t>
      </w:r>
      <w:r w:rsidRPr="00475081">
        <w:rPr>
          <w:sz w:val="24"/>
          <w:szCs w:val="24"/>
          <w:u w:val="single"/>
          <w:lang w:val="en-US"/>
        </w:rPr>
        <w:t>omutuprava@yandex.ru</w:t>
      </w:r>
    </w:p>
    <w:p w:rsidR="00502197" w:rsidRPr="00475081" w:rsidRDefault="00502197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>8 (83352) 2-04-01</w:t>
      </w:r>
    </w:p>
    <w:p w:rsidR="00502197" w:rsidRDefault="00502197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sectPr w:rsidR="00502197" w:rsidSect="00DC10BE">
      <w:headerReference w:type="even" r:id="rId8"/>
      <w:headerReference w:type="default" r:id="rId9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197" w:rsidRDefault="00502197" w:rsidP="00DF2269">
      <w:r>
        <w:separator/>
      </w:r>
    </w:p>
  </w:endnote>
  <w:endnote w:type="continuationSeparator" w:id="0">
    <w:p w:rsidR="00502197" w:rsidRDefault="00502197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197" w:rsidRDefault="00502197" w:rsidP="00DF2269">
      <w:r>
        <w:separator/>
      </w:r>
    </w:p>
  </w:footnote>
  <w:footnote w:type="continuationSeparator" w:id="0">
    <w:p w:rsidR="00502197" w:rsidRDefault="00502197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197" w:rsidRDefault="0050219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02197" w:rsidRDefault="005021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197" w:rsidRDefault="0050219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02197" w:rsidRDefault="0050219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5624"/>
    <w:rsid w:val="00050A9D"/>
    <w:rsid w:val="00052057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300A"/>
    <w:rsid w:val="00086D03"/>
    <w:rsid w:val="00091147"/>
    <w:rsid w:val="00092D75"/>
    <w:rsid w:val="00097ACC"/>
    <w:rsid w:val="000A2A68"/>
    <w:rsid w:val="000A63C8"/>
    <w:rsid w:val="000B361F"/>
    <w:rsid w:val="000B6858"/>
    <w:rsid w:val="000C13AF"/>
    <w:rsid w:val="000C19D4"/>
    <w:rsid w:val="000C5920"/>
    <w:rsid w:val="000C7CB7"/>
    <w:rsid w:val="000D1036"/>
    <w:rsid w:val="000D6CBB"/>
    <w:rsid w:val="000E21A4"/>
    <w:rsid w:val="000E2DCE"/>
    <w:rsid w:val="000F02FB"/>
    <w:rsid w:val="000F0BE1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7FB9"/>
    <w:rsid w:val="0016052B"/>
    <w:rsid w:val="00165888"/>
    <w:rsid w:val="00165EC2"/>
    <w:rsid w:val="001715EC"/>
    <w:rsid w:val="0017208F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D035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12775"/>
    <w:rsid w:val="00216369"/>
    <w:rsid w:val="002212DE"/>
    <w:rsid w:val="00225B4C"/>
    <w:rsid w:val="00236767"/>
    <w:rsid w:val="00236A94"/>
    <w:rsid w:val="00240E7E"/>
    <w:rsid w:val="00244AF9"/>
    <w:rsid w:val="00256A66"/>
    <w:rsid w:val="00263BC4"/>
    <w:rsid w:val="0027145E"/>
    <w:rsid w:val="00282259"/>
    <w:rsid w:val="0028401C"/>
    <w:rsid w:val="00285E46"/>
    <w:rsid w:val="00295B04"/>
    <w:rsid w:val="002963CE"/>
    <w:rsid w:val="0029730C"/>
    <w:rsid w:val="002A39AA"/>
    <w:rsid w:val="002B3A22"/>
    <w:rsid w:val="002C29AF"/>
    <w:rsid w:val="002D55E0"/>
    <w:rsid w:val="002F2692"/>
    <w:rsid w:val="002F6372"/>
    <w:rsid w:val="003043BE"/>
    <w:rsid w:val="00317A86"/>
    <w:rsid w:val="00322870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C788F"/>
    <w:rsid w:val="003D1F4B"/>
    <w:rsid w:val="003E08FF"/>
    <w:rsid w:val="003E5F89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2197"/>
    <w:rsid w:val="005054C6"/>
    <w:rsid w:val="00517856"/>
    <w:rsid w:val="00522B29"/>
    <w:rsid w:val="00524393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0A17"/>
    <w:rsid w:val="005A14AE"/>
    <w:rsid w:val="005A34A6"/>
    <w:rsid w:val="005A3CA5"/>
    <w:rsid w:val="005B02B9"/>
    <w:rsid w:val="005C58DF"/>
    <w:rsid w:val="005D68E1"/>
    <w:rsid w:val="005F4C3A"/>
    <w:rsid w:val="005F694D"/>
    <w:rsid w:val="00601A67"/>
    <w:rsid w:val="00601EA5"/>
    <w:rsid w:val="00602D9B"/>
    <w:rsid w:val="00605D21"/>
    <w:rsid w:val="0061106C"/>
    <w:rsid w:val="00611DB4"/>
    <w:rsid w:val="00614D96"/>
    <w:rsid w:val="00624BC0"/>
    <w:rsid w:val="00624D3F"/>
    <w:rsid w:val="00627D19"/>
    <w:rsid w:val="006316F2"/>
    <w:rsid w:val="00633B5A"/>
    <w:rsid w:val="00640F85"/>
    <w:rsid w:val="00645B5A"/>
    <w:rsid w:val="006460B1"/>
    <w:rsid w:val="0064619B"/>
    <w:rsid w:val="006475AC"/>
    <w:rsid w:val="006630AA"/>
    <w:rsid w:val="00683E3A"/>
    <w:rsid w:val="006A1E0A"/>
    <w:rsid w:val="006B0258"/>
    <w:rsid w:val="006B1E1D"/>
    <w:rsid w:val="006B3AF7"/>
    <w:rsid w:val="006B4568"/>
    <w:rsid w:val="006C1DD3"/>
    <w:rsid w:val="006C4BBF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D7169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FAC"/>
    <w:rsid w:val="00866AFF"/>
    <w:rsid w:val="00871BA4"/>
    <w:rsid w:val="00874F2D"/>
    <w:rsid w:val="008753B6"/>
    <w:rsid w:val="00876EAB"/>
    <w:rsid w:val="008915BF"/>
    <w:rsid w:val="0089262E"/>
    <w:rsid w:val="008A2B50"/>
    <w:rsid w:val="008A3E8A"/>
    <w:rsid w:val="008B2B49"/>
    <w:rsid w:val="008B3538"/>
    <w:rsid w:val="008C0C32"/>
    <w:rsid w:val="008D34BC"/>
    <w:rsid w:val="008E1269"/>
    <w:rsid w:val="008E3800"/>
    <w:rsid w:val="008E6034"/>
    <w:rsid w:val="008E6C27"/>
    <w:rsid w:val="008F1D14"/>
    <w:rsid w:val="008F2CD5"/>
    <w:rsid w:val="008F6307"/>
    <w:rsid w:val="008F7F78"/>
    <w:rsid w:val="00900F06"/>
    <w:rsid w:val="00906898"/>
    <w:rsid w:val="00907F67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6067F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954D1"/>
    <w:rsid w:val="00AA2F64"/>
    <w:rsid w:val="00AA4412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8DC"/>
    <w:rsid w:val="00B748F0"/>
    <w:rsid w:val="00B84AF7"/>
    <w:rsid w:val="00B967AD"/>
    <w:rsid w:val="00BA239D"/>
    <w:rsid w:val="00BA304F"/>
    <w:rsid w:val="00BA3C42"/>
    <w:rsid w:val="00BA4F83"/>
    <w:rsid w:val="00BB4258"/>
    <w:rsid w:val="00BC1310"/>
    <w:rsid w:val="00BD25D6"/>
    <w:rsid w:val="00BE1999"/>
    <w:rsid w:val="00BE1CE2"/>
    <w:rsid w:val="00BE36BC"/>
    <w:rsid w:val="00BE6B69"/>
    <w:rsid w:val="00BF0659"/>
    <w:rsid w:val="00BF1F62"/>
    <w:rsid w:val="00BF3070"/>
    <w:rsid w:val="00BF78B5"/>
    <w:rsid w:val="00C006EA"/>
    <w:rsid w:val="00C02B6F"/>
    <w:rsid w:val="00C05533"/>
    <w:rsid w:val="00C164EE"/>
    <w:rsid w:val="00C32833"/>
    <w:rsid w:val="00C33FF5"/>
    <w:rsid w:val="00C356DB"/>
    <w:rsid w:val="00C37B75"/>
    <w:rsid w:val="00C437A2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6A4B"/>
    <w:rsid w:val="00D27263"/>
    <w:rsid w:val="00D35779"/>
    <w:rsid w:val="00D47694"/>
    <w:rsid w:val="00D50337"/>
    <w:rsid w:val="00D558EE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1B5F"/>
    <w:rsid w:val="00E32B6E"/>
    <w:rsid w:val="00E3437F"/>
    <w:rsid w:val="00E37D6F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469B"/>
    <w:rsid w:val="00EB50B9"/>
    <w:rsid w:val="00EB7C69"/>
    <w:rsid w:val="00EC5000"/>
    <w:rsid w:val="00EC7C57"/>
    <w:rsid w:val="00ED3C58"/>
    <w:rsid w:val="00ED66E0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AA2F64"/>
    <w:rPr>
      <w:rFonts w:cs="Times New Roman"/>
    </w:rPr>
  </w:style>
  <w:style w:type="paragraph" w:customStyle="1" w:styleId="1">
    <w:name w:val="Абзац1"/>
    <w:basedOn w:val="Normal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AA2F6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краткое содержание"/>
    <w:basedOn w:val="Normal"/>
    <w:next w:val="Normal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BodyText2">
    <w:name w:val="Body Text 2"/>
    <w:basedOn w:val="Normal"/>
    <w:link w:val="BodyText2Char"/>
    <w:uiPriority w:val="99"/>
    <w:rsid w:val="00683E3A"/>
    <w:pPr>
      <w:spacing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Normal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E70B8869E2C6697097CB9318778A87D17D792F8D903A9650A6B28643E7C12FD8BF5ACAB977FA015C3187ABFC033FF43AB6F505A64EPCAF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E70B8869E2C6697097CB9318778A87D17C70228C913A9650A6B28643E7C12FD8BF5AC9B07EF80B086B97AFB55433E83AA8EA07B84DC6C6P6A6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336</TotalTime>
  <Pages>1</Pages>
  <Words>474</Words>
  <Characters>2702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dep3-4</dc:creator>
  <cp:keywords/>
  <dc:description/>
  <cp:lastModifiedBy>uecon02</cp:lastModifiedBy>
  <cp:revision>41</cp:revision>
  <cp:lastPrinted>2017-04-17T06:46:00Z</cp:lastPrinted>
  <dcterms:created xsi:type="dcterms:W3CDTF">2016-05-23T05:29:00Z</dcterms:created>
  <dcterms:modified xsi:type="dcterms:W3CDTF">2022-10-05T07:26:00Z</dcterms:modified>
</cp:coreProperties>
</file>