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2" w:rsidRPr="005351C6" w:rsidRDefault="00EA60D2" w:rsidP="005351C6">
      <w:pPr>
        <w:pStyle w:val="ConsPlusNormal"/>
        <w:ind w:left="5103"/>
        <w:rPr>
          <w:rFonts w:ascii="Times New Roman" w:hAnsi="Times New Roman" w:cs="Times New Roman"/>
          <w:bCs/>
          <w:sz w:val="28"/>
          <w:szCs w:val="28"/>
        </w:rPr>
      </w:pPr>
      <w:bookmarkStart w:id="0" w:name="Par38"/>
      <w:bookmarkEnd w:id="0"/>
      <w:r w:rsidRPr="005351C6">
        <w:rPr>
          <w:rFonts w:ascii="Times New Roman" w:hAnsi="Times New Roman" w:cs="Times New Roman"/>
          <w:bCs/>
          <w:sz w:val="28"/>
          <w:szCs w:val="28"/>
        </w:rPr>
        <w:t>Приложение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1</w:t>
      </w:r>
    </w:p>
    <w:p w:rsidR="00EA60D2" w:rsidRPr="005351C6" w:rsidRDefault="00EA60D2" w:rsidP="005351C6">
      <w:pPr>
        <w:pStyle w:val="ConsPlusNormal"/>
        <w:ind w:left="5103"/>
        <w:rPr>
          <w:rFonts w:ascii="Times New Roman" w:hAnsi="Times New Roman" w:cs="Times New Roman"/>
          <w:bCs/>
          <w:sz w:val="28"/>
          <w:szCs w:val="28"/>
        </w:rPr>
      </w:pPr>
    </w:p>
    <w:p w:rsidR="00EA60D2" w:rsidRPr="005351C6" w:rsidRDefault="00EA60D2" w:rsidP="005351C6">
      <w:pPr>
        <w:pStyle w:val="ConsPlusNormal"/>
        <w:ind w:left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УТВРЕЖДЕН</w:t>
      </w:r>
    </w:p>
    <w:p w:rsidR="00EA60D2" w:rsidRPr="005351C6" w:rsidRDefault="00EA60D2" w:rsidP="005351C6">
      <w:pPr>
        <w:pStyle w:val="ConsPlusNormal"/>
        <w:ind w:left="5103"/>
        <w:rPr>
          <w:rFonts w:ascii="Times New Roman" w:hAnsi="Times New Roman" w:cs="Times New Roman"/>
          <w:bCs/>
          <w:sz w:val="28"/>
          <w:szCs w:val="28"/>
        </w:rPr>
      </w:pPr>
    </w:p>
    <w:p w:rsidR="00EA60D2" w:rsidRPr="005351C6" w:rsidRDefault="00EA60D2" w:rsidP="005351C6">
      <w:pPr>
        <w:pStyle w:val="ConsPlusNormal"/>
        <w:ind w:left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5351C6">
        <w:rPr>
          <w:rFonts w:ascii="Times New Roman" w:hAnsi="Times New Roman" w:cs="Times New Roman"/>
          <w:bCs/>
          <w:sz w:val="28"/>
          <w:szCs w:val="28"/>
        </w:rPr>
        <w:t>остановлением администрации муниципального образования Омутнинский муниципальный район Кировской области</w:t>
      </w:r>
    </w:p>
    <w:p w:rsidR="00EA60D2" w:rsidRPr="005351C6" w:rsidRDefault="00EA60D2" w:rsidP="005351C6">
      <w:pPr>
        <w:pStyle w:val="ConsPlusNormal"/>
        <w:ind w:left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5351C6">
        <w:rPr>
          <w:rFonts w:ascii="Times New Roman" w:hAnsi="Times New Roman" w:cs="Times New Roman"/>
          <w:bCs/>
          <w:sz w:val="28"/>
          <w:szCs w:val="28"/>
        </w:rPr>
        <w:t xml:space="preserve">т </w:t>
      </w:r>
      <w:r>
        <w:rPr>
          <w:rFonts w:ascii="Times New Roman" w:hAnsi="Times New Roman" w:cs="Times New Roman"/>
          <w:bCs/>
          <w:sz w:val="28"/>
          <w:szCs w:val="28"/>
        </w:rPr>
        <w:t xml:space="preserve">16.03.2023 </w:t>
      </w:r>
      <w:r w:rsidRPr="005351C6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</w:rPr>
        <w:t xml:space="preserve"> 164    </w:t>
      </w:r>
    </w:p>
    <w:p w:rsidR="00EA60D2" w:rsidRPr="005351C6" w:rsidRDefault="00EA60D2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A60D2" w:rsidRPr="00E2551F" w:rsidRDefault="00EA60D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51F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EA60D2" w:rsidRPr="00E2551F" w:rsidRDefault="00EA60D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551F">
        <w:rPr>
          <w:rFonts w:ascii="Times New Roman" w:hAnsi="Times New Roman" w:cs="Times New Roman"/>
          <w:b/>
          <w:sz w:val="28"/>
          <w:szCs w:val="28"/>
        </w:rPr>
        <w:t xml:space="preserve"> и условия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дополнительной </w:t>
      </w:r>
      <w:r w:rsidRPr="00E2551F">
        <w:rPr>
          <w:rFonts w:ascii="Times New Roman" w:hAnsi="Times New Roman" w:cs="Times New Roman"/>
          <w:b/>
          <w:sz w:val="28"/>
          <w:szCs w:val="28"/>
        </w:rPr>
        <w:t xml:space="preserve">меры </w:t>
      </w:r>
      <w:r w:rsidRPr="00116401">
        <w:rPr>
          <w:rFonts w:ascii="Times New Roman" w:hAnsi="Times New Roman" w:cs="Times New Roman"/>
          <w:b/>
          <w:sz w:val="28"/>
          <w:szCs w:val="28"/>
        </w:rPr>
        <w:t>социальной</w:t>
      </w:r>
      <w:r w:rsidRPr="00A63A41">
        <w:rPr>
          <w:sz w:val="28"/>
          <w:szCs w:val="28"/>
        </w:rPr>
        <w:t xml:space="preserve"> </w:t>
      </w:r>
      <w:r w:rsidRPr="00E2551F">
        <w:rPr>
          <w:rFonts w:ascii="Times New Roman" w:hAnsi="Times New Roman" w:cs="Times New Roman"/>
          <w:b/>
          <w:sz w:val="28"/>
          <w:szCs w:val="28"/>
        </w:rPr>
        <w:t>поддержки</w:t>
      </w:r>
      <w:r w:rsidRPr="00E255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2551F">
        <w:rPr>
          <w:rFonts w:ascii="Times New Roman" w:hAnsi="Times New Roman" w:cs="Times New Roman"/>
          <w:b/>
          <w:sz w:val="28"/>
          <w:szCs w:val="28"/>
        </w:rPr>
        <w:t xml:space="preserve">для членов семей военнослужащих,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E2551F">
        <w:rPr>
          <w:rFonts w:ascii="Times New Roman" w:hAnsi="Times New Roman" w:cs="Times New Roman"/>
          <w:b/>
          <w:sz w:val="28"/>
          <w:szCs w:val="28"/>
        </w:rPr>
        <w:t>связанной с обеспечением и доставкой твердого топлива, на 2023 год</w:t>
      </w:r>
    </w:p>
    <w:p w:rsidR="00EA60D2" w:rsidRDefault="00EA60D2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A60D2" w:rsidRPr="00BE6AB8" w:rsidRDefault="00EA60D2" w:rsidP="00BE6AB8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BE6AB8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EA60D2" w:rsidRPr="00BE6AB8" w:rsidRDefault="00EA60D2" w:rsidP="00BE6A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60D2" w:rsidRPr="00526265" w:rsidRDefault="00EA60D2" w:rsidP="0052626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sz w:val="28"/>
          <w:szCs w:val="28"/>
        </w:rPr>
        <w:t>1.1. Настоящий Порядок разработан в целях предоставления меры социальной поддержки</w:t>
      </w:r>
      <w:r w:rsidRPr="00526265">
        <w:rPr>
          <w:rFonts w:ascii="Times New Roman" w:hAnsi="Times New Roman"/>
          <w:bCs/>
          <w:sz w:val="28"/>
          <w:szCs w:val="28"/>
        </w:rPr>
        <w:t xml:space="preserve">  </w:t>
      </w:r>
      <w:r w:rsidRPr="00526265">
        <w:rPr>
          <w:rFonts w:ascii="Times New Roman" w:hAnsi="Times New Roman"/>
          <w:sz w:val="28"/>
          <w:szCs w:val="28"/>
        </w:rPr>
        <w:t>для членов семей военнослужащих, связанной с обеспечением и доставкой твердого топлива, на 2023 год.</w:t>
      </w:r>
    </w:p>
    <w:p w:rsidR="00EA60D2" w:rsidRPr="00526265" w:rsidRDefault="00EA60D2" w:rsidP="005262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265">
        <w:rPr>
          <w:rFonts w:ascii="Times New Roman" w:hAnsi="Times New Roman" w:cs="Times New Roman"/>
          <w:sz w:val="28"/>
          <w:szCs w:val="28"/>
        </w:rPr>
        <w:t>1.2. Дополнительные меры социальной поддержки предоставляются для членов семей лиц:</w:t>
      </w:r>
    </w:p>
    <w:p w:rsidR="00EA60D2" w:rsidRPr="00526265" w:rsidRDefault="00EA60D2" w:rsidP="005262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265">
        <w:rPr>
          <w:rFonts w:ascii="Times New Roman" w:hAnsi="Times New Roman" w:cs="Times New Roman"/>
          <w:sz w:val="28"/>
          <w:szCs w:val="28"/>
        </w:rPr>
        <w:t xml:space="preserve">- призванных в соответствии с Указом Президента Российской Федерации от 21.09.2022 № 647 «Об объявлении частичной мобилизации в Российской Федерации» на военную службу по мобилизации в Вооруженные Силы Российской Федерации; </w:t>
      </w:r>
    </w:p>
    <w:p w:rsidR="00EA60D2" w:rsidRPr="00526265" w:rsidRDefault="00EA60D2" w:rsidP="005262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26265">
        <w:rPr>
          <w:rFonts w:ascii="Times New Roman" w:hAnsi="Times New Roman" w:cs="Times New Roman"/>
          <w:sz w:val="28"/>
          <w:szCs w:val="28"/>
        </w:rPr>
        <w:t xml:space="preserve">- принимающих участие в специальной военной  операции на территориях Украины, Донецкой Народной Республики, Луганской Народной Республики, Херсонской и Запорожской областей и заключивших не ранее 24.02.2022 контракт о прохождении военной службы в Вооруженных Силах Российской Федерации или контракт о добровольном содействии в выполнении задач, возложенных на Вооруженные Силы </w:t>
      </w:r>
      <w:r w:rsidRPr="00526265">
        <w:rPr>
          <w:rFonts w:ascii="Times New Roman" w:hAnsi="Times New Roman" w:cs="Times New Roman"/>
          <w:spacing w:val="-2"/>
          <w:sz w:val="28"/>
          <w:szCs w:val="28"/>
        </w:rPr>
        <w:t>Российской Федерации;</w:t>
      </w:r>
    </w:p>
    <w:p w:rsidR="00EA60D2" w:rsidRPr="00526265" w:rsidRDefault="00EA60D2" w:rsidP="005262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265">
        <w:rPr>
          <w:rFonts w:ascii="Times New Roman" w:hAnsi="Times New Roman" w:cs="Times New Roman"/>
          <w:spacing w:val="-2"/>
          <w:sz w:val="28"/>
          <w:szCs w:val="28"/>
        </w:rPr>
        <w:t xml:space="preserve"> - лиц, находящихся на военной службе (службе)</w:t>
      </w:r>
      <w:r w:rsidRPr="00526265">
        <w:rPr>
          <w:rFonts w:ascii="Times New Roman" w:hAnsi="Times New Roman" w:cs="Times New Roman"/>
          <w:sz w:val="28"/>
          <w:szCs w:val="28"/>
        </w:rPr>
        <w:t xml:space="preserve"> в войсках национальной гвардии Российской Федерации и принимающих участие в специальной военной операции на территориях Украины, Донецкой Народной Республики, Луганской Народной Республики, Херсонской и Запорожской областей (далее – военнослужащие).</w:t>
      </w:r>
    </w:p>
    <w:p w:rsidR="00EA60D2" w:rsidRPr="00526265" w:rsidRDefault="00EA60D2" w:rsidP="005262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265">
        <w:rPr>
          <w:rFonts w:ascii="Times New Roman" w:hAnsi="Times New Roman" w:cs="Times New Roman"/>
          <w:sz w:val="28"/>
          <w:szCs w:val="28"/>
        </w:rPr>
        <w:t xml:space="preserve">1.3. Членами семьи военнослужащего являются:  </w:t>
      </w:r>
    </w:p>
    <w:p w:rsidR="00EA60D2" w:rsidRPr="00526265" w:rsidRDefault="00EA60D2" w:rsidP="005262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265">
        <w:rPr>
          <w:rFonts w:ascii="Times New Roman" w:hAnsi="Times New Roman" w:cs="Times New Roman"/>
          <w:sz w:val="28"/>
          <w:szCs w:val="28"/>
        </w:rPr>
        <w:t>- супруга (супруг) и (или) его несовершеннолетние дети, зарегистрированные по месту жительства или пребывания военнослужащего;</w:t>
      </w:r>
    </w:p>
    <w:p w:rsidR="00EA60D2" w:rsidRPr="00526265" w:rsidRDefault="00EA60D2" w:rsidP="005262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sz w:val="28"/>
          <w:szCs w:val="28"/>
        </w:rPr>
        <w:t>- родитель (родители) военнослужащего.</w:t>
      </w:r>
    </w:p>
    <w:p w:rsidR="00EA60D2" w:rsidRPr="00526265" w:rsidRDefault="00EA60D2" w:rsidP="005262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265">
        <w:rPr>
          <w:rFonts w:ascii="Times New Roman" w:hAnsi="Times New Roman" w:cs="Times New Roman"/>
          <w:sz w:val="28"/>
          <w:szCs w:val="28"/>
        </w:rPr>
        <w:t>1.4. Меры поддержки</w:t>
      </w:r>
      <w:r w:rsidRPr="00526265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526265">
        <w:rPr>
          <w:rFonts w:ascii="Times New Roman" w:hAnsi="Times New Roman" w:cs="Times New Roman"/>
          <w:sz w:val="28"/>
          <w:szCs w:val="28"/>
        </w:rPr>
        <w:t xml:space="preserve">предоставляются в виде обеспечения и доставки твердого топлива (дров, разделанных в виде поленьев) в объеме </w:t>
      </w:r>
      <w:smartTag w:uri="urn:schemas-microsoft-com:office:smarttags" w:element="metricconverter">
        <w:smartTagPr>
          <w:attr w:name="ProductID" w:val="10 куб. метров"/>
        </w:smartTagPr>
        <w:r w:rsidRPr="00526265">
          <w:rPr>
            <w:rFonts w:ascii="Times New Roman" w:hAnsi="Times New Roman" w:cs="Times New Roman"/>
            <w:sz w:val="28"/>
            <w:szCs w:val="28"/>
          </w:rPr>
          <w:t>10 куб. метров</w:t>
        </w:r>
      </w:smartTag>
      <w:r w:rsidRPr="00526265">
        <w:rPr>
          <w:rFonts w:ascii="Times New Roman" w:hAnsi="Times New Roman" w:cs="Times New Roman"/>
          <w:b/>
        </w:rPr>
        <w:t xml:space="preserve"> </w:t>
      </w:r>
      <w:r w:rsidRPr="00526265">
        <w:rPr>
          <w:rFonts w:ascii="Times New Roman" w:hAnsi="Times New Roman" w:cs="Times New Roman"/>
          <w:sz w:val="28"/>
          <w:szCs w:val="28"/>
        </w:rPr>
        <w:t>однократно  в 2023 году для целей отопления жилого помещения, расположенного на</w:t>
      </w:r>
      <w:r w:rsidRPr="0052626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26265">
        <w:rPr>
          <w:rFonts w:ascii="Times New Roman" w:hAnsi="Times New Roman" w:cs="Times New Roman"/>
          <w:sz w:val="28"/>
          <w:szCs w:val="28"/>
        </w:rPr>
        <w:t xml:space="preserve">территории  Омутнинского района, в котором проживает (проживают) по месту жительства (месту пребывания) члены семьи военнослужащего. </w:t>
      </w:r>
    </w:p>
    <w:p w:rsidR="00EA60D2" w:rsidRPr="00526265" w:rsidRDefault="00EA60D2" w:rsidP="00526265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26265">
        <w:rPr>
          <w:rFonts w:ascii="Times New Roman" w:hAnsi="Times New Roman"/>
          <w:b/>
          <w:bCs/>
          <w:sz w:val="28"/>
          <w:szCs w:val="28"/>
        </w:rPr>
        <w:t>2. Порядок предоставления мер социальной поддержки</w:t>
      </w:r>
    </w:p>
    <w:p w:rsidR="00EA60D2" w:rsidRPr="00526265" w:rsidRDefault="00EA60D2" w:rsidP="0076070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bCs/>
          <w:sz w:val="28"/>
          <w:szCs w:val="28"/>
        </w:rPr>
        <w:t>2.1. Для получения меры социальной поддержки ч</w:t>
      </w:r>
      <w:r w:rsidRPr="00526265">
        <w:rPr>
          <w:rFonts w:ascii="Times New Roman" w:hAnsi="Times New Roman"/>
          <w:sz w:val="28"/>
          <w:szCs w:val="28"/>
        </w:rPr>
        <w:t xml:space="preserve">лены семьи военнослужащего подают по месту жительства (месту пребывания) в администрацию городского или сельского поселения (далее – администрация) </w:t>
      </w:r>
      <w:r>
        <w:rPr>
          <w:rFonts w:ascii="Times New Roman" w:hAnsi="Times New Roman"/>
          <w:sz w:val="28"/>
          <w:szCs w:val="28"/>
        </w:rPr>
        <w:t xml:space="preserve"> или отдел жизнеобеспечения администрации Омутнинского района </w:t>
      </w:r>
      <w:r w:rsidRPr="00526265">
        <w:rPr>
          <w:rFonts w:ascii="Times New Roman" w:hAnsi="Times New Roman"/>
          <w:sz w:val="28"/>
          <w:szCs w:val="28"/>
        </w:rPr>
        <w:t xml:space="preserve"> заявление по форме согласно приложению.</w:t>
      </w:r>
    </w:p>
    <w:p w:rsidR="00EA60D2" w:rsidRPr="00526265" w:rsidRDefault="00EA60D2" w:rsidP="0076070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sz w:val="28"/>
          <w:szCs w:val="28"/>
        </w:rPr>
        <w:t>В заявлении указывается способ уведомления о принятом решении (в том числе почтовый адрес, адрес электронной почты).</w:t>
      </w:r>
    </w:p>
    <w:p w:rsidR="00EA60D2" w:rsidRPr="00526265" w:rsidRDefault="00EA60D2" w:rsidP="0076070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bCs/>
          <w:sz w:val="28"/>
          <w:szCs w:val="28"/>
        </w:rPr>
        <w:t>При подаче заявления ч</w:t>
      </w:r>
      <w:r w:rsidRPr="00526265">
        <w:rPr>
          <w:rFonts w:ascii="Times New Roman" w:hAnsi="Times New Roman"/>
          <w:sz w:val="28"/>
          <w:szCs w:val="28"/>
        </w:rPr>
        <w:t>лены семьи военнослужащего предоставляют:</w:t>
      </w:r>
    </w:p>
    <w:p w:rsidR="00EA60D2" w:rsidRPr="007B29D8" w:rsidRDefault="00EA60D2" w:rsidP="0076070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B29D8">
        <w:rPr>
          <w:rFonts w:ascii="Times New Roman" w:hAnsi="Times New Roman"/>
          <w:sz w:val="28"/>
          <w:szCs w:val="28"/>
        </w:rPr>
        <w:t>- документ (сведения), подтверждающий (подтверждающие) наличие родственных связей между заявителем и военнослужащим (свидетельство о рождении, об установлении отцовства, свидетельство о браке, иной документ, подтверждающий родство)</w:t>
      </w:r>
      <w:r>
        <w:rPr>
          <w:rFonts w:ascii="Times New Roman" w:hAnsi="Times New Roman"/>
          <w:sz w:val="28"/>
          <w:szCs w:val="28"/>
        </w:rPr>
        <w:t>;</w:t>
      </w:r>
    </w:p>
    <w:p w:rsidR="00EA60D2" w:rsidRPr="007B29D8" w:rsidRDefault="00EA60D2" w:rsidP="0076070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sz w:val="28"/>
          <w:szCs w:val="28"/>
        </w:rPr>
        <w:t>- справку военного комиссариата Кировской области по Омутнинскому и Афанасьевскому районам</w:t>
      </w:r>
      <w:r w:rsidRPr="007B29D8">
        <w:rPr>
          <w:sz w:val="28"/>
          <w:szCs w:val="28"/>
        </w:rPr>
        <w:t xml:space="preserve"> </w:t>
      </w:r>
      <w:r w:rsidRPr="007B29D8">
        <w:rPr>
          <w:rFonts w:ascii="Times New Roman" w:hAnsi="Times New Roman"/>
          <w:sz w:val="28"/>
          <w:szCs w:val="28"/>
        </w:rPr>
        <w:t>подтверждающую участие военнослужащего в специальной военной операции на территориях Украины, Донецкой Народной Республики, Луганской Народной Республики, Херсонской и Запорожской областей;</w:t>
      </w:r>
    </w:p>
    <w:p w:rsidR="00EA60D2" w:rsidRPr="00526265" w:rsidRDefault="00EA60D2" w:rsidP="007607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526265">
        <w:rPr>
          <w:rFonts w:ascii="Times New Roman" w:hAnsi="Times New Roman"/>
          <w:sz w:val="28"/>
          <w:szCs w:val="28"/>
        </w:rPr>
        <w:t>копию</w:t>
      </w:r>
      <w:r>
        <w:rPr>
          <w:rFonts w:ascii="Times New Roman" w:hAnsi="Times New Roman"/>
          <w:sz w:val="28"/>
          <w:szCs w:val="28"/>
        </w:rPr>
        <w:t xml:space="preserve"> документа удостоверяющего личность </w:t>
      </w:r>
      <w:r w:rsidRPr="00526265">
        <w:rPr>
          <w:rFonts w:ascii="Times New Roman" w:hAnsi="Times New Roman"/>
          <w:sz w:val="28"/>
          <w:szCs w:val="28"/>
        </w:rPr>
        <w:t>члена Семьи</w:t>
      </w:r>
      <w:r>
        <w:rPr>
          <w:rFonts w:ascii="Times New Roman" w:hAnsi="Times New Roman"/>
          <w:sz w:val="28"/>
          <w:szCs w:val="28"/>
        </w:rPr>
        <w:t xml:space="preserve"> (паспорт, свидетельство о рождении)</w:t>
      </w:r>
      <w:r w:rsidRPr="00526265">
        <w:rPr>
          <w:rFonts w:ascii="Times New Roman" w:hAnsi="Times New Roman"/>
          <w:sz w:val="28"/>
          <w:szCs w:val="28"/>
        </w:rPr>
        <w:t>;</w:t>
      </w:r>
    </w:p>
    <w:p w:rsidR="00EA60D2" w:rsidRPr="00526265" w:rsidRDefault="00EA60D2" w:rsidP="007607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sz w:val="28"/>
          <w:szCs w:val="28"/>
        </w:rPr>
        <w:t xml:space="preserve">- копию документов регистрационного учета по месту жительства или по месту пребывания, подтверждающие факт проживания на территории </w:t>
      </w:r>
      <w:r>
        <w:rPr>
          <w:rFonts w:ascii="Times New Roman" w:hAnsi="Times New Roman"/>
          <w:sz w:val="28"/>
          <w:szCs w:val="28"/>
        </w:rPr>
        <w:t>Омутнинского района</w:t>
      </w:r>
      <w:r w:rsidRPr="00526265">
        <w:rPr>
          <w:rFonts w:ascii="Times New Roman" w:hAnsi="Times New Roman"/>
          <w:sz w:val="28"/>
          <w:szCs w:val="28"/>
        </w:rPr>
        <w:t xml:space="preserve"> (при наличии);</w:t>
      </w:r>
    </w:p>
    <w:p w:rsidR="00EA60D2" w:rsidRPr="00526265" w:rsidRDefault="00EA60D2" w:rsidP="007607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sz w:val="28"/>
          <w:szCs w:val="28"/>
        </w:rPr>
        <w:t xml:space="preserve">- копию решения суда об установлении факта проживания в определенном месте на территории </w:t>
      </w:r>
      <w:r>
        <w:rPr>
          <w:rFonts w:ascii="Times New Roman" w:hAnsi="Times New Roman"/>
          <w:sz w:val="28"/>
          <w:szCs w:val="28"/>
        </w:rPr>
        <w:t xml:space="preserve">Омутнинского </w:t>
      </w:r>
      <w:r w:rsidRPr="00526265">
        <w:rPr>
          <w:rFonts w:ascii="Times New Roman" w:hAnsi="Times New Roman"/>
          <w:sz w:val="28"/>
          <w:szCs w:val="28"/>
        </w:rPr>
        <w:t>района с отметкой о дате вступления его в законную силу (при наличии);</w:t>
      </w:r>
    </w:p>
    <w:p w:rsidR="00EA60D2" w:rsidRDefault="00EA60D2" w:rsidP="004915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справку органа местного самоуправления о наличии по </w:t>
      </w:r>
      <w:r w:rsidRPr="00526265">
        <w:rPr>
          <w:rFonts w:ascii="Times New Roman" w:hAnsi="Times New Roman"/>
          <w:sz w:val="28"/>
          <w:szCs w:val="28"/>
        </w:rPr>
        <w:t>месту жительства (месту пребывания)</w:t>
      </w:r>
      <w:r>
        <w:rPr>
          <w:rFonts w:ascii="Times New Roman" w:hAnsi="Times New Roman"/>
          <w:sz w:val="28"/>
          <w:szCs w:val="28"/>
        </w:rPr>
        <w:t xml:space="preserve"> печного отопления, в том числе автономной системы отопления, работающей на дрова;</w:t>
      </w:r>
    </w:p>
    <w:p w:rsidR="00EA60D2" w:rsidRPr="00526265" w:rsidRDefault="00EA60D2" w:rsidP="004915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справку органа местного самоуправления о</w:t>
      </w:r>
      <w:r w:rsidRPr="00491564">
        <w:rPr>
          <w:rFonts w:ascii="Times New Roman" w:hAnsi="Times New Roman"/>
          <w:sz w:val="28"/>
          <w:szCs w:val="28"/>
        </w:rPr>
        <w:t xml:space="preserve"> </w:t>
      </w:r>
      <w:r w:rsidRPr="00526265">
        <w:rPr>
          <w:rFonts w:ascii="Times New Roman" w:hAnsi="Times New Roman"/>
          <w:sz w:val="28"/>
          <w:szCs w:val="28"/>
        </w:rPr>
        <w:t>факт</w:t>
      </w:r>
      <w:r>
        <w:rPr>
          <w:rFonts w:ascii="Times New Roman" w:hAnsi="Times New Roman"/>
          <w:sz w:val="28"/>
          <w:szCs w:val="28"/>
        </w:rPr>
        <w:t>е</w:t>
      </w:r>
      <w:r w:rsidRPr="00526265">
        <w:rPr>
          <w:rFonts w:ascii="Times New Roman" w:hAnsi="Times New Roman"/>
          <w:sz w:val="28"/>
          <w:szCs w:val="28"/>
        </w:rPr>
        <w:t xml:space="preserve"> проживания в определенном месте на территории </w:t>
      </w:r>
      <w:r>
        <w:rPr>
          <w:rFonts w:ascii="Times New Roman" w:hAnsi="Times New Roman"/>
          <w:sz w:val="28"/>
          <w:szCs w:val="28"/>
        </w:rPr>
        <w:t xml:space="preserve">Омутнинского </w:t>
      </w:r>
      <w:r w:rsidRPr="00526265">
        <w:rPr>
          <w:rFonts w:ascii="Times New Roman" w:hAnsi="Times New Roman"/>
          <w:sz w:val="28"/>
          <w:szCs w:val="28"/>
        </w:rPr>
        <w:t>района.</w:t>
      </w:r>
    </w:p>
    <w:p w:rsidR="00EA60D2" w:rsidRPr="007B29D8" w:rsidRDefault="00EA60D2" w:rsidP="007B29D8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B29D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соответствии с Федеральным законом от 27.07.2006 № 152-ФЗ «О персональных данных» заявителем одновременно с заявлением представляется согласие на обработку персональных данных.</w:t>
      </w:r>
    </w:p>
    <w:p w:rsidR="00EA60D2" w:rsidRDefault="00EA60D2" w:rsidP="007B29D8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B29D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Заявитель несет ответственность за достоверность и полноту сведений, указанных в заявлении, в соответствии с законодательством Российской Федерации.</w:t>
      </w:r>
    </w:p>
    <w:p w:rsidR="00EA60D2" w:rsidRPr="00491564" w:rsidRDefault="00EA60D2" w:rsidP="007B29D8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9156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Полномочия представителя заявителя подтверждаются доверенностью, оформленной в порядке, установленном гражданским законодательством, полномочия законного представителя заявителя подтверждаются в соответствии с действующим законодательством.</w:t>
      </w:r>
    </w:p>
    <w:p w:rsidR="00EA60D2" w:rsidRPr="00526265" w:rsidRDefault="00EA60D2" w:rsidP="0076070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sz w:val="28"/>
          <w:szCs w:val="28"/>
        </w:rPr>
        <w:t xml:space="preserve">2.2. Администрация направляет полученные документы в администрацию Омутнинского района в течение </w:t>
      </w:r>
      <w:r>
        <w:rPr>
          <w:rFonts w:ascii="Times New Roman" w:hAnsi="Times New Roman"/>
          <w:sz w:val="28"/>
          <w:szCs w:val="28"/>
        </w:rPr>
        <w:t>5</w:t>
      </w:r>
      <w:r w:rsidRPr="00526265">
        <w:rPr>
          <w:rFonts w:ascii="Times New Roman" w:hAnsi="Times New Roman"/>
          <w:sz w:val="28"/>
          <w:szCs w:val="28"/>
        </w:rPr>
        <w:t xml:space="preserve"> рабочих дней.</w:t>
      </w:r>
    </w:p>
    <w:p w:rsidR="00EA60D2" w:rsidRPr="00526265" w:rsidRDefault="00EA60D2" w:rsidP="0076070C">
      <w:pPr>
        <w:shd w:val="clear" w:color="auto" w:fill="FFFFFF"/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26265">
        <w:rPr>
          <w:rFonts w:ascii="Times New Roman" w:hAnsi="Times New Roman"/>
          <w:sz w:val="28"/>
          <w:szCs w:val="28"/>
        </w:rPr>
        <w:t xml:space="preserve">2.3. </w:t>
      </w:r>
      <w:r w:rsidRPr="00526265">
        <w:rPr>
          <w:rFonts w:ascii="Times New Roman" w:hAnsi="Times New Roman"/>
          <w:color w:val="000000"/>
          <w:sz w:val="28"/>
          <w:szCs w:val="28"/>
        </w:rPr>
        <w:t xml:space="preserve">Организацией мероприятий по </w:t>
      </w:r>
      <w:r w:rsidRPr="00526265">
        <w:rPr>
          <w:rFonts w:ascii="Times New Roman" w:hAnsi="Times New Roman"/>
          <w:sz w:val="28"/>
          <w:szCs w:val="28"/>
        </w:rPr>
        <w:t xml:space="preserve">обеспечению твердым топливом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6265">
        <w:rPr>
          <w:rFonts w:ascii="Times New Roman" w:hAnsi="Times New Roman"/>
          <w:color w:val="000000"/>
          <w:sz w:val="28"/>
          <w:szCs w:val="28"/>
        </w:rPr>
        <w:t xml:space="preserve">занимается </w:t>
      </w:r>
      <w:r w:rsidRPr="00526265">
        <w:rPr>
          <w:rFonts w:ascii="Times New Roman" w:hAnsi="Times New Roman"/>
          <w:bCs/>
          <w:color w:val="000000"/>
          <w:sz w:val="28"/>
          <w:szCs w:val="28"/>
        </w:rPr>
        <w:t xml:space="preserve">комиссия, которая </w:t>
      </w:r>
      <w:r w:rsidRPr="00526265">
        <w:rPr>
          <w:rFonts w:ascii="Times New Roman" w:hAnsi="Times New Roman"/>
          <w:color w:val="000000"/>
          <w:sz w:val="28"/>
          <w:szCs w:val="28"/>
        </w:rPr>
        <w:t xml:space="preserve">является коллегиальным органом 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526265">
        <w:rPr>
          <w:rFonts w:ascii="Times New Roman" w:hAnsi="Times New Roman"/>
          <w:color w:val="000000"/>
          <w:sz w:val="28"/>
          <w:szCs w:val="28"/>
        </w:rPr>
        <w:t xml:space="preserve">дминистрации Омутнинского района. </w:t>
      </w:r>
    </w:p>
    <w:p w:rsidR="00EA60D2" w:rsidRPr="00526265" w:rsidRDefault="00EA60D2" w:rsidP="0076070C">
      <w:pPr>
        <w:pStyle w:val="ListParagraph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sz w:val="28"/>
          <w:szCs w:val="28"/>
        </w:rPr>
        <w:t xml:space="preserve">Председатель комиссии не позднее </w:t>
      </w:r>
      <w:r>
        <w:rPr>
          <w:rFonts w:ascii="Times New Roman" w:hAnsi="Times New Roman"/>
          <w:sz w:val="28"/>
          <w:szCs w:val="28"/>
        </w:rPr>
        <w:t>двух</w:t>
      </w:r>
      <w:r w:rsidRPr="00526265">
        <w:rPr>
          <w:rFonts w:ascii="Times New Roman" w:hAnsi="Times New Roman"/>
          <w:sz w:val="28"/>
          <w:szCs w:val="28"/>
        </w:rPr>
        <w:t xml:space="preserve"> рабочих дней со дня поступления заявления созывает заседание комиссии для рассмотрения заявления и установления потребности Заявителя в твердом топливе, по результатам которого оформляется протокол.</w:t>
      </w:r>
    </w:p>
    <w:p w:rsidR="00EA60D2" w:rsidRPr="00526265" w:rsidRDefault="00EA60D2" w:rsidP="0076070C">
      <w:pPr>
        <w:pStyle w:val="ListParagraph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sz w:val="28"/>
          <w:szCs w:val="28"/>
        </w:rPr>
        <w:t>Решение комиссии оформляется протоколом не позднее одного рабочего дня со дня проведения заседания комиссии.</w:t>
      </w:r>
    </w:p>
    <w:p w:rsidR="00EA60D2" w:rsidRPr="00526265" w:rsidRDefault="00EA60D2" w:rsidP="0076070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sz w:val="28"/>
          <w:szCs w:val="28"/>
        </w:rPr>
        <w:t>Комиссия принимает одно из следующих решений:</w:t>
      </w:r>
    </w:p>
    <w:p w:rsidR="00EA60D2" w:rsidRPr="00526265" w:rsidRDefault="00EA60D2" w:rsidP="0076070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sz w:val="28"/>
          <w:szCs w:val="28"/>
        </w:rPr>
        <w:t>- об отказе в обеспечении твёрдым топливом;</w:t>
      </w:r>
    </w:p>
    <w:p w:rsidR="00EA60D2" w:rsidRPr="00526265" w:rsidRDefault="00EA60D2" w:rsidP="0076070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sz w:val="28"/>
          <w:szCs w:val="28"/>
        </w:rPr>
        <w:t>- об обеспечении твердым топливом</w:t>
      </w:r>
    </w:p>
    <w:p w:rsidR="00EA60D2" w:rsidRPr="00526265" w:rsidRDefault="00EA60D2" w:rsidP="0076070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sz w:val="28"/>
          <w:szCs w:val="28"/>
        </w:rPr>
        <w:t>О принятом решении Заявитель уведомляется секретарем комиссии не позднее следующего рабочего дня после оформления протокола</w:t>
      </w:r>
      <w:r>
        <w:rPr>
          <w:rFonts w:ascii="Times New Roman" w:hAnsi="Times New Roman"/>
          <w:sz w:val="28"/>
          <w:szCs w:val="28"/>
        </w:rPr>
        <w:t>,</w:t>
      </w:r>
      <w:r w:rsidRPr="00526265">
        <w:rPr>
          <w:rFonts w:ascii="Times New Roman" w:hAnsi="Times New Roman"/>
          <w:sz w:val="28"/>
          <w:szCs w:val="28"/>
        </w:rPr>
        <w:t xml:space="preserve"> путем направления в его адрес </w:t>
      </w:r>
      <w:r>
        <w:rPr>
          <w:rFonts w:ascii="Times New Roman" w:hAnsi="Times New Roman"/>
          <w:sz w:val="28"/>
          <w:szCs w:val="28"/>
        </w:rPr>
        <w:t>информации,</w:t>
      </w:r>
      <w:r w:rsidRPr="00526265">
        <w:rPr>
          <w:rFonts w:ascii="Times New Roman" w:hAnsi="Times New Roman"/>
          <w:sz w:val="28"/>
          <w:szCs w:val="28"/>
        </w:rPr>
        <w:t xml:space="preserve"> способом,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6265">
        <w:rPr>
          <w:rFonts w:ascii="Times New Roman" w:hAnsi="Times New Roman"/>
          <w:sz w:val="28"/>
          <w:szCs w:val="28"/>
        </w:rPr>
        <w:t xml:space="preserve"> указанным в заявлении.</w:t>
      </w:r>
    </w:p>
    <w:p w:rsidR="00EA60D2" w:rsidRPr="00526265" w:rsidRDefault="00EA60D2" w:rsidP="0076070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4</w:t>
      </w:r>
      <w:r w:rsidRPr="00526265">
        <w:rPr>
          <w:rFonts w:ascii="Times New Roman" w:hAnsi="Times New Roman"/>
          <w:sz w:val="28"/>
          <w:szCs w:val="28"/>
        </w:rPr>
        <w:t xml:space="preserve">. При </w:t>
      </w:r>
      <w:r>
        <w:rPr>
          <w:rFonts w:ascii="Times New Roman" w:hAnsi="Times New Roman"/>
          <w:sz w:val="28"/>
          <w:szCs w:val="28"/>
        </w:rPr>
        <w:t>принятии решения об обеспечении твердым топливом  заявитель включается в реестр</w:t>
      </w:r>
      <w:r w:rsidRPr="00526265">
        <w:rPr>
          <w:rFonts w:ascii="Times New Roman" w:hAnsi="Times New Roman"/>
          <w:sz w:val="28"/>
          <w:szCs w:val="28"/>
        </w:rPr>
        <w:t xml:space="preserve"> лиц подлежащих обеспечени</w:t>
      </w:r>
      <w:r>
        <w:rPr>
          <w:rFonts w:ascii="Times New Roman" w:hAnsi="Times New Roman"/>
          <w:sz w:val="28"/>
          <w:szCs w:val="28"/>
        </w:rPr>
        <w:t>ем твердым топливом</w:t>
      </w:r>
      <w:r w:rsidRPr="00526265">
        <w:rPr>
          <w:rFonts w:ascii="Times New Roman" w:hAnsi="Times New Roman"/>
          <w:sz w:val="28"/>
          <w:szCs w:val="28"/>
        </w:rPr>
        <w:t>.</w:t>
      </w:r>
    </w:p>
    <w:p w:rsidR="00EA60D2" w:rsidRPr="00491564" w:rsidRDefault="00EA60D2" w:rsidP="0049156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52626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26265">
        <w:rPr>
          <w:rFonts w:ascii="Times New Roman" w:hAnsi="Times New Roman" w:cs="Times New Roman"/>
          <w:sz w:val="28"/>
          <w:szCs w:val="28"/>
        </w:rPr>
        <w:t xml:space="preserve">. </w:t>
      </w:r>
      <w:r w:rsidRPr="0049156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Основаниями для отказа в предоставлении меры социальной поддержки в виде обеспечения твердым топливом являются:</w:t>
      </w:r>
    </w:p>
    <w:p w:rsidR="00EA60D2" w:rsidRPr="00491564" w:rsidRDefault="00EA60D2" w:rsidP="0049156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2.5</w:t>
      </w:r>
      <w:r w:rsidRPr="0049156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.1. Документы, указанные в пункте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2.1</w:t>
      </w:r>
      <w:r w:rsidRPr="0049156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настоящих Порядка и условий, представлены не в полном объеме.</w:t>
      </w:r>
    </w:p>
    <w:p w:rsidR="00EA60D2" w:rsidRPr="00491564" w:rsidRDefault="00EA60D2" w:rsidP="0049156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2.5</w:t>
      </w:r>
      <w:r w:rsidRPr="0049156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.2. Несоответствие заявителя условиям, установленным пунктами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</w:t>
      </w:r>
      <w:r w:rsidRPr="0049156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2-1.4</w:t>
      </w:r>
      <w:r w:rsidRPr="0049156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настоящих Порядка и условий.</w:t>
      </w:r>
    </w:p>
    <w:p w:rsidR="00EA60D2" w:rsidRPr="00491564" w:rsidRDefault="00EA60D2" w:rsidP="0049156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2.5</w:t>
      </w:r>
      <w:r w:rsidRPr="0049156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.3. Отсутствие места жительства (пребывания) заявителя на территории муниципального образования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Омутнинский</w:t>
      </w:r>
      <w:r w:rsidRPr="0049156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муниципальный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район</w:t>
      </w:r>
      <w:r w:rsidRPr="0049156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Кировской области.</w:t>
      </w:r>
    </w:p>
    <w:p w:rsidR="00EA60D2" w:rsidRPr="00491564" w:rsidRDefault="00EA60D2" w:rsidP="0049156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2.5</w:t>
      </w:r>
      <w:r w:rsidRPr="0049156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.4. Предоставление заявителю меры социальной поддержки в виде обеспечения твердым топливом по месту жительства (в случае, если представлены документы на меру социальной поддержки в виде обеспечения твердым топливом по месту пребывания).</w:t>
      </w:r>
    </w:p>
    <w:p w:rsidR="00EA60D2" w:rsidRPr="00491564" w:rsidRDefault="00EA60D2" w:rsidP="0049156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2.5</w:t>
      </w:r>
      <w:r w:rsidRPr="0049156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.5. В представленных документах выявлены недостоверная или искаженная информация, а также исправления, не заверенные в установленном порядке.</w:t>
      </w:r>
    </w:p>
    <w:p w:rsidR="00EA60D2" w:rsidRDefault="00EA60D2" w:rsidP="007607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</w:t>
      </w:r>
      <w:r w:rsidRPr="00526265">
        <w:rPr>
          <w:rFonts w:ascii="Times New Roman" w:hAnsi="Times New Roman"/>
          <w:sz w:val="28"/>
          <w:szCs w:val="28"/>
        </w:rPr>
        <w:t xml:space="preserve"> представлени</w:t>
      </w:r>
      <w:r>
        <w:rPr>
          <w:rFonts w:ascii="Times New Roman" w:hAnsi="Times New Roman"/>
          <w:sz w:val="28"/>
          <w:szCs w:val="28"/>
        </w:rPr>
        <w:t>я</w:t>
      </w:r>
      <w:r w:rsidRPr="00526265">
        <w:rPr>
          <w:rFonts w:ascii="Times New Roman" w:hAnsi="Times New Roman"/>
          <w:sz w:val="28"/>
          <w:szCs w:val="28"/>
        </w:rPr>
        <w:t xml:space="preserve"> неполного пакета документов, указанных в пункте 2.</w:t>
      </w:r>
      <w:r>
        <w:rPr>
          <w:rFonts w:ascii="Times New Roman" w:hAnsi="Times New Roman"/>
          <w:sz w:val="28"/>
          <w:szCs w:val="28"/>
        </w:rPr>
        <w:t>1</w:t>
      </w:r>
      <w:r w:rsidRPr="00526265">
        <w:rPr>
          <w:rFonts w:ascii="Times New Roman" w:hAnsi="Times New Roman"/>
          <w:sz w:val="28"/>
          <w:szCs w:val="28"/>
        </w:rPr>
        <w:t>. настоящего Порядк</w:t>
      </w:r>
      <w:r>
        <w:rPr>
          <w:rFonts w:ascii="Times New Roman" w:hAnsi="Times New Roman"/>
          <w:sz w:val="28"/>
          <w:szCs w:val="28"/>
        </w:rPr>
        <w:t>а</w:t>
      </w:r>
      <w:r w:rsidRPr="00526265">
        <w:rPr>
          <w:rFonts w:ascii="Times New Roman" w:hAnsi="Times New Roman"/>
          <w:sz w:val="28"/>
          <w:szCs w:val="28"/>
        </w:rPr>
        <w:t xml:space="preserve"> заявитель имеет право повторного обращения с заявлением.</w:t>
      </w:r>
    </w:p>
    <w:p w:rsidR="00EA60D2" w:rsidRPr="00526265" w:rsidRDefault="00EA60D2" w:rsidP="007607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 О</w:t>
      </w:r>
      <w:r w:rsidRPr="00526265">
        <w:rPr>
          <w:rFonts w:ascii="Times New Roman" w:hAnsi="Times New Roman"/>
          <w:sz w:val="28"/>
          <w:szCs w:val="28"/>
        </w:rPr>
        <w:t>беспечени</w:t>
      </w:r>
      <w:r>
        <w:rPr>
          <w:rFonts w:ascii="Times New Roman" w:hAnsi="Times New Roman"/>
          <w:sz w:val="28"/>
          <w:szCs w:val="28"/>
        </w:rPr>
        <w:t>е  твердым топливом осуществляется поставщиком, определенным по результатам электронного аукциона, в сроки, установленные муниципальным контрактом.</w:t>
      </w:r>
    </w:p>
    <w:p w:rsidR="00EA60D2" w:rsidRPr="00BE6AB8" w:rsidRDefault="00EA60D2" w:rsidP="00526265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</w:t>
      </w:r>
    </w:p>
    <w:sectPr w:rsidR="00EA60D2" w:rsidRPr="00BE6AB8" w:rsidSect="001F16D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0D2" w:rsidRDefault="00EA60D2" w:rsidP="001F16D0">
      <w:pPr>
        <w:spacing w:after="0" w:line="240" w:lineRule="auto"/>
      </w:pPr>
      <w:r>
        <w:separator/>
      </w:r>
    </w:p>
  </w:endnote>
  <w:endnote w:type="continuationSeparator" w:id="0">
    <w:p w:rsidR="00EA60D2" w:rsidRDefault="00EA60D2" w:rsidP="001F1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0D2" w:rsidRDefault="00EA60D2" w:rsidP="001F16D0">
      <w:pPr>
        <w:spacing w:after="0" w:line="240" w:lineRule="auto"/>
      </w:pPr>
      <w:r>
        <w:separator/>
      </w:r>
    </w:p>
  </w:footnote>
  <w:footnote w:type="continuationSeparator" w:id="0">
    <w:p w:rsidR="00EA60D2" w:rsidRDefault="00EA60D2" w:rsidP="001F16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0D2" w:rsidRDefault="00EA60D2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EA60D2" w:rsidRDefault="00EA60D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99342F"/>
    <w:multiLevelType w:val="multilevel"/>
    <w:tmpl w:val="3A8C65F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585"/>
    <w:rsid w:val="00053DAE"/>
    <w:rsid w:val="000573BF"/>
    <w:rsid w:val="000A0633"/>
    <w:rsid w:val="000C75AF"/>
    <w:rsid w:val="000E6D11"/>
    <w:rsid w:val="00100B9F"/>
    <w:rsid w:val="00116401"/>
    <w:rsid w:val="001304E2"/>
    <w:rsid w:val="001424EB"/>
    <w:rsid w:val="00184585"/>
    <w:rsid w:val="001F16D0"/>
    <w:rsid w:val="002256B3"/>
    <w:rsid w:val="0025284A"/>
    <w:rsid w:val="00293ED1"/>
    <w:rsid w:val="003547DC"/>
    <w:rsid w:val="003A6B54"/>
    <w:rsid w:val="00433923"/>
    <w:rsid w:val="00491564"/>
    <w:rsid w:val="004A3746"/>
    <w:rsid w:val="004B6788"/>
    <w:rsid w:val="004C10D2"/>
    <w:rsid w:val="004E431E"/>
    <w:rsid w:val="004E6E1F"/>
    <w:rsid w:val="00526265"/>
    <w:rsid w:val="005351C6"/>
    <w:rsid w:val="00540172"/>
    <w:rsid w:val="00554D08"/>
    <w:rsid w:val="005831A6"/>
    <w:rsid w:val="005B545F"/>
    <w:rsid w:val="005C30F5"/>
    <w:rsid w:val="00640937"/>
    <w:rsid w:val="00695DFA"/>
    <w:rsid w:val="006A2CFE"/>
    <w:rsid w:val="006F186F"/>
    <w:rsid w:val="006F30E7"/>
    <w:rsid w:val="0076070C"/>
    <w:rsid w:val="00776C9C"/>
    <w:rsid w:val="007B29D8"/>
    <w:rsid w:val="007D394D"/>
    <w:rsid w:val="00872E0C"/>
    <w:rsid w:val="0088233B"/>
    <w:rsid w:val="008C45C8"/>
    <w:rsid w:val="008F4CA3"/>
    <w:rsid w:val="009304B6"/>
    <w:rsid w:val="009D15F5"/>
    <w:rsid w:val="00A006E4"/>
    <w:rsid w:val="00A03DDF"/>
    <w:rsid w:val="00A5424C"/>
    <w:rsid w:val="00A63A41"/>
    <w:rsid w:val="00A84340"/>
    <w:rsid w:val="00A944C9"/>
    <w:rsid w:val="00AB5E14"/>
    <w:rsid w:val="00AD5F44"/>
    <w:rsid w:val="00B156DA"/>
    <w:rsid w:val="00B537A4"/>
    <w:rsid w:val="00BC2AAA"/>
    <w:rsid w:val="00BE6AB8"/>
    <w:rsid w:val="00BF170E"/>
    <w:rsid w:val="00BF78FB"/>
    <w:rsid w:val="00C0319A"/>
    <w:rsid w:val="00C92781"/>
    <w:rsid w:val="00D7581F"/>
    <w:rsid w:val="00D800F7"/>
    <w:rsid w:val="00DA6286"/>
    <w:rsid w:val="00E16421"/>
    <w:rsid w:val="00E20A35"/>
    <w:rsid w:val="00E2551F"/>
    <w:rsid w:val="00EA60D2"/>
    <w:rsid w:val="00EE12D5"/>
    <w:rsid w:val="00F20E01"/>
    <w:rsid w:val="00F35B8F"/>
    <w:rsid w:val="00F94E7E"/>
    <w:rsid w:val="00FE303B"/>
    <w:rsid w:val="00FF6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6D0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84585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ListParagraph">
    <w:name w:val="List Paragraph"/>
    <w:basedOn w:val="Normal"/>
    <w:uiPriority w:val="99"/>
    <w:qFormat/>
    <w:rsid w:val="001F16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1F1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16D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F1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16D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438</TotalTime>
  <Pages>5</Pages>
  <Words>1001</Words>
  <Characters>5711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KirillovKS</dc:creator>
  <cp:keywords/>
  <dc:description/>
  <cp:lastModifiedBy>ucom06</cp:lastModifiedBy>
  <cp:revision>15</cp:revision>
  <cp:lastPrinted>2023-03-21T07:07:00Z</cp:lastPrinted>
  <dcterms:created xsi:type="dcterms:W3CDTF">2023-02-16T08:33:00Z</dcterms:created>
  <dcterms:modified xsi:type="dcterms:W3CDTF">2023-03-21T10:34:00Z</dcterms:modified>
</cp:coreProperties>
</file>