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FC2" w:rsidRDefault="007B4FC2" w:rsidP="00106C37">
      <w:pPr>
        <w:ind w:left="5245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18.7pt;margin-top:-29.25pt;width:33pt;height:16.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" stroked="f" strokeweight="1pt"/>
        </w:pict>
      </w:r>
      <w:r>
        <w:rPr>
          <w:rFonts w:ascii="Times New Roman" w:hAnsi="Times New Roman"/>
          <w:sz w:val="28"/>
          <w:szCs w:val="28"/>
        </w:rPr>
        <w:t>Приложение № 1</w:t>
      </w:r>
    </w:p>
    <w:p w:rsidR="007B4FC2" w:rsidRDefault="007B4FC2" w:rsidP="007F378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7B4FC2" w:rsidRDefault="007B4FC2" w:rsidP="007F378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07.08.2023 № 467</w:t>
      </w:r>
    </w:p>
    <w:p w:rsidR="007B4FC2" w:rsidRPr="00C32347" w:rsidRDefault="007B4FC2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7B4FC2" w:rsidRDefault="007B4FC2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bookmarkStart w:id="0" w:name="_GoBack"/>
      <w:bookmarkEnd w:id="0"/>
    </w:p>
    <w:p w:rsidR="007B4FC2" w:rsidRPr="000A77E1" w:rsidRDefault="007B4FC2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0A77E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A77E1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7E1">
        <w:rPr>
          <w:rFonts w:ascii="Times New Roman" w:hAnsi="Times New Roman" w:cs="Times New Roman"/>
          <w:sz w:val="28"/>
          <w:szCs w:val="28"/>
        </w:rPr>
        <w:t>Омутнинского района Кировской области» на 2021-2025 годы</w:t>
      </w:r>
    </w:p>
    <w:p w:rsidR="007B4FC2" w:rsidRPr="00C32347" w:rsidRDefault="007B4FC2" w:rsidP="00821E00">
      <w:pPr>
        <w:jc w:val="center"/>
        <w:rPr>
          <w:rFonts w:ascii="Times New Roman" w:hAnsi="Times New Roman"/>
          <w:sz w:val="48"/>
          <w:szCs w:val="4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7B4FC2" w:rsidRPr="004D1EE6" w:rsidTr="006714EB">
        <w:tc>
          <w:tcPr>
            <w:tcW w:w="3652" w:type="dxa"/>
          </w:tcPr>
          <w:p w:rsidR="007B4FC2" w:rsidRPr="00292DB6" w:rsidRDefault="007B4FC2" w:rsidP="006714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812" w:type="dxa"/>
          </w:tcPr>
          <w:p w:rsidR="007B4FC2" w:rsidRPr="004D1EE6" w:rsidRDefault="007B4FC2" w:rsidP="00B14B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EE6">
              <w:rPr>
                <w:rFonts w:ascii="Times New Roman" w:hAnsi="Times New Roman"/>
                <w:bCs/>
                <w:iCs/>
                <w:sz w:val="28"/>
              </w:rPr>
              <w:t>2 977 977,188</w:t>
            </w:r>
            <w:r w:rsidRPr="004D1EE6">
              <w:rPr>
                <w:rFonts w:ascii="Times New Roman" w:hAnsi="Times New Roman"/>
                <w:b/>
                <w:bCs/>
                <w:iCs/>
                <w:sz w:val="28"/>
              </w:rPr>
              <w:t xml:space="preserve"> </w:t>
            </w:r>
            <w:r w:rsidRPr="004D1EE6">
              <w:rPr>
                <w:rFonts w:ascii="Times New Roman" w:hAnsi="Times New Roman"/>
                <w:bCs/>
                <w:iCs/>
                <w:sz w:val="28"/>
              </w:rPr>
              <w:t>тыс. рублей, в том числе за счет средств федерального бюджета - 173 458,567   тыс. рублей, областного бюджета 1 502 063,222</w:t>
            </w:r>
            <w:r w:rsidRPr="004D1EE6">
              <w:rPr>
                <w:rFonts w:ascii="Times New Roman" w:hAnsi="Times New Roman"/>
                <w:bCs/>
                <w:iCs/>
                <w:color w:val="FF0000"/>
                <w:sz w:val="28"/>
              </w:rPr>
              <w:t xml:space="preserve"> </w:t>
            </w:r>
            <w:r w:rsidRPr="004D1EE6">
              <w:rPr>
                <w:rFonts w:ascii="Times New Roman" w:hAnsi="Times New Roman"/>
                <w:bCs/>
                <w:iCs/>
                <w:sz w:val="28"/>
              </w:rPr>
              <w:t>тыс. рублей, районного бюджета - 1 302 455,399 тыс. рублей</w:t>
            </w:r>
          </w:p>
        </w:tc>
      </w:tr>
    </w:tbl>
    <w:p w:rsidR="007B4FC2" w:rsidRPr="009A3AA0" w:rsidRDefault="007B4FC2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7B4FC2" w:rsidRDefault="007B4FC2">
      <w:pPr>
        <w:spacing w:after="160" w:line="259" w:lineRule="auto"/>
      </w:pPr>
    </w:p>
    <w:sectPr w:rsidR="007B4FC2" w:rsidSect="000D5B2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FC2" w:rsidRDefault="007B4FC2" w:rsidP="009E18CA">
      <w:pPr>
        <w:spacing w:after="0" w:line="240" w:lineRule="auto"/>
      </w:pPr>
      <w:r>
        <w:separator/>
      </w:r>
    </w:p>
  </w:endnote>
  <w:endnote w:type="continuationSeparator" w:id="0">
    <w:p w:rsidR="007B4FC2" w:rsidRDefault="007B4FC2" w:rsidP="009E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FC2" w:rsidRDefault="007B4FC2" w:rsidP="009E18CA">
      <w:pPr>
        <w:spacing w:after="0" w:line="240" w:lineRule="auto"/>
      </w:pPr>
      <w:r>
        <w:separator/>
      </w:r>
    </w:p>
  </w:footnote>
  <w:footnote w:type="continuationSeparator" w:id="0">
    <w:p w:rsidR="007B4FC2" w:rsidRDefault="007B4FC2" w:rsidP="009E1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C2" w:rsidRDefault="007B4FC2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7B4FC2" w:rsidRDefault="007B4F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2EB"/>
    <w:rsid w:val="00033B90"/>
    <w:rsid w:val="00047002"/>
    <w:rsid w:val="000A72EB"/>
    <w:rsid w:val="000A77E1"/>
    <w:rsid w:val="000C6681"/>
    <w:rsid w:val="000D5B28"/>
    <w:rsid w:val="000F5BF4"/>
    <w:rsid w:val="00106C37"/>
    <w:rsid w:val="00110504"/>
    <w:rsid w:val="001469AE"/>
    <w:rsid w:val="00175DEC"/>
    <w:rsid w:val="001C35BE"/>
    <w:rsid w:val="00241D67"/>
    <w:rsid w:val="00250AB8"/>
    <w:rsid w:val="00285846"/>
    <w:rsid w:val="00290C33"/>
    <w:rsid w:val="00292DB6"/>
    <w:rsid w:val="002E094B"/>
    <w:rsid w:val="003F41AF"/>
    <w:rsid w:val="004908A0"/>
    <w:rsid w:val="004A528A"/>
    <w:rsid w:val="004D1EE6"/>
    <w:rsid w:val="004D3035"/>
    <w:rsid w:val="004F672A"/>
    <w:rsid w:val="00534481"/>
    <w:rsid w:val="0055224D"/>
    <w:rsid w:val="005E1F98"/>
    <w:rsid w:val="00664ECC"/>
    <w:rsid w:val="006714EB"/>
    <w:rsid w:val="006A4796"/>
    <w:rsid w:val="00710E87"/>
    <w:rsid w:val="00740372"/>
    <w:rsid w:val="00750DFB"/>
    <w:rsid w:val="0075568E"/>
    <w:rsid w:val="0076387D"/>
    <w:rsid w:val="007B4FC2"/>
    <w:rsid w:val="007F378F"/>
    <w:rsid w:val="00821E00"/>
    <w:rsid w:val="0086072C"/>
    <w:rsid w:val="00890957"/>
    <w:rsid w:val="00892C6C"/>
    <w:rsid w:val="009110B6"/>
    <w:rsid w:val="00914515"/>
    <w:rsid w:val="0094572F"/>
    <w:rsid w:val="009A0373"/>
    <w:rsid w:val="009A3AA0"/>
    <w:rsid w:val="009C73E7"/>
    <w:rsid w:val="009D10BF"/>
    <w:rsid w:val="009E18CA"/>
    <w:rsid w:val="009E24E0"/>
    <w:rsid w:val="00A74BBB"/>
    <w:rsid w:val="00B14B5A"/>
    <w:rsid w:val="00B541BF"/>
    <w:rsid w:val="00B63442"/>
    <w:rsid w:val="00B757CF"/>
    <w:rsid w:val="00BC1C0C"/>
    <w:rsid w:val="00BD41CA"/>
    <w:rsid w:val="00C132F5"/>
    <w:rsid w:val="00C32347"/>
    <w:rsid w:val="00C55D20"/>
    <w:rsid w:val="00CE77B7"/>
    <w:rsid w:val="00CF3B28"/>
    <w:rsid w:val="00CF78D5"/>
    <w:rsid w:val="00D63C59"/>
    <w:rsid w:val="00D6621B"/>
    <w:rsid w:val="00EE06EC"/>
    <w:rsid w:val="00EE24CC"/>
    <w:rsid w:val="00F0640D"/>
    <w:rsid w:val="00F31577"/>
    <w:rsid w:val="00F77E45"/>
    <w:rsid w:val="00FA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6C37"/>
    <w:rPr>
      <w:rFonts w:ascii="Times New Roman" w:hAnsi="Times New Roman" w:cs="Times New Roman"/>
      <w:b/>
      <w:bCs/>
      <w:kern w:val="36"/>
      <w:sz w:val="48"/>
      <w:szCs w:val="48"/>
      <w:lang/>
    </w:rPr>
  </w:style>
  <w:style w:type="paragraph" w:customStyle="1" w:styleId="ConsPlusTitle">
    <w:name w:val="ConsPlusTitle"/>
    <w:uiPriority w:val="99"/>
    <w:rsid w:val="000A72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A72E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106C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41AF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1AF"/>
    <w:rPr>
      <w:rFonts w:ascii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9E1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18C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1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E18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1</Pages>
  <Words>79</Words>
  <Characters>453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uadm04</cp:lastModifiedBy>
  <cp:revision>6</cp:revision>
  <cp:lastPrinted>2023-08-10T05:44:00Z</cp:lastPrinted>
  <dcterms:created xsi:type="dcterms:W3CDTF">2023-08-02T07:27:00Z</dcterms:created>
  <dcterms:modified xsi:type="dcterms:W3CDTF">2023-08-11T07:21:00Z</dcterms:modified>
</cp:coreProperties>
</file>