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F0" w:rsidRPr="0086251A" w:rsidRDefault="001511F0" w:rsidP="0086251A">
      <w:pPr>
        <w:ind w:left="5245"/>
        <w:jc w:val="both"/>
        <w:rPr>
          <w:sz w:val="28"/>
          <w:szCs w:val="28"/>
        </w:rPr>
      </w:pPr>
      <w:r w:rsidRPr="0086251A">
        <w:rPr>
          <w:sz w:val="28"/>
          <w:szCs w:val="28"/>
        </w:rPr>
        <w:t>Приложение № 1</w:t>
      </w:r>
    </w:p>
    <w:p w:rsidR="001511F0" w:rsidRPr="0086251A" w:rsidRDefault="001511F0" w:rsidP="0086251A">
      <w:pPr>
        <w:ind w:left="5245"/>
        <w:jc w:val="both"/>
        <w:rPr>
          <w:sz w:val="28"/>
          <w:szCs w:val="28"/>
        </w:rPr>
      </w:pPr>
    </w:p>
    <w:p w:rsidR="001511F0" w:rsidRPr="0086251A" w:rsidRDefault="001511F0" w:rsidP="0086251A">
      <w:pPr>
        <w:ind w:left="5245"/>
        <w:jc w:val="both"/>
        <w:rPr>
          <w:sz w:val="28"/>
          <w:szCs w:val="28"/>
        </w:rPr>
      </w:pPr>
      <w:r w:rsidRPr="0086251A">
        <w:rPr>
          <w:sz w:val="28"/>
          <w:szCs w:val="28"/>
        </w:rPr>
        <w:t xml:space="preserve">к постановлению администрации муниципального образования Омутнинский муниципальный район Кировской области </w:t>
      </w:r>
    </w:p>
    <w:p w:rsidR="001511F0" w:rsidRDefault="001511F0" w:rsidP="0086251A">
      <w:pPr>
        <w:ind w:left="5245"/>
        <w:jc w:val="both"/>
      </w:pPr>
      <w:r w:rsidRPr="0086251A">
        <w:rPr>
          <w:sz w:val="28"/>
          <w:szCs w:val="28"/>
        </w:rPr>
        <w:t xml:space="preserve">от  </w:t>
      </w:r>
      <w:r>
        <w:rPr>
          <w:sz w:val="28"/>
          <w:szCs w:val="28"/>
        </w:rPr>
        <w:t>18.01.2024</w:t>
      </w:r>
      <w:r w:rsidRPr="008625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6251A">
        <w:rPr>
          <w:sz w:val="28"/>
          <w:szCs w:val="28"/>
        </w:rPr>
        <w:t>№</w:t>
      </w:r>
      <w:r>
        <w:t xml:space="preserve">  21</w:t>
      </w:r>
    </w:p>
    <w:p w:rsidR="001511F0" w:rsidRDefault="001511F0" w:rsidP="0086251A">
      <w:pPr>
        <w:jc w:val="both"/>
      </w:pPr>
      <w:r>
        <w:t xml:space="preserve"> </w:t>
      </w:r>
    </w:p>
    <w:p w:rsidR="001511F0" w:rsidRDefault="001511F0" w:rsidP="0086251A">
      <w:pPr>
        <w:jc w:val="both"/>
      </w:pPr>
    </w:p>
    <w:p w:rsidR="001511F0" w:rsidRDefault="001511F0" w:rsidP="0086251A">
      <w:pPr>
        <w:jc w:val="both"/>
      </w:pPr>
    </w:p>
    <w:p w:rsidR="001511F0" w:rsidRDefault="001511F0" w:rsidP="007437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1511F0" w:rsidRDefault="001511F0" w:rsidP="007437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Омутнинского района Кировской области</w:t>
      </w:r>
    </w:p>
    <w:p w:rsidR="001511F0" w:rsidRDefault="001511F0" w:rsidP="007437D8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«Управление муниципальным имуществом и земельными ресурсами </w:t>
      </w:r>
    </w:p>
    <w:p w:rsidR="001511F0" w:rsidRDefault="001511F0" w:rsidP="007437D8">
      <w:pPr>
        <w:widowControl w:val="0"/>
        <w:tabs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на территории Омутнинского района Кировской области»</w:t>
      </w:r>
    </w:p>
    <w:p w:rsidR="001511F0" w:rsidRDefault="001511F0" w:rsidP="007437D8">
      <w:pPr>
        <w:widowControl w:val="0"/>
        <w:tabs>
          <w:tab w:val="left" w:pos="993"/>
          <w:tab w:val="center" w:pos="4677"/>
          <w:tab w:val="left" w:pos="6502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на 2021 - 2026 годы»</w:t>
      </w:r>
      <w:r>
        <w:rPr>
          <w:sz w:val="28"/>
          <w:szCs w:val="28"/>
        </w:rPr>
        <w:tab/>
      </w:r>
    </w:p>
    <w:tbl>
      <w:tblPr>
        <w:tblpPr w:leftFromText="180" w:rightFromText="180" w:vertAnchor="text" w:horzAnchor="margin" w:tblpY="252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488"/>
      </w:tblGrid>
      <w:tr w:rsidR="001511F0" w:rsidRPr="00C032B3" w:rsidTr="00662DE4">
        <w:trPr>
          <w:trHeight w:val="400"/>
        </w:trPr>
        <w:tc>
          <w:tcPr>
            <w:tcW w:w="3052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Ответственный исполнитель муниципальной</w:t>
            </w:r>
            <w:r w:rsidRPr="00C032B3">
              <w:rPr>
                <w:sz w:val="28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6488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Управление муниципальным имуществом и земельными ресурсами администрации муниципального образования Омутнинский муниципальный район Кировской области (далее – УМИ и ЗР Омутнинского района)</w:t>
            </w:r>
          </w:p>
        </w:tc>
      </w:tr>
      <w:tr w:rsidR="001511F0" w:rsidRPr="00C032B3" w:rsidTr="00662DE4">
        <w:tc>
          <w:tcPr>
            <w:tcW w:w="3052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488" w:type="dxa"/>
            <w:vAlign w:val="center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отсутствуют </w:t>
            </w:r>
          </w:p>
        </w:tc>
      </w:tr>
      <w:tr w:rsidR="001511F0" w:rsidRPr="00C032B3" w:rsidTr="00662DE4">
        <w:tc>
          <w:tcPr>
            <w:tcW w:w="3052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Исполнитель муниципальной</w:t>
            </w:r>
            <w:r w:rsidRPr="00C032B3">
              <w:rPr>
                <w:sz w:val="28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6488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УМИ и ЗР Омутнинского района, 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сектор дорожного хозяйства администрации Омутнинского района.</w:t>
            </w:r>
          </w:p>
        </w:tc>
      </w:tr>
      <w:tr w:rsidR="001511F0" w:rsidRPr="00C032B3" w:rsidTr="00662DE4">
        <w:tc>
          <w:tcPr>
            <w:tcW w:w="3052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Участник муниципальной программы</w:t>
            </w:r>
          </w:p>
        </w:tc>
        <w:tc>
          <w:tcPr>
            <w:tcW w:w="6488" w:type="dxa"/>
            <w:vAlign w:val="center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отсутствуют</w:t>
            </w:r>
          </w:p>
        </w:tc>
      </w:tr>
      <w:tr w:rsidR="001511F0" w:rsidRPr="00C032B3" w:rsidTr="00662DE4">
        <w:tc>
          <w:tcPr>
            <w:tcW w:w="3052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Наименование подпрограмм                    (мероприятий)</w:t>
            </w:r>
          </w:p>
        </w:tc>
        <w:tc>
          <w:tcPr>
            <w:tcW w:w="6488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1. Мероприятие «Владение, пользование и распоряжение имуществом, находящимся в муниципальной собственности муниципального района».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2. Мероприятие «Дорожная деятельность в отношении автомобильных дорог местного значения и сооружений на них вне границ населенных пунктов  в границах муниципального района, автомобильных дорог общего пользования местного значения</w:t>
            </w:r>
            <w:r>
              <w:rPr>
                <w:sz w:val="28"/>
                <w:szCs w:val="28"/>
              </w:rPr>
              <w:t xml:space="preserve"> в границах населенных пунктов»</w:t>
            </w:r>
          </w:p>
        </w:tc>
      </w:tr>
      <w:tr w:rsidR="001511F0" w:rsidRPr="00C032B3" w:rsidTr="00662DE4">
        <w:tc>
          <w:tcPr>
            <w:tcW w:w="3052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Цели муниципальной программы           </w:t>
            </w:r>
          </w:p>
        </w:tc>
        <w:tc>
          <w:tcPr>
            <w:tcW w:w="6488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-обеспечение реализации полномочий в сфере управления и распоряжения имуществом;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-максимизация неналоговых доходов бюджета на основе эффективного управления муниципальной собственностью;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-совершенствование дорожной деятельности в отношении автомобильных дорог общего пользования местного значения и сооружений на них;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-повышение устойчивости гидротехнических сооружений, защита населения и объектов попадающих в зону  возможного затопления;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-защита имущественных интересов владельца водохранилища (опасного объекта) за причинение вреда в результате аварии;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-повышение качества коммунальных услуг;</w:t>
            </w:r>
          </w:p>
          <w:p w:rsidR="001511F0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обеспечение развития систем централизованного газоснабжения для существующего и нового строительства жилищного комплекса, а также объектов социально-культур</w:t>
            </w:r>
            <w:r>
              <w:rPr>
                <w:sz w:val="28"/>
                <w:szCs w:val="28"/>
              </w:rPr>
              <w:t>ного и промышленного назначения;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-удовлетворение потребности в транспортной перевозке населения</w:t>
            </w:r>
          </w:p>
        </w:tc>
      </w:tr>
      <w:tr w:rsidR="001511F0" w:rsidRPr="00C032B3" w:rsidTr="00662DE4">
        <w:tc>
          <w:tcPr>
            <w:tcW w:w="3052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Задачи муниципальной программы         </w:t>
            </w:r>
          </w:p>
        </w:tc>
        <w:tc>
          <w:tcPr>
            <w:tcW w:w="6488" w:type="dxa"/>
          </w:tcPr>
          <w:p w:rsidR="001511F0" w:rsidRPr="00C032B3" w:rsidRDefault="001511F0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-повышение эффективности использования муниципального имущества и земельных ресурсов;</w:t>
            </w:r>
          </w:p>
          <w:p w:rsidR="001511F0" w:rsidRPr="00C032B3" w:rsidRDefault="001511F0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-формирование системы учета и контроля за использованием и сохранностью муниципального имущества;</w:t>
            </w:r>
          </w:p>
          <w:p w:rsidR="001511F0" w:rsidRPr="00C032B3" w:rsidRDefault="001511F0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-оптимизация движимого и недвижимого имущества;</w:t>
            </w:r>
          </w:p>
          <w:p w:rsidR="001511F0" w:rsidRPr="00C032B3" w:rsidRDefault="001511F0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-осуществление полномочий администратора неналоговых доходов консолидированного бюджета Омутнинского района в пределах своей компетенции;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-обеспечение полноты поступлений в бюджет Омутнинского района части чистой прибыли муниципальных унитарных предприятий;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-осуществление контроля и проведение инвентаризации автомобильных дорог общего пользования и сооружений на них;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-улучшение технического состояния автомобильных дорог общего пользования и сооружений на них, сохранность дорог на территории муниципального образования Омутнинский муниципальный район Кировской области;</w:t>
            </w:r>
          </w:p>
          <w:p w:rsidR="001511F0" w:rsidRPr="00C032B3" w:rsidRDefault="001511F0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-осуществление земельного контроля за использованием земельных участков с соблюдением законодательства;</w:t>
            </w:r>
          </w:p>
          <w:p w:rsidR="001511F0" w:rsidRPr="00C032B3" w:rsidRDefault="001511F0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-осуществление контроля за своевременной оплатой арендной платы за использование земельных участков;</w:t>
            </w:r>
          </w:p>
          <w:p w:rsidR="001511F0" w:rsidRPr="00C032B3" w:rsidRDefault="001511F0" w:rsidP="00662DE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-обслуживание, страхование  водохранилищ;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-приведение к нормам безопасности существующих гидротехнических сооружений;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-модернизация объектов коммунальной инфраструктуры;</w:t>
            </w:r>
          </w:p>
          <w:p w:rsidR="001511F0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повышение надежности систем газоснабжения и обеспечение более комфортных условий проживания населения населенного пу</w:t>
            </w:r>
            <w:r>
              <w:rPr>
                <w:sz w:val="28"/>
                <w:szCs w:val="28"/>
              </w:rPr>
              <w:t>нкта;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регулярных и безаварийных перевозок пассажиров в границах муниципального района</w:t>
            </w:r>
          </w:p>
        </w:tc>
      </w:tr>
      <w:tr w:rsidR="001511F0" w:rsidRPr="00C032B3" w:rsidTr="00662DE4">
        <w:trPr>
          <w:trHeight w:val="400"/>
        </w:trPr>
        <w:tc>
          <w:tcPr>
            <w:tcW w:w="3052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Целевые     показатели      эффективности реализации муниципальной программы     </w:t>
            </w:r>
          </w:p>
        </w:tc>
        <w:tc>
          <w:tcPr>
            <w:tcW w:w="6488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-сокращение объема задолженности по доходам от сдачи в аренду земельных участков;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земельных участков, на которые оформлено право собственности;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-оформление документов для организации и проведения аукционов по продаже права на заключение договоров аренды на земельные участки;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земельных участков, предназначенных для предоставления в собственность бесплатно для многодетных семей;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-доля муниципальных учреждений и предприятий, в отношении которых проведены проверки использования муниципального имущества (в общем числе муниципальных учреждений и предприятий);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-процент поступления доходов от перечисления части прибыли, остающейся после уплаты налогов и иных обязательных платежей муниципальных унитарных предприятий (к плановым поступлениям);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 xml:space="preserve">-процент поступления доходов от приватизации и сдачи в аренду муниципального имущества </w:t>
            </w:r>
            <w:r w:rsidRPr="00C032B3">
              <w:rPr>
                <w:sz w:val="28"/>
                <w:szCs w:val="28"/>
              </w:rPr>
              <w:t>(к плановым поступлениям);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 xml:space="preserve">-процент поступления доходов от продажи и сдачи в аренду земельных участков, находящихся в муниципальной собственности </w:t>
            </w:r>
            <w:r w:rsidRPr="00C032B3">
              <w:rPr>
                <w:sz w:val="28"/>
                <w:szCs w:val="28"/>
              </w:rPr>
              <w:t>(к плановым поступлениям);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-количество жилых помещений, приобретаемых для детей-сирот и детей, оставшихся без попечения родителей (спецжилфонд);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созданных мест (площадок) накопления твердых коммунальных отходов;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обслуживаемых водохранилищ;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водохранилищ, подлежащих страхованию;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основного котельного и насосного оборудования (котлов, дымовых труб, насосов), смонтированных на источниках тепловой энергии в рамках подготовки систем коммунальной инфраструктуры к работе в осенне-зимний период;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>протяженность тепловых сетей, ремонт, строительство, реконструкция и (или) модернизация которых осуществлялись в рамках подготовки систем коммунальной инфраструктуры к работе в осенне-зимний период;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-количество уточненных в соответствии с действующим законодательством земельных участков в пределах кадастрового квартала с установленными на них (при наличии) объектами недвижимости;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>протяженность отремонтированных, построенных водопроводных сетей, а также водопроводных сетей, прошедших реконструкцию и (или) модернизацию в рамках подготовки систем коммунальной инфраструктуры к работе в осенне-зимний период;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>разработанные (актуализированные) схемы газоснабжения населенных пунктов;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>площадь ликвидированных скотомогильников;</w:t>
            </w:r>
          </w:p>
          <w:p w:rsidR="001511F0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>количество ликвидированных скотомогильников, в отношении которых установлены границы санитарно-защитных зон;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-количество пассажирского транспорта общего пользования;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-ремонт автомобильных дорог общего пользования местного значения;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-содержание автомобильных дорог общего пользования местного значения;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-приведение в нормативное состояние ис</w:t>
            </w:r>
            <w:r>
              <w:rPr>
                <w:rFonts w:cs="Arial"/>
                <w:sz w:val="28"/>
                <w:szCs w:val="28"/>
              </w:rPr>
              <w:t>кусственных дорожных сооружений</w:t>
            </w:r>
          </w:p>
        </w:tc>
      </w:tr>
      <w:tr w:rsidR="001511F0" w:rsidRPr="00C032B3" w:rsidTr="00662DE4">
        <w:trPr>
          <w:trHeight w:val="400"/>
        </w:trPr>
        <w:tc>
          <w:tcPr>
            <w:tcW w:w="3052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Этапы и сроки реализации  муниципальной программы                                </w:t>
            </w:r>
          </w:p>
        </w:tc>
        <w:tc>
          <w:tcPr>
            <w:tcW w:w="6488" w:type="dxa"/>
            <w:vAlign w:val="center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разделение реализации программы на этапы не предусматривается</w:t>
            </w:r>
          </w:p>
          <w:p w:rsidR="001511F0" w:rsidRPr="00C032B3" w:rsidRDefault="001511F0" w:rsidP="00662DE4">
            <w:pPr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2021 – 202</w:t>
            </w:r>
            <w:r>
              <w:rPr>
                <w:sz w:val="28"/>
                <w:szCs w:val="28"/>
              </w:rPr>
              <w:t>6</w:t>
            </w:r>
            <w:r w:rsidRPr="00C032B3">
              <w:rPr>
                <w:sz w:val="28"/>
                <w:szCs w:val="28"/>
              </w:rPr>
              <w:t xml:space="preserve"> годы</w:t>
            </w:r>
          </w:p>
        </w:tc>
      </w:tr>
      <w:tr w:rsidR="001511F0" w:rsidRPr="00C032B3" w:rsidTr="00662DE4">
        <w:trPr>
          <w:trHeight w:val="400"/>
        </w:trPr>
        <w:tc>
          <w:tcPr>
            <w:tcW w:w="3052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Объем    финансового обеспечения    муниципальной программы                                </w:t>
            </w:r>
          </w:p>
        </w:tc>
        <w:tc>
          <w:tcPr>
            <w:tcW w:w="6488" w:type="dxa"/>
            <w:shd w:val="clear" w:color="auto" w:fill="FFFFFF"/>
          </w:tcPr>
          <w:p w:rsidR="001511F0" w:rsidRPr="002973BC" w:rsidRDefault="001511F0" w:rsidP="00662DE4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составляет  </w:t>
            </w:r>
            <w:r>
              <w:rPr>
                <w:sz w:val="28"/>
                <w:szCs w:val="28"/>
              </w:rPr>
              <w:t>360 993,524</w:t>
            </w:r>
            <w:r w:rsidRPr="002973BC">
              <w:rPr>
                <w:sz w:val="28"/>
                <w:szCs w:val="28"/>
              </w:rPr>
              <w:t xml:space="preserve"> тыс. руб., в том числе:</w:t>
            </w:r>
          </w:p>
          <w:p w:rsidR="001511F0" w:rsidRPr="002973BC" w:rsidRDefault="001511F0" w:rsidP="00662DE4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2973BC">
              <w:rPr>
                <w:sz w:val="28"/>
                <w:szCs w:val="28"/>
              </w:rPr>
              <w:t>федеральный бюджет – 206,9 тыс. руб.;</w:t>
            </w:r>
          </w:p>
          <w:p w:rsidR="001511F0" w:rsidRPr="002973BC" w:rsidRDefault="001511F0" w:rsidP="00662DE4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2973BC">
              <w:rPr>
                <w:sz w:val="28"/>
                <w:szCs w:val="28"/>
              </w:rPr>
              <w:t xml:space="preserve">областной бюджет – </w:t>
            </w:r>
            <w:r>
              <w:rPr>
                <w:sz w:val="28"/>
                <w:szCs w:val="28"/>
              </w:rPr>
              <w:t>262 691</w:t>
            </w:r>
            <w:r w:rsidRPr="002973BC">
              <w:rPr>
                <w:sz w:val="28"/>
                <w:szCs w:val="28"/>
              </w:rPr>
              <w:t xml:space="preserve"> тыс. руб.;</w:t>
            </w:r>
          </w:p>
          <w:p w:rsidR="001511F0" w:rsidRPr="00C032B3" w:rsidRDefault="001511F0" w:rsidP="004C7D26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98 095,624</w:t>
            </w:r>
            <w:r w:rsidRPr="002973BC">
              <w:rPr>
                <w:sz w:val="28"/>
                <w:szCs w:val="28"/>
              </w:rPr>
              <w:t xml:space="preserve"> тыс. руб.</w:t>
            </w:r>
          </w:p>
        </w:tc>
      </w:tr>
      <w:tr w:rsidR="001511F0" w:rsidTr="00662DE4">
        <w:trPr>
          <w:trHeight w:val="400"/>
        </w:trPr>
        <w:tc>
          <w:tcPr>
            <w:tcW w:w="3052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E3856">
              <w:rPr>
                <w:sz w:val="28"/>
                <w:szCs w:val="28"/>
              </w:rPr>
              <w:t>Ожидаемые конечные результаты  реализации муниципальной программы</w:t>
            </w:r>
            <w:r w:rsidRPr="00C032B3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6488" w:type="dxa"/>
          </w:tcPr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-сокращение объема задолженности по доходам от сдачи в аренду земельных участков – до 20% по состоянию на 31.12.202</w:t>
            </w:r>
            <w:r>
              <w:rPr>
                <w:rFonts w:cs="Arial"/>
                <w:sz w:val="28"/>
                <w:szCs w:val="28"/>
              </w:rPr>
              <w:t>6</w:t>
            </w:r>
            <w:r w:rsidRPr="00C032B3">
              <w:rPr>
                <w:rFonts w:cs="Arial"/>
                <w:sz w:val="28"/>
                <w:szCs w:val="28"/>
              </w:rPr>
              <w:t>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 xml:space="preserve">-оформление документов права собственности на земельные участки – </w:t>
            </w:r>
            <w:r>
              <w:rPr>
                <w:rFonts w:cs="Arial"/>
                <w:sz w:val="28"/>
                <w:szCs w:val="28"/>
              </w:rPr>
              <w:t>81</w:t>
            </w:r>
            <w:r w:rsidRPr="00C032B3">
              <w:rPr>
                <w:rFonts w:cs="Arial"/>
                <w:sz w:val="28"/>
                <w:szCs w:val="28"/>
              </w:rPr>
              <w:t xml:space="preserve"> (количество участков); 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 xml:space="preserve">-оформление документов для организации и проведения аукционов по продаже права на заключение договоров аренды на земельные </w:t>
            </w:r>
            <w:r w:rsidRPr="00C032B3">
              <w:rPr>
                <w:rFonts w:cs="Arial"/>
                <w:sz w:val="28"/>
                <w:szCs w:val="28"/>
              </w:rPr>
              <w:br/>
              <w:t xml:space="preserve">участки – </w:t>
            </w:r>
            <w:r>
              <w:rPr>
                <w:rFonts w:cs="Arial"/>
                <w:sz w:val="28"/>
                <w:szCs w:val="28"/>
              </w:rPr>
              <w:t>30</w:t>
            </w:r>
            <w:r w:rsidRPr="00C032B3">
              <w:rPr>
                <w:rFonts w:cs="Arial"/>
                <w:sz w:val="28"/>
                <w:szCs w:val="28"/>
              </w:rPr>
              <w:t>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 w:rsidRPr="00C032B3">
              <w:rPr>
                <w:rFonts w:cs="Arial"/>
                <w:sz w:val="28"/>
                <w:szCs w:val="28"/>
              </w:rPr>
              <w:t>-обеспечение по заявкам земельными участками многодетных семей: предоставлен</w:t>
            </w:r>
            <w:r>
              <w:rPr>
                <w:rFonts w:cs="Arial"/>
                <w:sz w:val="28"/>
                <w:szCs w:val="28"/>
              </w:rPr>
              <w:t>ие бесплатно в собственность – 60</w:t>
            </w:r>
            <w:r w:rsidRPr="00C032B3">
              <w:rPr>
                <w:rFonts w:cs="Arial"/>
                <w:sz w:val="28"/>
                <w:szCs w:val="28"/>
              </w:rPr>
              <w:t xml:space="preserve"> (количество участков);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 xml:space="preserve">увеличение доли муниципальных учреждений и предприятий, в отношении которых проведены проверки использования муниципального имущества (в общем числе муниципальных учреждений и предприятий) </w:t>
            </w:r>
            <w:r>
              <w:rPr>
                <w:rFonts w:cs="Arial"/>
                <w:sz w:val="28"/>
                <w:szCs w:val="28"/>
              </w:rPr>
              <w:t>5,2</w:t>
            </w:r>
            <w:r w:rsidRPr="00C032B3">
              <w:rPr>
                <w:rFonts w:cs="Arial"/>
                <w:sz w:val="28"/>
                <w:szCs w:val="28"/>
              </w:rPr>
              <w:t xml:space="preserve"> %;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процент поступления доходов от перечисления части прибыли, остающейся после уплаты налогов и иных обязательных платежей муниципальных унитарных предприятий (к плановым поступлениям) – 100 %;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 xml:space="preserve">процент поступления доходов от приватизации и сдачи в аренду муниципального имущества </w:t>
            </w:r>
            <w:r w:rsidRPr="00C032B3">
              <w:rPr>
                <w:sz w:val="28"/>
                <w:szCs w:val="28"/>
              </w:rPr>
              <w:t>(к плановым поступлениям) – 100 %;</w:t>
            </w:r>
          </w:p>
          <w:p w:rsidR="001511F0" w:rsidRPr="00C032B3" w:rsidRDefault="001511F0" w:rsidP="00662D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-</w:t>
            </w:r>
            <w:r w:rsidRPr="00C032B3">
              <w:rPr>
                <w:rFonts w:cs="Arial"/>
                <w:sz w:val="28"/>
                <w:szCs w:val="28"/>
              </w:rPr>
              <w:t xml:space="preserve">процент поступления доходов от продажи и сдачи в аренду земельных участков, находящихся в муниципальной собственности </w:t>
            </w:r>
            <w:r w:rsidRPr="00C032B3">
              <w:rPr>
                <w:sz w:val="28"/>
                <w:szCs w:val="28"/>
              </w:rPr>
              <w:t>(к плановым поступлениям) – 100 %;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 xml:space="preserve">100 % обеспечение по заявке  жилыми помещениями, приобретаемых для детей-сирот и детей, оставшихся без попечения родителей (спецжилфонд) – </w:t>
            </w:r>
            <w:r>
              <w:rPr>
                <w:sz w:val="28"/>
                <w:szCs w:val="28"/>
              </w:rPr>
              <w:t>58</w:t>
            </w:r>
            <w:r w:rsidRPr="00C032B3">
              <w:rPr>
                <w:sz w:val="28"/>
                <w:szCs w:val="28"/>
              </w:rPr>
              <w:t xml:space="preserve"> (количество квартир);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создание мест (площадки) накопления твердых коммунальных отходов – 9 шт.;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обслуживание водохранилищ – 2 ед.;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страхование водохранилищ – 2 ед.;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 xml:space="preserve">количество основного котельного и насосного  оборудования (котлов, дымовых труб, насосов), смонтированных на источниках тепловой энергии в рамках подготовки систем коммунальной инфраструктуры к работе в осенне-зимний </w:t>
            </w:r>
            <w:r w:rsidRPr="00C032B3">
              <w:rPr>
                <w:sz w:val="28"/>
                <w:szCs w:val="28"/>
              </w:rPr>
              <w:br/>
              <w:t xml:space="preserve">период  – </w:t>
            </w:r>
            <w:r>
              <w:rPr>
                <w:sz w:val="28"/>
                <w:szCs w:val="28"/>
              </w:rPr>
              <w:t>8</w:t>
            </w:r>
            <w:r w:rsidRPr="00C032B3">
              <w:rPr>
                <w:sz w:val="28"/>
                <w:szCs w:val="28"/>
              </w:rPr>
              <w:t xml:space="preserve"> ед.;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-протяженность тепловых сетей, ремонт, строительство, реконструкция и (или) модернизация которых осуществлялись в рамках подготовки систем коммунальной инфраструктуры к работе в осенне-зимний период – 1,034 км;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>-количество уточненных в соответствии с действующим законодательством земельных участков в пределах кадастрового квартала с установленными на них (при наличии) объектами недвижимости – 46 ед.;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 xml:space="preserve">протяженность отремонтированных, построенных водопроводных сетей, а также водопроводных сетей, прошедших реконструкцию и (или) модернизацию в рамках подготовки систем коммунальной инфраструктуры к работе в осенне-зимний период – </w:t>
            </w:r>
            <w:r>
              <w:rPr>
                <w:sz w:val="28"/>
                <w:szCs w:val="28"/>
              </w:rPr>
              <w:t>0,975</w:t>
            </w:r>
            <w:r w:rsidRPr="00C032B3">
              <w:rPr>
                <w:sz w:val="28"/>
                <w:szCs w:val="28"/>
              </w:rPr>
              <w:t xml:space="preserve"> км;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разработанные (актуализированные) схемы газоснабжения населенных пунктов – 1 шт.;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 xml:space="preserve">площадь ликвидированных скотомогильников – </w:t>
            </w:r>
            <w:r>
              <w:rPr>
                <w:sz w:val="28"/>
                <w:szCs w:val="28"/>
              </w:rPr>
              <w:br/>
            </w:r>
            <w:r w:rsidRPr="007B1045">
              <w:rPr>
                <w:sz w:val="28"/>
                <w:szCs w:val="28"/>
              </w:rPr>
              <w:t>1 230 кв.м.;</w:t>
            </w:r>
          </w:p>
          <w:p w:rsidR="001511F0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 xml:space="preserve">количество ликвидированных скотомогильников, в отношении которых установлены границы санитарно-защитных зон – </w:t>
            </w:r>
            <w:r w:rsidRPr="007B1045">
              <w:rPr>
                <w:sz w:val="28"/>
                <w:szCs w:val="28"/>
              </w:rPr>
              <w:t>2 ед.;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</w:t>
            </w:r>
            <w:r w:rsidRPr="00996897">
              <w:rPr>
                <w:sz w:val="28"/>
                <w:szCs w:val="28"/>
              </w:rPr>
              <w:t>оличество пассажирского транспорта общего пользования</w:t>
            </w:r>
            <w:r>
              <w:rPr>
                <w:sz w:val="28"/>
                <w:szCs w:val="28"/>
              </w:rPr>
              <w:t xml:space="preserve"> – 4 ед.;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 w:rsidRPr="00C032B3">
              <w:rPr>
                <w:sz w:val="28"/>
                <w:szCs w:val="28"/>
              </w:rPr>
              <w:t xml:space="preserve">-ремонт автомобильных дорог общего пользования местного значения – </w:t>
            </w:r>
            <w:r>
              <w:rPr>
                <w:sz w:val="28"/>
                <w:szCs w:val="28"/>
              </w:rPr>
              <w:t xml:space="preserve">1,67 </w:t>
            </w:r>
            <w:bookmarkStart w:id="0" w:name="_GoBack"/>
            <w:bookmarkEnd w:id="0"/>
            <w:r w:rsidRPr="00C032B3">
              <w:rPr>
                <w:sz w:val="28"/>
                <w:szCs w:val="28"/>
              </w:rPr>
              <w:t>км;</w:t>
            </w:r>
          </w:p>
          <w:p w:rsidR="001511F0" w:rsidRPr="00C032B3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сокращение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– 94,2 %;</w:t>
            </w:r>
          </w:p>
          <w:p w:rsidR="001511F0" w:rsidRPr="0086251A" w:rsidRDefault="001511F0" w:rsidP="00662DE4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032B3">
              <w:rPr>
                <w:sz w:val="28"/>
                <w:szCs w:val="28"/>
              </w:rPr>
              <w:t>содержание автомобильных дорог общего пользования местного значения –212,341 км</w:t>
            </w:r>
          </w:p>
        </w:tc>
      </w:tr>
    </w:tbl>
    <w:p w:rsidR="001511F0" w:rsidRDefault="001511F0" w:rsidP="00F7701D">
      <w:pPr>
        <w:suppressAutoHyphens/>
        <w:spacing w:before="240" w:line="276" w:lineRule="auto"/>
        <w:jc w:val="center"/>
        <w:rPr>
          <w:sz w:val="22"/>
          <w:szCs w:val="22"/>
        </w:rPr>
      </w:pPr>
      <w:r w:rsidRPr="00BE2294">
        <w:rPr>
          <w:sz w:val="22"/>
          <w:szCs w:val="22"/>
        </w:rPr>
        <w:t>_______________________</w:t>
      </w:r>
    </w:p>
    <w:p w:rsidR="001511F0" w:rsidRDefault="001511F0" w:rsidP="0086251A">
      <w:pPr>
        <w:jc w:val="both"/>
      </w:pPr>
    </w:p>
    <w:sectPr w:rsidR="001511F0" w:rsidSect="0086251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51A"/>
    <w:rsid w:val="001511F0"/>
    <w:rsid w:val="002973BC"/>
    <w:rsid w:val="003A4535"/>
    <w:rsid w:val="003B4543"/>
    <w:rsid w:val="0041435F"/>
    <w:rsid w:val="00487411"/>
    <w:rsid w:val="004C7D26"/>
    <w:rsid w:val="005B61AF"/>
    <w:rsid w:val="00662DE4"/>
    <w:rsid w:val="006E3856"/>
    <w:rsid w:val="006E4BD5"/>
    <w:rsid w:val="006E5C6E"/>
    <w:rsid w:val="007437D8"/>
    <w:rsid w:val="00776E83"/>
    <w:rsid w:val="007B1045"/>
    <w:rsid w:val="00831B0D"/>
    <w:rsid w:val="0086251A"/>
    <w:rsid w:val="00996897"/>
    <w:rsid w:val="009D2A9B"/>
    <w:rsid w:val="00A6204A"/>
    <w:rsid w:val="00A82647"/>
    <w:rsid w:val="00B57EAD"/>
    <w:rsid w:val="00BE2294"/>
    <w:rsid w:val="00C032B3"/>
    <w:rsid w:val="00C946A6"/>
    <w:rsid w:val="00CA7C9E"/>
    <w:rsid w:val="00CB7FB0"/>
    <w:rsid w:val="00D5755E"/>
    <w:rsid w:val="00E10D74"/>
    <w:rsid w:val="00E121DA"/>
    <w:rsid w:val="00E50621"/>
    <w:rsid w:val="00E50D19"/>
    <w:rsid w:val="00E96283"/>
    <w:rsid w:val="00F65A94"/>
    <w:rsid w:val="00F74850"/>
    <w:rsid w:val="00F7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535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57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755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428</TotalTime>
  <Pages>6</Pages>
  <Words>1527</Words>
  <Characters>8709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GLBUSH</dc:creator>
  <cp:keywords/>
  <dc:description/>
  <cp:lastModifiedBy>uadm04</cp:lastModifiedBy>
  <cp:revision>20</cp:revision>
  <cp:lastPrinted>2023-11-10T13:19:00Z</cp:lastPrinted>
  <dcterms:created xsi:type="dcterms:W3CDTF">2022-08-24T20:45:00Z</dcterms:created>
  <dcterms:modified xsi:type="dcterms:W3CDTF">2024-01-23T08:17:00Z</dcterms:modified>
</cp:coreProperties>
</file>